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97A24" w14:textId="593B0AD3" w:rsidR="008F5F15" w:rsidRPr="00FC4B76" w:rsidRDefault="00F222FB" w:rsidP="008F5F15">
      <w:pPr>
        <w:jc w:val="center"/>
      </w:pPr>
      <w:r>
        <w:rPr>
          <w:rFonts w:ascii="Rockwell" w:eastAsia="Times New Roman" w:hAnsi="Rockwell"/>
          <w:b/>
          <w:caps/>
          <w:noProof/>
          <w:color w:val="000000"/>
          <w:sz w:val="28"/>
          <w:szCs w:val="28"/>
        </w:rPr>
        <w:t>202</w:t>
      </w:r>
      <w:r w:rsidR="00585704">
        <w:rPr>
          <w:rFonts w:ascii="Rockwell" w:eastAsia="Times New Roman" w:hAnsi="Rockwell"/>
          <w:b/>
          <w:caps/>
          <w:noProof/>
          <w:color w:val="000000"/>
          <w:sz w:val="28"/>
          <w:szCs w:val="28"/>
        </w:rPr>
        <w:t>3</w:t>
      </w:r>
      <w:r w:rsidR="008F5F15">
        <w:rPr>
          <w:rFonts w:ascii="Rockwell" w:eastAsia="Times New Roman" w:hAnsi="Rockwell"/>
          <w:b/>
          <w:caps/>
          <w:noProof/>
          <w:color w:val="000000"/>
          <w:sz w:val="28"/>
          <w:szCs w:val="28"/>
        </w:rPr>
        <w:t xml:space="preserve"> </w:t>
      </w:r>
      <w:r w:rsidR="008F5F15" w:rsidRPr="008F5F15">
        <w:rPr>
          <w:rFonts w:ascii="Rockwell" w:eastAsia="Times New Roman" w:hAnsi="Rockwell"/>
          <w:b/>
          <w:noProof/>
          <w:color w:val="000000"/>
          <w:sz w:val="28"/>
          <w:szCs w:val="28"/>
        </w:rPr>
        <w:t>National Teen Driver Safety Week</w:t>
      </w:r>
    </w:p>
    <w:p w14:paraId="41A6A4EB" w14:textId="3612AE71" w:rsidR="00FC4B76" w:rsidRDefault="008F5F15" w:rsidP="009C0118">
      <w:pPr>
        <w:pStyle w:val="Heading2"/>
        <w:rPr>
          <w:bCs/>
          <w:caps w:val="0"/>
        </w:rPr>
      </w:pPr>
      <w:r w:rsidRPr="00FC4B76">
        <w:rPr>
          <w:bCs/>
          <w:caps w:val="0"/>
        </w:rPr>
        <w:t xml:space="preserve">FACT SHEET/TALKING POINTS – </w:t>
      </w:r>
      <w:r>
        <w:rPr>
          <w:bCs/>
          <w:caps w:val="0"/>
        </w:rPr>
        <w:t>PARENT</w:t>
      </w:r>
      <w:r w:rsidR="00A042AD">
        <w:rPr>
          <w:bCs/>
          <w:caps w:val="0"/>
        </w:rPr>
        <w:t>/GUARDIAN</w:t>
      </w:r>
      <w:r w:rsidRPr="00FC4B76">
        <w:rPr>
          <w:bCs/>
          <w:caps w:val="0"/>
        </w:rPr>
        <w:t xml:space="preserve"> </w:t>
      </w:r>
      <w:r w:rsidR="00A042AD">
        <w:rPr>
          <w:bCs/>
          <w:caps w:val="0"/>
        </w:rPr>
        <w:br/>
      </w:r>
      <w:r w:rsidRPr="00FC4B76">
        <w:rPr>
          <w:bCs/>
          <w:caps w:val="0"/>
        </w:rPr>
        <w:t>TARGET AUDIENCE</w:t>
      </w:r>
    </w:p>
    <w:p w14:paraId="3CCBECBE" w14:textId="19D9BD22" w:rsidR="003F1457" w:rsidRDefault="00343D85" w:rsidP="00897A56">
      <w:r>
        <w:t xml:space="preserve">National Teen Driver Safety Week is October </w:t>
      </w:r>
      <w:r w:rsidR="00585704">
        <w:t>15</w:t>
      </w:r>
      <w:r w:rsidR="0004494F">
        <w:t>-</w:t>
      </w:r>
      <w:r w:rsidR="00D848F9">
        <w:t>2</w:t>
      </w:r>
      <w:r w:rsidR="00585704">
        <w:t>1</w:t>
      </w:r>
      <w:r w:rsidR="00CD2705">
        <w:t xml:space="preserve">, </w:t>
      </w:r>
      <w:r w:rsidR="00D848F9">
        <w:t>202</w:t>
      </w:r>
      <w:r w:rsidR="00585704">
        <w:t>3</w:t>
      </w:r>
      <w:r w:rsidR="00CD2705">
        <w:t xml:space="preserve">! </w:t>
      </w:r>
      <w:r w:rsidR="005751B6">
        <w:t xml:space="preserve">The U.S. Department of Transportation’s National Highway Traffic Safety Administration (NHTSA) is teaming up with </w:t>
      </w:r>
      <w:r w:rsidR="005751B6" w:rsidRPr="1B1A8887">
        <w:rPr>
          <w:b/>
          <w:bCs/>
        </w:rPr>
        <w:t>[Local Organization]</w:t>
      </w:r>
      <w:r w:rsidR="005751B6">
        <w:t xml:space="preserve"> to help empower parents</w:t>
      </w:r>
      <w:r w:rsidR="00A042AD">
        <w:t xml:space="preserve"> and guardians</w:t>
      </w:r>
      <w:r w:rsidR="005751B6">
        <w:t xml:space="preserve"> to discuss the importance of driving safety with their young drivers. </w:t>
      </w:r>
      <w:r w:rsidR="00C15676">
        <w:t>Whether teens are driving a car, truck, or SUV,</w:t>
      </w:r>
      <w:r>
        <w:t xml:space="preserve"> and whether they’ve just earned their license or </w:t>
      </w:r>
      <w:r w:rsidR="00A06DF9">
        <w:t xml:space="preserve">have </w:t>
      </w:r>
      <w:r>
        <w:t xml:space="preserve">had it for </w:t>
      </w:r>
      <w:r w:rsidR="00CD2705">
        <w:t xml:space="preserve">a few </w:t>
      </w:r>
      <w:r>
        <w:t>years,</w:t>
      </w:r>
      <w:r w:rsidR="00C15676">
        <w:t xml:space="preserve"> the rules</w:t>
      </w:r>
      <w:r w:rsidR="002403BF">
        <w:t xml:space="preserve"> of the road</w:t>
      </w:r>
      <w:r w:rsidR="00C15676">
        <w:t xml:space="preserve"> stay the same</w:t>
      </w:r>
      <w:r w:rsidR="002403BF">
        <w:t>.</w:t>
      </w:r>
      <w:r>
        <w:t xml:space="preserve"> </w:t>
      </w:r>
      <w:r w:rsidR="00F35A77">
        <w:t>Some of the</w:t>
      </w:r>
      <w:r w:rsidR="00C15676">
        <w:t xml:space="preserve"> greatest dangers </w:t>
      </w:r>
      <w:r w:rsidR="00A06DF9">
        <w:t xml:space="preserve">for teen drivers </w:t>
      </w:r>
      <w:r w:rsidR="00C15676">
        <w:t>are alcohol</w:t>
      </w:r>
      <w:r w:rsidR="00F83A7A">
        <w:t xml:space="preserve"> </w:t>
      </w:r>
      <w:r w:rsidR="002403BF">
        <w:t>and other drug use</w:t>
      </w:r>
      <w:r w:rsidR="00C15676">
        <w:t>, inconsistent or n</w:t>
      </w:r>
      <w:r w:rsidR="00280290">
        <w:t xml:space="preserve">o seat belt use, distracted </w:t>
      </w:r>
      <w:r w:rsidR="00C15676">
        <w:t xml:space="preserve">driving, speeding, and </w:t>
      </w:r>
      <w:r w:rsidR="00F83A7A">
        <w:t>driving with</w:t>
      </w:r>
      <w:r w:rsidR="00C15676">
        <w:t xml:space="preserve"> passengers in the vehicle.</w:t>
      </w:r>
      <w:r w:rsidR="0004494F">
        <w:t xml:space="preserve"> Review the following information to help </w:t>
      </w:r>
      <w:r w:rsidR="005751B6">
        <w:t>t</w:t>
      </w:r>
      <w:r w:rsidR="0004494F">
        <w:t>een</w:t>
      </w:r>
      <w:r w:rsidR="005751B6">
        <w:t>s</w:t>
      </w:r>
      <w:r w:rsidR="0004494F">
        <w:t xml:space="preserve"> stay safe behind the wheel.</w:t>
      </w:r>
    </w:p>
    <w:p w14:paraId="28588878" w14:textId="34372053" w:rsidR="00CD2705" w:rsidRPr="00883BD7" w:rsidRDefault="00CD2705" w:rsidP="00897A56">
      <w:pPr>
        <w:rPr>
          <w:b/>
        </w:rPr>
      </w:pPr>
      <w:r w:rsidRPr="00883BD7">
        <w:rPr>
          <w:b/>
        </w:rPr>
        <w:t>Be Empowered</w:t>
      </w:r>
      <w:r w:rsidR="0004494F">
        <w:rPr>
          <w:b/>
        </w:rPr>
        <w:t xml:space="preserve"> to Set </w:t>
      </w:r>
      <w:r w:rsidR="008B0358">
        <w:rPr>
          <w:b/>
        </w:rPr>
        <w:t xml:space="preserve">Driving </w:t>
      </w:r>
      <w:r w:rsidR="0004494F">
        <w:rPr>
          <w:b/>
        </w:rPr>
        <w:t>Rules</w:t>
      </w:r>
      <w:r w:rsidRPr="00883BD7">
        <w:rPr>
          <w:b/>
        </w:rPr>
        <w:t>!</w:t>
      </w:r>
    </w:p>
    <w:p w14:paraId="6DA42F9F" w14:textId="3B1D4B33" w:rsidR="008B0358" w:rsidRDefault="00A042AD" w:rsidP="00883BD7">
      <w:pPr>
        <w:pStyle w:val="ListParagraph"/>
        <w:numPr>
          <w:ilvl w:val="0"/>
          <w:numId w:val="12"/>
        </w:numPr>
      </w:pPr>
      <w:r>
        <w:t>As a parent or guardian</w:t>
      </w:r>
      <w:r w:rsidR="00911929">
        <w:t xml:space="preserve">, your </w:t>
      </w:r>
      <w:proofErr w:type="gramStart"/>
      <w:r>
        <w:t xml:space="preserve">first </w:t>
      </w:r>
      <w:r w:rsidR="00911929">
        <w:t>priority</w:t>
      </w:r>
      <w:proofErr w:type="gramEnd"/>
      <w:r w:rsidR="00911929">
        <w:t xml:space="preserve"> </w:t>
      </w:r>
      <w:r w:rsidR="0094106B">
        <w:t>is to protect your teen.</w:t>
      </w:r>
      <w:r w:rsidR="008B0358">
        <w:t xml:space="preserve"> Use this motivation to </w:t>
      </w:r>
      <w:r w:rsidR="00911929">
        <w:t xml:space="preserve">help </w:t>
      </w:r>
      <w:r w:rsidR="008B0358">
        <w:t xml:space="preserve">keep your teen safe as they start navigating their new role as </w:t>
      </w:r>
      <w:r w:rsidR="003A3D38">
        <w:t xml:space="preserve">a </w:t>
      </w:r>
      <w:r w:rsidR="008B0358">
        <w:t xml:space="preserve">driver. </w:t>
      </w:r>
    </w:p>
    <w:p w14:paraId="2F480577" w14:textId="74C719B2" w:rsidR="00CD2705" w:rsidRDefault="00CD2705" w:rsidP="006B5DE8">
      <w:pPr>
        <w:pStyle w:val="ListParagraph"/>
        <w:numPr>
          <w:ilvl w:val="0"/>
          <w:numId w:val="12"/>
        </w:numPr>
      </w:pPr>
      <w:r>
        <w:t xml:space="preserve">Remind your teen that driving is a privilege, not a right. </w:t>
      </w:r>
      <w:r w:rsidR="00487E13">
        <w:t>As the parent, y</w:t>
      </w:r>
      <w:r w:rsidR="000168A5">
        <w:t xml:space="preserve">ou’re in control. </w:t>
      </w:r>
      <w:r>
        <w:t xml:space="preserve">If </w:t>
      </w:r>
      <w:r w:rsidR="00160A45">
        <w:t>your teen is following the rules of the road, the privilege to drive is there. If they</w:t>
      </w:r>
      <w:r>
        <w:t xml:space="preserve"> aren’t following the rules of the road, they </w:t>
      </w:r>
      <w:r w:rsidR="0029488C">
        <w:t>shouldn’t be freely given the</w:t>
      </w:r>
      <w:r>
        <w:t xml:space="preserve"> keys to the car. </w:t>
      </w:r>
      <w:r w:rsidR="00911929">
        <w:t>Remember, their inexperience puts themselves and others at risk.</w:t>
      </w:r>
    </w:p>
    <w:p w14:paraId="616C29A8" w14:textId="444888C6" w:rsidR="006A53D2" w:rsidRDefault="002403BF" w:rsidP="006B5DE8">
      <w:pPr>
        <w:pStyle w:val="ListParagraph"/>
        <w:numPr>
          <w:ilvl w:val="0"/>
          <w:numId w:val="12"/>
        </w:numPr>
      </w:pPr>
      <w:r>
        <w:t>Have a conversation with</w:t>
      </w:r>
      <w:r w:rsidR="00CD2705">
        <w:t xml:space="preserve"> your teen driver about driving laws</w:t>
      </w:r>
      <w:r w:rsidR="0029488C">
        <w:t xml:space="preserve"> and safe driving habits</w:t>
      </w:r>
      <w:r w:rsidR="00CD2705">
        <w:t xml:space="preserve">. </w:t>
      </w:r>
      <w:r>
        <w:t>Your desire to keep them safe never gets old,</w:t>
      </w:r>
      <w:r w:rsidR="000C67B7">
        <w:t xml:space="preserve"> so make sure the lines of communication are always open.</w:t>
      </w:r>
      <w:r>
        <w:t xml:space="preserve"> </w:t>
      </w:r>
      <w:r w:rsidR="0029488C">
        <w:t xml:space="preserve">Believe it or not, your </w:t>
      </w:r>
      <w:r w:rsidR="000C67B7">
        <w:t>teen</w:t>
      </w:r>
      <w:r w:rsidR="0029488C">
        <w:t xml:space="preserve"> is listening, </w:t>
      </w:r>
      <w:r w:rsidR="0014583E">
        <w:t xml:space="preserve">and they depend on you to </w:t>
      </w:r>
      <w:r w:rsidR="000C67B7">
        <w:t xml:space="preserve">guide </w:t>
      </w:r>
      <w:r w:rsidR="00C9260E">
        <w:t xml:space="preserve">them </w:t>
      </w:r>
      <w:r w:rsidR="000C67B7">
        <w:t>and be there for them.</w:t>
      </w:r>
    </w:p>
    <w:p w14:paraId="37F3CCA4" w14:textId="4D042246" w:rsidR="006A53D2" w:rsidRDefault="006A53D2" w:rsidP="00C9260E">
      <w:pPr>
        <w:pStyle w:val="ListParagraph"/>
        <w:numPr>
          <w:ilvl w:val="0"/>
          <w:numId w:val="12"/>
        </w:numPr>
      </w:pPr>
      <w:r>
        <w:t xml:space="preserve">Become familiar with your state’s nighttime driving restrictions, passenger restrictions, and graduated driver licensing (GDL) </w:t>
      </w:r>
      <w:hyperlink r:id="rId10">
        <w:r w:rsidRPr="5439B7C7">
          <w:rPr>
            <w:rStyle w:val="Hyperlink"/>
          </w:rPr>
          <w:t>restrictions</w:t>
        </w:r>
      </w:hyperlink>
      <w:r w:rsidR="0004494F">
        <w:t xml:space="preserve">. </w:t>
      </w:r>
      <w:r w:rsidR="00BD3665">
        <w:t>S</w:t>
      </w:r>
      <w:r w:rsidR="00F0114C">
        <w:t>urveys show that teens with parents</w:t>
      </w:r>
      <w:r w:rsidR="00A042AD">
        <w:t xml:space="preserve"> or guardians</w:t>
      </w:r>
      <w:r w:rsidR="00F0114C">
        <w:t xml:space="preserve"> who set and enforce firm rules for driving typically </w:t>
      </w:r>
      <w:r w:rsidR="00F708BD">
        <w:t xml:space="preserve">report </w:t>
      </w:r>
      <w:r w:rsidR="00F0114C">
        <w:t>engag</w:t>
      </w:r>
      <w:r w:rsidR="00F708BD">
        <w:t>ing</w:t>
      </w:r>
      <w:r w:rsidR="00F0114C">
        <w:t xml:space="preserve"> in </w:t>
      </w:r>
      <w:r w:rsidR="00160A45">
        <w:t>fewer</w:t>
      </w:r>
      <w:r w:rsidR="00F0114C">
        <w:t xml:space="preserve"> risky driving behaviors and </w:t>
      </w:r>
      <w:r w:rsidR="00F708BD">
        <w:t>being</w:t>
      </w:r>
      <w:r w:rsidR="00F0114C">
        <w:t xml:space="preserve"> involved in fewer crashes. </w:t>
      </w:r>
      <w:r w:rsidR="000C67B7">
        <w:t xml:space="preserve">By knowing and enforcing the laws with your teen, you promote safer driving for all road users. </w:t>
      </w:r>
    </w:p>
    <w:p w14:paraId="216EB893" w14:textId="5A5DF8CF" w:rsidR="006A53D2" w:rsidRDefault="006A53D2" w:rsidP="006A53D2">
      <w:pPr>
        <w:pStyle w:val="ListParagraph"/>
        <w:numPr>
          <w:ilvl w:val="0"/>
          <w:numId w:val="12"/>
        </w:numPr>
      </w:pPr>
      <w:r>
        <w:t>The responsibility for safe road behavior is shared</w:t>
      </w:r>
      <w:r w:rsidR="002F5213">
        <w:t>:</w:t>
      </w:r>
      <w:r>
        <w:t xml:space="preserve"> Be a good role model for your teen driver </w:t>
      </w:r>
      <w:r w:rsidR="002F5213">
        <w:t>by demonstrating</w:t>
      </w:r>
      <w:r>
        <w:t xml:space="preserve"> your own safe driving habits. </w:t>
      </w:r>
    </w:p>
    <w:p w14:paraId="7E60E332" w14:textId="35154602" w:rsidR="006A53D2" w:rsidRDefault="006A53D2" w:rsidP="006A53D2">
      <w:pPr>
        <w:pStyle w:val="ListParagraph"/>
        <w:numPr>
          <w:ilvl w:val="0"/>
          <w:numId w:val="12"/>
        </w:numPr>
      </w:pPr>
      <w:r>
        <w:t xml:space="preserve">Talk to your teen about cell phone use while in the car. Encourage them to </w:t>
      </w:r>
      <w:r w:rsidR="00911929">
        <w:t>put away</w:t>
      </w:r>
      <w:r w:rsidR="0014583E">
        <w:t xml:space="preserve"> their phones while driving, </w:t>
      </w:r>
      <w:r>
        <w:t>designate a texter or navigator, or pull over before answering phone calls</w:t>
      </w:r>
      <w:r w:rsidR="00D22025">
        <w:t>,</w:t>
      </w:r>
      <w:r>
        <w:t xml:space="preserve"> text</w:t>
      </w:r>
      <w:r w:rsidR="005B3F0C">
        <w:t>ing</w:t>
      </w:r>
      <w:r w:rsidR="00D22025">
        <w:t xml:space="preserve">, or </w:t>
      </w:r>
      <w:r w:rsidR="005B3F0C">
        <w:t>engaging</w:t>
      </w:r>
      <w:r w:rsidR="00D22025">
        <w:t xml:space="preserve"> </w:t>
      </w:r>
      <w:r w:rsidR="005B3F0C">
        <w:t>with</w:t>
      </w:r>
      <w:r w:rsidR="00D22025">
        <w:t xml:space="preserve"> any social media apps</w:t>
      </w:r>
      <w:r>
        <w:t xml:space="preserve">. </w:t>
      </w:r>
      <w:r w:rsidR="000168A5">
        <w:t xml:space="preserve">Remind your teen that it’s not acceptable to record themselves or post on social media while driving. </w:t>
      </w:r>
    </w:p>
    <w:p w14:paraId="0C2B80DD" w14:textId="02AFDBF4" w:rsidR="00911929" w:rsidRDefault="00911929" w:rsidP="00911929"/>
    <w:p w14:paraId="2F95DE5B" w14:textId="77777777" w:rsidR="00911929" w:rsidRDefault="00911929" w:rsidP="00911929"/>
    <w:p w14:paraId="7646087E" w14:textId="7C3499C5" w:rsidR="00897A56" w:rsidRPr="00897A56" w:rsidRDefault="008F5F15" w:rsidP="00897A56">
      <w:pPr>
        <w:rPr>
          <w:b/>
        </w:rPr>
      </w:pPr>
      <w:r>
        <w:rPr>
          <w:b/>
        </w:rPr>
        <w:t xml:space="preserve">Know the Facts </w:t>
      </w:r>
      <w:r w:rsidR="003A3D38">
        <w:rPr>
          <w:b/>
        </w:rPr>
        <w:t>A</w:t>
      </w:r>
      <w:r>
        <w:rPr>
          <w:b/>
        </w:rPr>
        <w:t>bout Teen Driver Fatalities</w:t>
      </w:r>
    </w:p>
    <w:p w14:paraId="77C0B0F2" w14:textId="311F675A" w:rsidR="00897A56" w:rsidRDefault="00897A56" w:rsidP="00897A56">
      <w:pPr>
        <w:pStyle w:val="ListParagraph"/>
        <w:numPr>
          <w:ilvl w:val="0"/>
          <w:numId w:val="9"/>
        </w:numPr>
      </w:pPr>
      <w:r>
        <w:t xml:space="preserve">Motor vehicle crashes are </w:t>
      </w:r>
      <w:r w:rsidR="009853A5">
        <w:t xml:space="preserve">a </w:t>
      </w:r>
      <w:r>
        <w:t>leading cause of death for teens (15</w:t>
      </w:r>
      <w:r w:rsidR="00F6205B">
        <w:t>-</w:t>
      </w:r>
      <w:r>
        <w:t>18 years old) in the United States.</w:t>
      </w:r>
    </w:p>
    <w:p w14:paraId="41019E95" w14:textId="50CD52FC" w:rsidR="00E81998" w:rsidRPr="00E81998" w:rsidRDefault="00E81998" w:rsidP="00E81998">
      <w:pPr>
        <w:pStyle w:val="ListParagraph"/>
        <w:numPr>
          <w:ilvl w:val="0"/>
          <w:numId w:val="9"/>
        </w:numPr>
      </w:pPr>
      <w:r>
        <w:t xml:space="preserve">In </w:t>
      </w:r>
      <w:r w:rsidR="000B0B2F">
        <w:t>2021</w:t>
      </w:r>
      <w:r>
        <w:t xml:space="preserve">, there were </w:t>
      </w:r>
      <w:r w:rsidR="000B0B2F">
        <w:t>2,608</w:t>
      </w:r>
      <w:r>
        <w:t xml:space="preserve"> people killed in crashes involving a teen passenger vehicle driver (15-18 years old), of which </w:t>
      </w:r>
      <w:r w:rsidR="000B0B2F">
        <w:t>861</w:t>
      </w:r>
      <w:r>
        <w:t xml:space="preserve"> deaths were the teen driver</w:t>
      </w:r>
      <w:r w:rsidR="00B52DED">
        <w:t>.</w:t>
      </w:r>
      <w:r>
        <w:t xml:space="preserve"> </w:t>
      </w:r>
    </w:p>
    <w:p w14:paraId="64FB6CA0" w14:textId="1A380804" w:rsidR="00897A56" w:rsidRDefault="00897A56" w:rsidP="00897A56">
      <w:pPr>
        <w:pStyle w:val="ListParagraph"/>
        <w:numPr>
          <w:ilvl w:val="0"/>
          <w:numId w:val="9"/>
        </w:numPr>
      </w:pPr>
      <w:r>
        <w:t>Parents</w:t>
      </w:r>
      <w:r w:rsidR="00A042AD">
        <w:t xml:space="preserve"> and guardians</w:t>
      </w:r>
      <w:r w:rsidR="00883BD7">
        <w:t>: You</w:t>
      </w:r>
      <w:r>
        <w:t xml:space="preserve"> can be the biggest </w:t>
      </w:r>
      <w:r w:rsidR="00883BD7">
        <w:t>influence</w:t>
      </w:r>
      <w:r>
        <w:t xml:space="preserve"> on </w:t>
      </w:r>
      <w:r w:rsidR="00883BD7">
        <w:t>your teen’s</w:t>
      </w:r>
      <w:r>
        <w:t xml:space="preserve"> choices</w:t>
      </w:r>
      <w:r w:rsidR="004A3445">
        <w:t xml:space="preserve"> when they are</w:t>
      </w:r>
      <w:r>
        <w:t xml:space="preserve"> behind the wheel</w:t>
      </w:r>
      <w:r w:rsidR="00883BD7">
        <w:t xml:space="preserve">. Take the time to </w:t>
      </w:r>
      <w:r w:rsidR="0029488C">
        <w:t>have a conversation</w:t>
      </w:r>
      <w:r w:rsidR="003B4E73">
        <w:t xml:space="preserve"> </w:t>
      </w:r>
      <w:r w:rsidR="00883BD7">
        <w:t>about</w:t>
      </w:r>
      <w:r>
        <w:t xml:space="preserve"> some of the biggest driving risks</w:t>
      </w:r>
      <w:r w:rsidR="00883BD7">
        <w:t xml:space="preserve"> for teens</w:t>
      </w:r>
      <w:r>
        <w:t>:</w:t>
      </w:r>
      <w:r>
        <w:br/>
      </w:r>
    </w:p>
    <w:p w14:paraId="1C832386" w14:textId="4EC61B0F" w:rsidR="00897A56" w:rsidRDefault="00F077F6" w:rsidP="0004308B">
      <w:pPr>
        <w:pStyle w:val="ListParagraph"/>
        <w:numPr>
          <w:ilvl w:val="1"/>
          <w:numId w:val="9"/>
        </w:numPr>
      </w:pPr>
      <w:r w:rsidRPr="5439B7C7">
        <w:rPr>
          <w:b/>
          <w:bCs/>
        </w:rPr>
        <w:t>Impaired Driving</w:t>
      </w:r>
      <w:r w:rsidR="00897A56" w:rsidRPr="5439B7C7">
        <w:rPr>
          <w:b/>
          <w:bCs/>
        </w:rPr>
        <w:t>:</w:t>
      </w:r>
      <w:r w:rsidR="00897A56">
        <w:t xml:space="preserve"> All teens are too young to legally buy, possess, or consume alcohol</w:t>
      </w:r>
      <w:r w:rsidR="00662422">
        <w:t>.</w:t>
      </w:r>
      <w:r w:rsidR="00897A56">
        <w:t xml:space="preserve"> </w:t>
      </w:r>
      <w:r w:rsidR="00662422">
        <w:t>H</w:t>
      </w:r>
      <w:r w:rsidR="00897A56">
        <w:t>owever</w:t>
      </w:r>
      <w:r w:rsidR="001D213A">
        <w:t>,</w:t>
      </w:r>
      <w:r w:rsidR="00897A56">
        <w:t xml:space="preserve"> nationally</w:t>
      </w:r>
      <w:r w:rsidR="003B4E73">
        <w:t>,</w:t>
      </w:r>
      <w:r w:rsidR="00897A56">
        <w:t xml:space="preserve"> in </w:t>
      </w:r>
      <w:r w:rsidR="000B0B2F">
        <w:t>2021</w:t>
      </w:r>
      <w:r w:rsidR="00897A56">
        <w:t>,</w:t>
      </w:r>
      <w:r w:rsidR="00C15676">
        <w:t xml:space="preserve"> </w:t>
      </w:r>
      <w:r w:rsidR="00D81D31">
        <w:t>19</w:t>
      </w:r>
      <w:r w:rsidR="00560C3F">
        <w:t xml:space="preserve">% of teen </w:t>
      </w:r>
      <w:r w:rsidR="00E63DA7">
        <w:t xml:space="preserve">passenger vehicle </w:t>
      </w:r>
      <w:r w:rsidR="00560C3F">
        <w:t>drivers involved in fatal crashes had alcohol in their system</w:t>
      </w:r>
      <w:r w:rsidR="00897A56">
        <w:t xml:space="preserve">. </w:t>
      </w:r>
      <w:r w:rsidR="0004308B">
        <w:t xml:space="preserve">But alcohol isn’t the only </w:t>
      </w:r>
      <w:r w:rsidR="00B77715">
        <w:t>substance</w:t>
      </w:r>
      <w:r w:rsidR="0004308B">
        <w:t xml:space="preserve"> that can keep your t</w:t>
      </w:r>
      <w:r>
        <w:t xml:space="preserve">een from driving safely: </w:t>
      </w:r>
      <w:r w:rsidR="007816F9">
        <w:t>Like</w:t>
      </w:r>
      <w:r w:rsidR="0004308B">
        <w:t xml:space="preserve"> other drug</w:t>
      </w:r>
      <w:r w:rsidR="007816F9">
        <w:t>s</w:t>
      </w:r>
      <w:r w:rsidR="0004308B">
        <w:t xml:space="preserve">, </w:t>
      </w:r>
      <w:r w:rsidR="007816F9">
        <w:t xml:space="preserve">marijuana </w:t>
      </w:r>
      <w:r w:rsidR="0004308B">
        <w:t xml:space="preserve">affects a driver’s </w:t>
      </w:r>
      <w:r>
        <w:t>ability</w:t>
      </w:r>
      <w:r w:rsidR="0004308B">
        <w:t xml:space="preserve"> to react to their surroundings. Driving is a complex task, and marijuana slows rea</w:t>
      </w:r>
      <w:r>
        <w:t>ction time</w:t>
      </w:r>
      <w:r w:rsidR="0004308B">
        <w:t xml:space="preserve">, affecting </w:t>
      </w:r>
      <w:r>
        <w:t>a</w:t>
      </w:r>
      <w:r w:rsidR="0004308B">
        <w:t xml:space="preserve"> driver’s ability to drive safely. </w:t>
      </w:r>
      <w:r w:rsidR="00897A56">
        <w:t>Remind your teen that driving under the influence of any impairing substance</w:t>
      </w:r>
      <w:r w:rsidR="00F6205B">
        <w:t xml:space="preserve"> </w:t>
      </w:r>
      <w:r>
        <w:t>—</w:t>
      </w:r>
      <w:r w:rsidR="00897A56">
        <w:t xml:space="preserve"> including illicit</w:t>
      </w:r>
      <w:r w:rsidR="008527F2">
        <w:t xml:space="preserve"> or</w:t>
      </w:r>
      <w:r w:rsidR="00897A56">
        <w:t xml:space="preserve"> prescription drugs, </w:t>
      </w:r>
      <w:r w:rsidR="00662422">
        <w:t>or over</w:t>
      </w:r>
      <w:r w:rsidR="009163AC">
        <w:t>-</w:t>
      </w:r>
      <w:r w:rsidR="00662422">
        <w:t>the</w:t>
      </w:r>
      <w:r w:rsidR="009163AC">
        <w:t>-</w:t>
      </w:r>
      <w:r w:rsidR="00662422">
        <w:t>counter medication</w:t>
      </w:r>
      <w:r w:rsidR="00F6205B">
        <w:t xml:space="preserve"> </w:t>
      </w:r>
      <w:r>
        <w:t>—</w:t>
      </w:r>
      <w:r w:rsidR="00662422">
        <w:t xml:space="preserve"> </w:t>
      </w:r>
      <w:r w:rsidR="007F16F2">
        <w:t>could be deadly</w:t>
      </w:r>
      <w:r w:rsidR="00662422">
        <w:t xml:space="preserve">. It is critical that teen drivers understand </w:t>
      </w:r>
      <w:r w:rsidR="00160A45">
        <w:t xml:space="preserve">that </w:t>
      </w:r>
      <w:r w:rsidR="00662422">
        <w:t>driv</w:t>
      </w:r>
      <w:r w:rsidR="00160A45">
        <w:t>ing</w:t>
      </w:r>
      <w:r w:rsidR="00662422">
        <w:t xml:space="preserve"> impaired can have </w:t>
      </w:r>
      <w:r w:rsidR="007F16F2">
        <w:t>repercussions</w:t>
      </w:r>
      <w:r w:rsidR="00662422">
        <w:t xml:space="preserve">, </w:t>
      </w:r>
      <w:r w:rsidR="0029488C">
        <w:t xml:space="preserve">that strict penalties may apply, </w:t>
      </w:r>
      <w:r w:rsidR="00370851">
        <w:t xml:space="preserve">that </w:t>
      </w:r>
      <w:r w:rsidR="0029488C">
        <w:t>they</w:t>
      </w:r>
      <w:r w:rsidR="00E002E6">
        <w:t xml:space="preserve"> may </w:t>
      </w:r>
      <w:r w:rsidR="00662422">
        <w:t>lose their license if they are caught driving impaired, and</w:t>
      </w:r>
      <w:r w:rsidR="00EE4292">
        <w:t xml:space="preserve"> that they will face additional consequences for breaking rules they agreed to </w:t>
      </w:r>
      <w:r w:rsidR="00F6205B">
        <w:t xml:space="preserve">follow </w:t>
      </w:r>
      <w:r w:rsidR="00EE4292">
        <w:t xml:space="preserve">when they started driving. </w:t>
      </w:r>
    </w:p>
    <w:p w14:paraId="1DA730FD" w14:textId="77777777" w:rsidR="001D3B8E" w:rsidRDefault="001D3B8E" w:rsidP="001D3B8E">
      <w:pPr>
        <w:pStyle w:val="ListParagraph"/>
        <w:ind w:left="1440"/>
      </w:pPr>
    </w:p>
    <w:p w14:paraId="2B597D48" w14:textId="6B7AA460" w:rsidR="00AC0719" w:rsidRDefault="00897A56" w:rsidP="00AC0719">
      <w:pPr>
        <w:pStyle w:val="ListParagraph"/>
        <w:numPr>
          <w:ilvl w:val="1"/>
          <w:numId w:val="6"/>
        </w:numPr>
      </w:pPr>
      <w:r w:rsidRPr="3045487C">
        <w:rPr>
          <w:b/>
          <w:bCs/>
        </w:rPr>
        <w:t>Seat Belts:</w:t>
      </w:r>
      <w:r>
        <w:t xml:space="preserve"> Wearing a seat belt is one of the simplest ways for </w:t>
      </w:r>
      <w:r w:rsidR="00D22025">
        <w:t xml:space="preserve">everyone </w:t>
      </w:r>
      <w:r>
        <w:t xml:space="preserve">to be safe in a vehicle. </w:t>
      </w:r>
      <w:r w:rsidR="00911929">
        <w:t>Unfortunately,</w:t>
      </w:r>
      <w:r>
        <w:t xml:space="preserve"> to</w:t>
      </w:r>
      <w:r w:rsidR="0063332F">
        <w:t>o many teens aren’t buckling up.</w:t>
      </w:r>
      <w:r>
        <w:t xml:space="preserve"> </w:t>
      </w:r>
      <w:r w:rsidR="00E63051">
        <w:t xml:space="preserve">In </w:t>
      </w:r>
      <w:r w:rsidR="000B0B2F">
        <w:t>2021</w:t>
      </w:r>
      <w:r w:rsidR="00AC0719">
        <w:t xml:space="preserve">, </w:t>
      </w:r>
      <w:r w:rsidR="000B0B2F">
        <w:rPr>
          <w:rFonts w:eastAsia="Times New Roman"/>
        </w:rPr>
        <w:t>51</w:t>
      </w:r>
      <w:r w:rsidR="00E63051" w:rsidRPr="3045487C">
        <w:rPr>
          <w:rFonts w:eastAsia="Times New Roman"/>
        </w:rPr>
        <w:t>%</w:t>
      </w:r>
      <w:r w:rsidR="00AC0719" w:rsidRPr="3045487C">
        <w:rPr>
          <w:rFonts w:eastAsia="Times New Roman"/>
        </w:rPr>
        <w:t xml:space="preserve"> of the teen passenger vehicle drivers who died </w:t>
      </w:r>
      <w:r w:rsidR="000168A5" w:rsidRPr="3045487C">
        <w:rPr>
          <w:rFonts w:eastAsia="Times New Roman"/>
        </w:rPr>
        <w:t xml:space="preserve">in crashes </w:t>
      </w:r>
      <w:r w:rsidR="00AC0719" w:rsidRPr="3045487C">
        <w:rPr>
          <w:rFonts w:eastAsia="Times New Roman"/>
        </w:rPr>
        <w:t xml:space="preserve">were unbuckled. </w:t>
      </w:r>
      <w:r w:rsidR="00AC0719">
        <w:t xml:space="preserve">Even more troubling, when the teen driver </w:t>
      </w:r>
      <w:r w:rsidR="009853A5">
        <w:t xml:space="preserve">involved in the fatal crash </w:t>
      </w:r>
      <w:r w:rsidR="00AC0719">
        <w:t xml:space="preserve">was unbuckled, nine out of 10 of the passengers who died were also unbuckled. </w:t>
      </w:r>
    </w:p>
    <w:p w14:paraId="6DF686A5" w14:textId="3342F90F" w:rsidR="00897A56" w:rsidRDefault="00897A56" w:rsidP="00AC0719">
      <w:pPr>
        <w:pStyle w:val="ListParagraph"/>
        <w:ind w:left="1440"/>
      </w:pPr>
    </w:p>
    <w:p w14:paraId="25986646" w14:textId="0D12AAD9" w:rsidR="006D364A" w:rsidRDefault="00897A56" w:rsidP="00897A56">
      <w:pPr>
        <w:pStyle w:val="ListParagraph"/>
        <w:numPr>
          <w:ilvl w:val="1"/>
          <w:numId w:val="9"/>
        </w:numPr>
      </w:pPr>
      <w:r w:rsidRPr="00897A56">
        <w:rPr>
          <w:b/>
        </w:rPr>
        <w:t>Distracted Driving:</w:t>
      </w:r>
      <w:r>
        <w:t xml:space="preserve"> Distractions while driving </w:t>
      </w:r>
      <w:r w:rsidR="00585704">
        <w:t>can be deadly</w:t>
      </w:r>
      <w:r>
        <w:t xml:space="preserve">. </w:t>
      </w:r>
      <w:r w:rsidR="006A53D2">
        <w:t xml:space="preserve">In </w:t>
      </w:r>
      <w:r w:rsidR="000B0B2F">
        <w:t>2021</w:t>
      </w:r>
      <w:r w:rsidR="006A53D2">
        <w:t>, among teen</w:t>
      </w:r>
      <w:r w:rsidR="00E63DA7">
        <w:t xml:space="preserve"> passenger vehicle</w:t>
      </w:r>
      <w:r w:rsidR="006A53D2">
        <w:t xml:space="preserve"> drivers involved in fatal crashes, </w:t>
      </w:r>
      <w:r w:rsidR="00592A9C">
        <w:t>7</w:t>
      </w:r>
      <w:r w:rsidR="006A53D2">
        <w:t xml:space="preserve">% reported </w:t>
      </w:r>
      <w:r w:rsidR="00585704">
        <w:t>that they were</w:t>
      </w:r>
      <w:r w:rsidR="006A53D2">
        <w:t xml:space="preserve"> distracted at the time of the crash. </w:t>
      </w:r>
    </w:p>
    <w:p w14:paraId="6298487F" w14:textId="77777777" w:rsidR="00897A56" w:rsidRDefault="00897A56" w:rsidP="006D364A">
      <w:pPr>
        <w:pStyle w:val="ListParagraph"/>
        <w:ind w:left="1440"/>
      </w:pPr>
      <w:r>
        <w:t xml:space="preserve">  </w:t>
      </w:r>
    </w:p>
    <w:p w14:paraId="07220B67" w14:textId="14DF5944" w:rsidR="00897A56" w:rsidRDefault="00897A56" w:rsidP="00897A56">
      <w:pPr>
        <w:pStyle w:val="ListParagraph"/>
        <w:numPr>
          <w:ilvl w:val="1"/>
          <w:numId w:val="9"/>
        </w:numPr>
      </w:pPr>
      <w:r w:rsidRPr="00897A56">
        <w:rPr>
          <w:b/>
        </w:rPr>
        <w:t>Speeding:</w:t>
      </w:r>
      <w:r>
        <w:t xml:space="preserve"> </w:t>
      </w:r>
      <w:r w:rsidR="0073017D">
        <w:t xml:space="preserve">In </w:t>
      </w:r>
      <w:r w:rsidR="000B0B2F">
        <w:t>2021</w:t>
      </w:r>
      <w:r w:rsidR="006A53D2">
        <w:t xml:space="preserve">, </w:t>
      </w:r>
      <w:r w:rsidR="00D848F9">
        <w:t>almost one-third</w:t>
      </w:r>
      <w:r w:rsidR="00E63051">
        <w:t xml:space="preserve"> (</w:t>
      </w:r>
      <w:r w:rsidR="000B0B2F">
        <w:t>32</w:t>
      </w:r>
      <w:r w:rsidR="006A53D2">
        <w:t xml:space="preserve">%) of all teen drivers of passenger vehicles involved in fatal crashes were speeding at the time of the crash, and males were more likely to be involved in fatal crashes than females. </w:t>
      </w:r>
      <w:r>
        <w:br/>
      </w:r>
    </w:p>
    <w:p w14:paraId="401C2B09" w14:textId="0A87B8E2" w:rsidR="00897A56" w:rsidRDefault="00897A56" w:rsidP="00897A56">
      <w:pPr>
        <w:pStyle w:val="ListParagraph"/>
        <w:numPr>
          <w:ilvl w:val="1"/>
          <w:numId w:val="9"/>
        </w:numPr>
      </w:pPr>
      <w:r w:rsidRPr="00897A56">
        <w:rPr>
          <w:b/>
        </w:rPr>
        <w:lastRenderedPageBreak/>
        <w:t>Passengers:</w:t>
      </w:r>
      <w:r>
        <w:t xml:space="preserve"> </w:t>
      </w:r>
      <w:r w:rsidR="007F16F2">
        <w:t>The fallout from t</w:t>
      </w:r>
      <w:r>
        <w:t xml:space="preserve">een drivers transporting passengers can </w:t>
      </w:r>
      <w:r w:rsidR="007F16F2">
        <w:t>be tragic</w:t>
      </w:r>
      <w:r>
        <w:t xml:space="preserve">. Research shows that the risk of a fatal crash goes up </w:t>
      </w:r>
      <w:r w:rsidR="00C91583">
        <w:t xml:space="preserve">dramatically </w:t>
      </w:r>
      <w:r>
        <w:t xml:space="preserve">in direct relation to the number of passengers in a </w:t>
      </w:r>
      <w:r w:rsidR="0029488C">
        <w:t>vehicle</w:t>
      </w:r>
      <w:r>
        <w:t>. The likelihood of teen drivers engaging in risky behavior triples when traveling with multiple passengers.</w:t>
      </w:r>
    </w:p>
    <w:p w14:paraId="5DC9FB83" w14:textId="00766CF2" w:rsidR="00897A56" w:rsidRPr="00897A56" w:rsidRDefault="00806027" w:rsidP="00897A56">
      <w:pPr>
        <w:rPr>
          <w:b/>
        </w:rPr>
      </w:pPr>
      <w:r w:rsidRPr="00897A56">
        <w:rPr>
          <w:b/>
        </w:rPr>
        <w:t>Remember</w:t>
      </w:r>
      <w:r>
        <w:rPr>
          <w:b/>
        </w:rPr>
        <w:t xml:space="preserve"> the Rules of t</w:t>
      </w:r>
      <w:r w:rsidRPr="00897A56">
        <w:rPr>
          <w:b/>
        </w:rPr>
        <w:t>he Road</w:t>
      </w:r>
    </w:p>
    <w:p w14:paraId="28C2A928" w14:textId="5FAA2557" w:rsidR="00897A56" w:rsidRPr="00897A56" w:rsidRDefault="005138AD" w:rsidP="00897A56">
      <w:pPr>
        <w:pStyle w:val="ListParagraph"/>
        <w:numPr>
          <w:ilvl w:val="0"/>
          <w:numId w:val="11"/>
        </w:numPr>
        <w:rPr>
          <w:b/>
        </w:rPr>
      </w:pPr>
      <w:r>
        <w:rPr>
          <w:b/>
        </w:rPr>
        <w:t>Don’t Drive Impaired</w:t>
      </w:r>
      <w:r w:rsidR="00897A56" w:rsidRPr="00897A56">
        <w:rPr>
          <w:b/>
        </w:rPr>
        <w:t>.</w:t>
      </w:r>
    </w:p>
    <w:p w14:paraId="4EE031D5" w14:textId="4E98E9A6" w:rsidR="00897A56" w:rsidRDefault="00897A56" w:rsidP="00897A56">
      <w:pPr>
        <w:pStyle w:val="ListParagraph"/>
      </w:pPr>
      <w:r w:rsidRPr="001C23D8">
        <w:t>Set a good example by not driving after drinking</w:t>
      </w:r>
      <w:r w:rsidR="0050312A" w:rsidRPr="001C23D8">
        <w:t xml:space="preserve"> or consuming marijuana</w:t>
      </w:r>
      <w:r w:rsidR="00806027">
        <w:t xml:space="preserve"> or other impairing substances</w:t>
      </w:r>
      <w:r w:rsidRPr="001C23D8">
        <w:t>. Remind your teen that drinking before the age of 21 is illegal, and alcohol</w:t>
      </w:r>
      <w:r w:rsidR="0050312A" w:rsidRPr="001C23D8">
        <w:t xml:space="preserve"> and/or marijuana</w:t>
      </w:r>
      <w:r w:rsidRPr="001C23D8">
        <w:t xml:space="preserve"> and driving </w:t>
      </w:r>
      <w:r w:rsidR="007E067B">
        <w:t>never</w:t>
      </w:r>
      <w:r w:rsidR="0050312A" w:rsidRPr="001C23D8">
        <w:t xml:space="preserve"> mix, no matter your age. </w:t>
      </w:r>
      <w:r w:rsidRPr="001C23D8">
        <w:t>Also</w:t>
      </w:r>
      <w:r w:rsidR="00D22025">
        <w:t>,</w:t>
      </w:r>
      <w:r w:rsidRPr="001C23D8">
        <w:t xml:space="preserve"> remind them that driving under the influence of any impairing substance</w:t>
      </w:r>
      <w:r w:rsidR="00806027">
        <w:t xml:space="preserve"> —</w:t>
      </w:r>
      <w:r w:rsidRPr="001C23D8">
        <w:t xml:space="preserve"> including illicit</w:t>
      </w:r>
      <w:r w:rsidR="00EE4292" w:rsidRPr="001C23D8">
        <w:t>,</w:t>
      </w:r>
      <w:r w:rsidR="001D3B8E" w:rsidRPr="001C23D8">
        <w:t xml:space="preserve"> </w:t>
      </w:r>
      <w:r w:rsidRPr="001C23D8">
        <w:t>prescription</w:t>
      </w:r>
      <w:r w:rsidR="00EE4292" w:rsidRPr="001C23D8">
        <w:t>,</w:t>
      </w:r>
      <w:r w:rsidR="001D3B8E" w:rsidRPr="001C23D8">
        <w:t xml:space="preserve"> </w:t>
      </w:r>
      <w:r w:rsidR="00EE4292" w:rsidRPr="001C23D8">
        <w:t>or over</w:t>
      </w:r>
      <w:r w:rsidR="007526E9" w:rsidRPr="001C23D8">
        <w:t>-</w:t>
      </w:r>
      <w:r w:rsidR="00EE4292" w:rsidRPr="001C23D8">
        <w:t>the</w:t>
      </w:r>
      <w:r w:rsidR="007526E9" w:rsidRPr="001C23D8">
        <w:t>-</w:t>
      </w:r>
      <w:r w:rsidR="00EE4292" w:rsidRPr="001C23D8">
        <w:t>counter</w:t>
      </w:r>
      <w:r w:rsidRPr="001C23D8">
        <w:t xml:space="preserve"> drugs</w:t>
      </w:r>
      <w:r w:rsidR="00806027">
        <w:t xml:space="preserve"> —</w:t>
      </w:r>
      <w:r w:rsidR="001D3B8E" w:rsidRPr="001C23D8">
        <w:t xml:space="preserve"> </w:t>
      </w:r>
      <w:r w:rsidRPr="001C23D8">
        <w:t>could have deadly consequences.</w:t>
      </w:r>
    </w:p>
    <w:p w14:paraId="09E48B1A" w14:textId="77777777" w:rsidR="00F66539" w:rsidRDefault="00F66539" w:rsidP="00897A56">
      <w:pPr>
        <w:pStyle w:val="ListParagraph"/>
      </w:pPr>
    </w:p>
    <w:p w14:paraId="1FB92C4E" w14:textId="5F76A93B" w:rsidR="00897A56" w:rsidRPr="00897A56" w:rsidRDefault="00897A56" w:rsidP="00897A56">
      <w:pPr>
        <w:pStyle w:val="ListParagraph"/>
        <w:numPr>
          <w:ilvl w:val="0"/>
          <w:numId w:val="11"/>
        </w:numPr>
        <w:rPr>
          <w:b/>
        </w:rPr>
      </w:pPr>
      <w:r w:rsidRPr="00897A56">
        <w:rPr>
          <w:b/>
        </w:rPr>
        <w:t>Buckle Up</w:t>
      </w:r>
      <w:r w:rsidR="005B2E88">
        <w:rPr>
          <w:b/>
        </w:rPr>
        <w:t xml:space="preserve"> </w:t>
      </w:r>
      <w:r w:rsidR="00806027">
        <w:rPr>
          <w:b/>
        </w:rPr>
        <w:t>—</w:t>
      </w:r>
      <w:r w:rsidR="005B2E88">
        <w:rPr>
          <w:b/>
        </w:rPr>
        <w:t xml:space="preserve"> </w:t>
      </w:r>
      <w:r w:rsidRPr="00897A56">
        <w:rPr>
          <w:b/>
        </w:rPr>
        <w:t xml:space="preserve">Every Trip. Every Time. </w:t>
      </w:r>
    </w:p>
    <w:p w14:paraId="1DE5673B" w14:textId="5D4FC36F" w:rsidR="00897A56" w:rsidRDefault="00897A56" w:rsidP="00897A56">
      <w:pPr>
        <w:pStyle w:val="ListParagraph"/>
      </w:pPr>
      <w:r>
        <w:t xml:space="preserve">Lead by example. If you wear your seat belt every time you’re in the car, your teen is more likely to </w:t>
      </w:r>
      <w:r w:rsidR="00F35A77">
        <w:t>do the same</w:t>
      </w:r>
      <w:r>
        <w:t>. Remind your teen that it’s important to buckle up on every trip, every time, no matter what (both in the front and back seats)</w:t>
      </w:r>
      <w:r w:rsidR="0078342C">
        <w:t xml:space="preserve">, </w:t>
      </w:r>
      <w:r w:rsidR="0029488C">
        <w:t>even while</w:t>
      </w:r>
      <w:r w:rsidR="00D22025">
        <w:t xml:space="preserve"> in</w:t>
      </w:r>
      <w:r w:rsidR="0078342C">
        <w:t xml:space="preserve"> taxis </w:t>
      </w:r>
      <w:r w:rsidR="00D22025">
        <w:t xml:space="preserve">or </w:t>
      </w:r>
      <w:r w:rsidR="0078342C">
        <w:t>ride-sharing services</w:t>
      </w:r>
      <w:r w:rsidR="00561C7A">
        <w:t xml:space="preserve">. </w:t>
      </w:r>
      <w:r>
        <w:br/>
      </w:r>
    </w:p>
    <w:p w14:paraId="04B6136F" w14:textId="7E950286" w:rsidR="00897A56" w:rsidRPr="00897A56" w:rsidRDefault="002E5B31" w:rsidP="0CC15297">
      <w:pPr>
        <w:pStyle w:val="ListParagraph"/>
        <w:numPr>
          <w:ilvl w:val="0"/>
          <w:numId w:val="11"/>
        </w:numPr>
        <w:rPr>
          <w:b/>
          <w:bCs/>
        </w:rPr>
      </w:pPr>
      <w:r>
        <w:rPr>
          <w:b/>
          <w:bCs/>
        </w:rPr>
        <w:t xml:space="preserve">Keep Your </w:t>
      </w:r>
      <w:r w:rsidR="00897A56" w:rsidRPr="0CC15297">
        <w:rPr>
          <w:b/>
          <w:bCs/>
        </w:rPr>
        <w:t>Eyes on the Road, Hands on the Wheel</w:t>
      </w:r>
      <w:r>
        <w:rPr>
          <w:b/>
          <w:bCs/>
        </w:rPr>
        <w:t>, and Mind on the Driving Task.</w:t>
      </w:r>
      <w:r w:rsidR="00897A56" w:rsidRPr="0CC15297">
        <w:rPr>
          <w:b/>
          <w:bCs/>
        </w:rPr>
        <w:t xml:space="preserve"> </w:t>
      </w:r>
    </w:p>
    <w:p w14:paraId="58144A5C" w14:textId="13D83F03" w:rsidR="00897A56" w:rsidRDefault="00897A56" w:rsidP="00897A56">
      <w:pPr>
        <w:pStyle w:val="ListParagraph"/>
      </w:pPr>
      <w:r>
        <w:t xml:space="preserve">Remind your teen about the dangers of texting, dialing, or using mobile apps while driving. </w:t>
      </w:r>
      <w:r w:rsidR="00806027">
        <w:t xml:space="preserve">Require your young driver to put their phones away </w:t>
      </w:r>
      <w:r>
        <w:t xml:space="preserve">and </w:t>
      </w:r>
      <w:r w:rsidR="00F97E04">
        <w:t xml:space="preserve">to </w:t>
      </w:r>
      <w:r>
        <w:t xml:space="preserve">turn on the “Do Not Disturb” or similar </w:t>
      </w:r>
      <w:r w:rsidR="005B3F0C">
        <w:t xml:space="preserve">phone </w:t>
      </w:r>
      <w:r>
        <w:t>feature</w:t>
      </w:r>
      <w:r w:rsidR="005B3F0C">
        <w:t>s</w:t>
      </w:r>
      <w:r>
        <w:t xml:space="preserve"> </w:t>
      </w:r>
      <w:r w:rsidR="005B3F0C">
        <w:t>when on the road</w:t>
      </w:r>
      <w:r>
        <w:t xml:space="preserve">. Distracted driving isn’t limited to phone use; other passengers, </w:t>
      </w:r>
      <w:r w:rsidR="005B3F0C">
        <w:t xml:space="preserve">vehicle </w:t>
      </w:r>
      <w:r>
        <w:t>audio and climate controls, and eating or drinking while driving are all sources of dangerous d</w:t>
      </w:r>
      <w:r w:rsidR="00806027">
        <w:t>istractions when full time and attention should be given to driving. Know your s</w:t>
      </w:r>
      <w:r w:rsidR="00671321">
        <w:t xml:space="preserve">tate’s law regarding mobile phone and texting while driving restrictions; </w:t>
      </w:r>
      <w:r w:rsidR="002E5B31">
        <w:t>49 st</w:t>
      </w:r>
      <w:r w:rsidR="00671321">
        <w:t xml:space="preserve">ates ban </w:t>
      </w:r>
      <w:r w:rsidR="002E5B31">
        <w:t xml:space="preserve">texting while driving for novice </w:t>
      </w:r>
      <w:r w:rsidR="00671321">
        <w:t xml:space="preserve">drivers. </w:t>
      </w:r>
      <w:r w:rsidR="0029488C">
        <w:t>Parents</w:t>
      </w:r>
      <w:r w:rsidR="009724B7">
        <w:t xml:space="preserve"> and guardians</w:t>
      </w:r>
      <w:r w:rsidR="0029488C">
        <w:t xml:space="preserve">, take note: These laws aren’t just for teen drivers. </w:t>
      </w:r>
      <w:r w:rsidR="00671321">
        <w:t xml:space="preserve">See </w:t>
      </w:r>
      <w:hyperlink r:id="rId11">
        <w:r w:rsidR="00671321" w:rsidRPr="0CC15297">
          <w:rPr>
            <w:rStyle w:val="Hyperlink"/>
            <w:i/>
            <w:iCs/>
          </w:rPr>
          <w:t>Distracted Driving Law Chart</w:t>
        </w:r>
      </w:hyperlink>
      <w:r w:rsidR="00F6205B" w:rsidRPr="0CC15297">
        <w:rPr>
          <w:rStyle w:val="Hyperlink"/>
          <w:i/>
          <w:iCs/>
          <w:u w:val="none"/>
        </w:rPr>
        <w:t>.</w:t>
      </w:r>
      <w:r w:rsidR="006D2344" w:rsidRPr="0CC15297">
        <w:rPr>
          <w:rStyle w:val="Hyperlink"/>
          <w:i/>
          <w:iCs/>
          <w:u w:val="none"/>
        </w:rPr>
        <w:t xml:space="preserve"> </w:t>
      </w:r>
      <w:r w:rsidR="00806027">
        <w:t>If your teen di</w:t>
      </w:r>
      <w:r w:rsidR="006D2344">
        <w:t>sobeys,</w:t>
      </w:r>
      <w:r w:rsidR="00E002E6">
        <w:t xml:space="preserve"> enforce the penalties set </w:t>
      </w:r>
      <w:r w:rsidR="005B3F0C">
        <w:t xml:space="preserve">with </w:t>
      </w:r>
      <w:r w:rsidR="00E002E6">
        <w:t>your teen before they started driving.</w:t>
      </w:r>
    </w:p>
    <w:p w14:paraId="7F8E7D3F" w14:textId="77777777" w:rsidR="00CE7C46" w:rsidRDefault="00CE7C46" w:rsidP="00897A56">
      <w:pPr>
        <w:pStyle w:val="ListParagraph"/>
      </w:pPr>
    </w:p>
    <w:p w14:paraId="1D759EBD" w14:textId="77777777" w:rsidR="00897A56" w:rsidRPr="00897A56" w:rsidRDefault="00897A56" w:rsidP="00897A56">
      <w:pPr>
        <w:pStyle w:val="ListParagraph"/>
        <w:numPr>
          <w:ilvl w:val="0"/>
          <w:numId w:val="11"/>
        </w:numPr>
        <w:rPr>
          <w:b/>
        </w:rPr>
      </w:pPr>
      <w:r w:rsidRPr="00897A56">
        <w:rPr>
          <w:b/>
        </w:rPr>
        <w:t xml:space="preserve">Obey All Posted Speed Limits. </w:t>
      </w:r>
    </w:p>
    <w:p w14:paraId="4457810A" w14:textId="7D706734" w:rsidR="00897A56" w:rsidRDefault="00897A56" w:rsidP="00897A56">
      <w:pPr>
        <w:pStyle w:val="ListParagraph"/>
      </w:pPr>
      <w:r>
        <w:t xml:space="preserve">Speeding is a critical issue for all drivers, especially for teens who lack the experience to react to changing circumstances around their cars. Obey the speed limit and require your teen to do the same. </w:t>
      </w:r>
      <w:r w:rsidR="007E067B">
        <w:t>Remember: They are watching you.</w:t>
      </w:r>
      <w:r>
        <w:br/>
      </w:r>
    </w:p>
    <w:p w14:paraId="6BFE484D" w14:textId="07CD8A13" w:rsidR="00897A56" w:rsidRPr="00897A56" w:rsidRDefault="00627D1B" w:rsidP="00897A56">
      <w:pPr>
        <w:pStyle w:val="ListParagraph"/>
        <w:numPr>
          <w:ilvl w:val="0"/>
          <w:numId w:val="11"/>
        </w:numPr>
        <w:rPr>
          <w:b/>
        </w:rPr>
      </w:pPr>
      <w:r>
        <w:rPr>
          <w:b/>
        </w:rPr>
        <w:t xml:space="preserve">Limit </w:t>
      </w:r>
      <w:r w:rsidR="00897A56" w:rsidRPr="00897A56">
        <w:rPr>
          <w:b/>
        </w:rPr>
        <w:t xml:space="preserve">Passengers. </w:t>
      </w:r>
    </w:p>
    <w:p w14:paraId="1528B2DA" w14:textId="4048BEC4" w:rsidR="00897A56" w:rsidRDefault="00897A56" w:rsidP="00897A56">
      <w:pPr>
        <w:pStyle w:val="ListParagraph"/>
      </w:pPr>
      <w:r>
        <w:t xml:space="preserve">With each passenger in the vehicle, your teen’s risk of a fatal crash </w:t>
      </w:r>
      <w:r w:rsidR="006D2344">
        <w:t>increases</w:t>
      </w:r>
      <w:r>
        <w:t xml:space="preserve">. Review your </w:t>
      </w:r>
      <w:hyperlink r:id="rId12">
        <w:r w:rsidR="003B4E73" w:rsidRPr="1D01AFA2">
          <w:rPr>
            <w:rStyle w:val="Hyperlink"/>
          </w:rPr>
          <w:t>s</w:t>
        </w:r>
        <w:r w:rsidRPr="1D01AFA2">
          <w:rPr>
            <w:rStyle w:val="Hyperlink"/>
          </w:rPr>
          <w:t>tate’s GDL law</w:t>
        </w:r>
      </w:hyperlink>
      <w:r w:rsidR="002A3F0D">
        <w:t xml:space="preserve"> </w:t>
      </w:r>
      <w:r>
        <w:t>before your teen takes to the road</w:t>
      </w:r>
      <w:r w:rsidR="00160A45">
        <w:t xml:space="preserve"> — y</w:t>
      </w:r>
      <w:r>
        <w:t xml:space="preserve">our </w:t>
      </w:r>
      <w:r w:rsidR="007E067B">
        <w:t>s</w:t>
      </w:r>
      <w:r>
        <w:t xml:space="preserve">tate may </w:t>
      </w:r>
      <w:r w:rsidR="00C216A7">
        <w:t xml:space="preserve">restrict the </w:t>
      </w:r>
      <w:r w:rsidR="00C216A7">
        <w:lastRenderedPageBreak/>
        <w:t>number of</w:t>
      </w:r>
      <w:r>
        <w:t xml:space="preserve"> passengers </w:t>
      </w:r>
      <w:r w:rsidR="00C216A7">
        <w:t>in the vehicle</w:t>
      </w:r>
      <w:r w:rsidR="002A3F0D">
        <w:t xml:space="preserve"> during the </w:t>
      </w:r>
      <w:r w:rsidR="00160A45">
        <w:t xml:space="preserve">first months of driving on a </w:t>
      </w:r>
      <w:r w:rsidR="00754480">
        <w:t>provisional license</w:t>
      </w:r>
      <w:r w:rsidR="00160A45">
        <w:t>. GDL laws may</w:t>
      </w:r>
      <w:r w:rsidR="00E002E6">
        <w:t xml:space="preserve"> further dictate who can ride in a car being driven by a teen </w:t>
      </w:r>
      <w:r w:rsidR="00160A45">
        <w:t>after the permit period has ended</w:t>
      </w:r>
      <w:r>
        <w:t>.</w:t>
      </w:r>
      <w:r w:rsidR="00197F5E">
        <w:t xml:space="preserve"> </w:t>
      </w:r>
    </w:p>
    <w:p w14:paraId="1FF1B04E" w14:textId="223A0837" w:rsidR="00897A56" w:rsidRPr="00897A56" w:rsidRDefault="00E002E6" w:rsidP="00897A56">
      <w:pPr>
        <w:rPr>
          <w:b/>
        </w:rPr>
      </w:pPr>
      <w:r>
        <w:rPr>
          <w:b/>
        </w:rPr>
        <w:t xml:space="preserve">Engage in </w:t>
      </w:r>
      <w:r w:rsidR="006D2344">
        <w:rPr>
          <w:b/>
        </w:rPr>
        <w:t xml:space="preserve">Safe Driving Conversations Year-Round </w:t>
      </w:r>
    </w:p>
    <w:p w14:paraId="6A104ED2" w14:textId="14D0CB0C" w:rsidR="00897A56" w:rsidRDefault="000146FB" w:rsidP="00897A56">
      <w:r>
        <w:t>It is never too early, or too often, to discuss safe driving habits with your teen. You may choose to s</w:t>
      </w:r>
      <w:r w:rsidR="00897A56">
        <w:t xml:space="preserve">tart the conversation during </w:t>
      </w:r>
      <w:r w:rsidR="00897A56" w:rsidRPr="004C04D2">
        <w:t>National Teen Driver Safety Week</w:t>
      </w:r>
      <w:r w:rsidR="00897A56">
        <w:t xml:space="preserve">, but </w:t>
      </w:r>
      <w:r>
        <w:t xml:space="preserve">don’t be afraid to </w:t>
      </w:r>
      <w:r w:rsidR="00897A56">
        <w:t>continue the conversation every day throughout the year.</w:t>
      </w:r>
      <w:r w:rsidR="006D2344">
        <w:t xml:space="preserve"> </w:t>
      </w:r>
      <w:r w:rsidR="00897A56">
        <w:t xml:space="preserve">Even if it seems like they’re tuning you out, keep reinforcing these rules. </w:t>
      </w:r>
      <w:r w:rsidR="007E067B">
        <w:t>Your teen is</w:t>
      </w:r>
      <w:r w:rsidR="00897A56">
        <w:t xml:space="preserve"> listening</w:t>
      </w:r>
      <w:r w:rsidR="006D2344">
        <w:t xml:space="preserve"> </w:t>
      </w:r>
      <w:r w:rsidR="00897A56">
        <w:t>—</w:t>
      </w:r>
      <w:r w:rsidR="00600B04">
        <w:t xml:space="preserve"> </w:t>
      </w:r>
      <w:r w:rsidR="00897A56">
        <w:t xml:space="preserve">your constant reminders about these powerful messages will get through. </w:t>
      </w:r>
      <w:r w:rsidR="007E067B">
        <w:t xml:space="preserve">NHTSA has a few other ideas to keep you and your teen engaged in this healthy dialogue: </w:t>
      </w:r>
    </w:p>
    <w:p w14:paraId="0EACC009" w14:textId="4F895167" w:rsidR="00897A56" w:rsidRDefault="00897A56" w:rsidP="007E067B">
      <w:pPr>
        <w:pStyle w:val="ListParagraph"/>
        <w:numPr>
          <w:ilvl w:val="0"/>
          <w:numId w:val="14"/>
        </w:numPr>
      </w:pPr>
      <w:r>
        <w:t xml:space="preserve">Get creative! </w:t>
      </w:r>
      <w:r w:rsidR="00F0114C">
        <w:t>Having a conversation</w:t>
      </w:r>
      <w:r>
        <w:t xml:space="preserve"> is just one way to discuss safe driving. You can also write your teen a letter, send email or text reminders, leave sticky note reminders in the car, or use social media to share your messages. </w:t>
      </w:r>
    </w:p>
    <w:p w14:paraId="144FC268" w14:textId="6E739844" w:rsidR="00897A56" w:rsidRDefault="00897A56" w:rsidP="007E067B">
      <w:pPr>
        <w:pStyle w:val="ListParagraph"/>
        <w:numPr>
          <w:ilvl w:val="0"/>
          <w:numId w:val="14"/>
        </w:numPr>
      </w:pPr>
      <w:r>
        <w:t>Get it in writing. Create a parent</w:t>
      </w:r>
      <w:r w:rsidR="009724B7">
        <w:t>/guardian</w:t>
      </w:r>
      <w:r>
        <w:t xml:space="preserve">-teen driving contract that outlines the rules and consequences for your teen driver. Hang the signed contract in a visible place as a constant reminder about the rules of the road. </w:t>
      </w:r>
    </w:p>
    <w:p w14:paraId="52E1DEE8" w14:textId="5A400872" w:rsidR="00897A56" w:rsidRDefault="00897A56" w:rsidP="007E067B">
      <w:pPr>
        <w:pStyle w:val="ListParagraph"/>
        <w:numPr>
          <w:ilvl w:val="0"/>
          <w:numId w:val="14"/>
        </w:numPr>
      </w:pPr>
      <w:r>
        <w:t xml:space="preserve">If you and your teen are going somewhere together, let your teen drive. </w:t>
      </w:r>
      <w:r w:rsidR="000146FB">
        <w:t xml:space="preserve">This is a great time for you to evaluate their driving progress and to discuss safe driving habits. </w:t>
      </w:r>
      <w:r>
        <w:t xml:space="preserve">Make sure your teen is following the </w:t>
      </w:r>
      <w:r w:rsidR="001D3B8E">
        <w:t>rules</w:t>
      </w:r>
      <w:r>
        <w:t xml:space="preserve"> you’ve set.</w:t>
      </w:r>
    </w:p>
    <w:p w14:paraId="3B870A17" w14:textId="57E7E570" w:rsidR="006D2344" w:rsidRDefault="006D2344" w:rsidP="007E067B">
      <w:pPr>
        <w:pStyle w:val="ListParagraph"/>
        <w:numPr>
          <w:ilvl w:val="0"/>
          <w:numId w:val="14"/>
        </w:numPr>
      </w:pPr>
      <w:r>
        <w:t xml:space="preserve">Finally, be empowered. Driving — for everyone, teen and adult alike — is a privilege, not a right. If your teen is having a difficult time following the rules, it may be time to take away the keys and review the basics. Safe teen drivers can mean the difference between life and death — for themselves, their passengers, and all other road users. </w:t>
      </w:r>
    </w:p>
    <w:p w14:paraId="3E313CED" w14:textId="2EFE5D79" w:rsidR="00FC4B76" w:rsidRDefault="00897A56" w:rsidP="00FC4B76">
      <w:r>
        <w:rPr>
          <w:noProof/>
          <w:sz w:val="14"/>
          <w:szCs w:val="14"/>
        </w:rPr>
        <mc:AlternateContent>
          <mc:Choice Requires="wps">
            <w:drawing>
              <wp:anchor distT="0" distB="0" distL="114300" distR="114300" simplePos="0" relativeHeight="251658241" behindDoc="0" locked="0" layoutInCell="1" allowOverlap="1" wp14:anchorId="3804B896" wp14:editId="282A2AFC">
                <wp:simplePos x="0" y="0"/>
                <wp:positionH relativeFrom="column">
                  <wp:posOffset>5062220</wp:posOffset>
                </wp:positionH>
                <wp:positionV relativeFrom="paragraph">
                  <wp:posOffset>6775450</wp:posOffset>
                </wp:positionV>
                <wp:extent cx="1107440" cy="142240"/>
                <wp:effectExtent l="0" t="0" r="16510" b="1016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FA423C" w14:textId="77777777" w:rsidR="00CD2705" w:rsidRDefault="00CD2705" w:rsidP="00BA740B">
                            <w:pPr>
                              <w:pStyle w:val="5ControlCode"/>
                            </w:pPr>
                            <w:r>
                              <w:t>13023a-</w:t>
                            </w:r>
                            <w:r w:rsidRPr="008C7C7D">
                              <w:t>072817-v2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3804B896">
                <v:stroke joinstyle="miter"/>
                <v:path gradientshapeok="t" o:connecttype="rect"/>
              </v:shapetype>
              <v:shape id="Text Box 1" style="position:absolute;margin-left:398.6pt;margin-top:533.5pt;width:87.2pt;height:11.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">
                <v:textbox inset="0,0,0,0">
                  <w:txbxContent>
                    <w:p w:rsidR="00CD2705" w:rsidP="00BA740B" w:rsidRDefault="00CD2705" w14:paraId="58FA423C" w14:textId="77777777">
                      <w:pPr>
                        <w:pStyle w:val="5ControlCode"/>
                      </w:pPr>
                      <w:r>
                        <w:t>13023a-</w:t>
                      </w:r>
                      <w:r w:rsidRPr="008C7C7D">
                        <w:t>072817-v2</w:t>
                      </w:r>
                    </w:p>
                  </w:txbxContent>
                </v:textbox>
              </v:shape>
            </w:pict>
          </mc:Fallback>
        </mc:AlternateContent>
      </w:r>
      <w:r w:rsidR="00FC4B76">
        <w:t xml:space="preserve">For more information </w:t>
      </w:r>
      <w:r w:rsidR="00FC4B76" w:rsidRPr="00C01542">
        <w:t>about National Teen Driver Safety Week and</w:t>
      </w:r>
      <w:r w:rsidR="00FC4B76">
        <w:t xml:space="preserve"> </w:t>
      </w:r>
      <w:r w:rsidR="00634330">
        <w:t xml:space="preserve">to learn more </w:t>
      </w:r>
      <w:r w:rsidR="00FC4B76">
        <w:t>safe driving tips for your teens, please visit</w:t>
      </w:r>
      <w:r w:rsidR="008C7C7D">
        <w:t xml:space="preserve"> </w:t>
      </w:r>
      <w:hyperlink r:id="rId13" w:history="1">
        <w:r w:rsidR="008C7C7D" w:rsidRPr="008C7C7D">
          <w:rPr>
            <w:rStyle w:val="Hyperlink"/>
          </w:rPr>
          <w:t>www.nhtsa.gov/road-safety/teen-driving</w:t>
        </w:r>
      </w:hyperlink>
      <w:r w:rsidR="00FC4B76">
        <w:t>.</w:t>
      </w:r>
    </w:p>
    <w:sectPr w:rsidR="00FC4B76" w:rsidSect="002F5213">
      <w:headerReference w:type="default" r:id="rId14"/>
      <w:footerReference w:type="default" r:id="rId15"/>
      <w:headerReference w:type="first" r:id="rId16"/>
      <w:pgSz w:w="12240" w:h="15840"/>
      <w:pgMar w:top="1800" w:right="1440" w:bottom="12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4BA33" w14:textId="77777777" w:rsidR="002C1AA1" w:rsidRDefault="002C1AA1" w:rsidP="00901CE9">
      <w:pPr>
        <w:spacing w:after="0" w:line="240" w:lineRule="auto"/>
      </w:pPr>
      <w:r>
        <w:separator/>
      </w:r>
    </w:p>
  </w:endnote>
  <w:endnote w:type="continuationSeparator" w:id="0">
    <w:p w14:paraId="6C10C459" w14:textId="77777777" w:rsidR="002C1AA1" w:rsidRDefault="002C1AA1" w:rsidP="00901CE9">
      <w:pPr>
        <w:spacing w:after="0" w:line="240" w:lineRule="auto"/>
      </w:pPr>
      <w:r>
        <w:continuationSeparator/>
      </w:r>
    </w:p>
  </w:endnote>
  <w:endnote w:type="continuationNotice" w:id="1">
    <w:p w14:paraId="4DEDAE36" w14:textId="77777777" w:rsidR="002C1AA1" w:rsidRDefault="002C1A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panose1 w:val="020606030202050204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63407" w14:textId="77777777" w:rsidR="0004494F" w:rsidRDefault="0004494F" w:rsidP="001F2E0C">
    <w:pPr>
      <w:pStyle w:val="5ControlCode"/>
      <w:spacing w:after="0"/>
    </w:pPr>
  </w:p>
  <w:p w14:paraId="1BB8A728" w14:textId="1A9E32BD" w:rsidR="0004494F" w:rsidRDefault="0004494F" w:rsidP="001F2E0C">
    <w:pPr>
      <w:pStyle w:val="5ControlCode"/>
      <w:spacing w:after="0"/>
    </w:pPr>
  </w:p>
  <w:p w14:paraId="16909046" w14:textId="17DAC3C0" w:rsidR="001F2E0C" w:rsidRPr="00901CE9" w:rsidRDefault="001F2E0C" w:rsidP="001F2E0C">
    <w:pPr>
      <w:pStyle w:val="5ControlCode"/>
      <w:spacing w:after="0"/>
    </w:pPr>
    <w:r w:rsidRPr="004F3BA4">
      <w:t xml:space="preserve"> </w:t>
    </w:r>
    <w:r w:rsidR="00D848F9">
      <w:t>15</w:t>
    </w:r>
    <w:r w:rsidR="00911929">
      <w:t>756</w:t>
    </w:r>
    <w:r w:rsidR="00D848F9">
      <w:t>a</w:t>
    </w:r>
    <w:r w:rsidR="0029488C">
      <w:t>-</w:t>
    </w:r>
    <w:r w:rsidR="007F16F2">
      <w:t>051923</w:t>
    </w:r>
    <w:r>
      <w:t>-</w:t>
    </w:r>
    <w:r w:rsidR="002E5B31">
      <w:t>v</w:t>
    </w:r>
    <w:r w:rsidR="007F16F2">
      <w:t>2</w:t>
    </w:r>
  </w:p>
  <w:p w14:paraId="700C575E" w14:textId="77777777" w:rsidR="00CD2705" w:rsidRPr="00901CE9" w:rsidRDefault="00CD2705" w:rsidP="007F0F99">
    <w:pPr>
      <w:pStyle w:val="Footer"/>
      <w:jc w:val="cente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AB74F" w14:textId="77777777" w:rsidR="002C1AA1" w:rsidRDefault="002C1AA1" w:rsidP="00901CE9">
      <w:pPr>
        <w:spacing w:after="0" w:line="240" w:lineRule="auto"/>
      </w:pPr>
      <w:r>
        <w:separator/>
      </w:r>
    </w:p>
  </w:footnote>
  <w:footnote w:type="continuationSeparator" w:id="0">
    <w:p w14:paraId="7F14E7DB" w14:textId="77777777" w:rsidR="002C1AA1" w:rsidRDefault="002C1AA1" w:rsidP="00901CE9">
      <w:pPr>
        <w:spacing w:after="0" w:line="240" w:lineRule="auto"/>
      </w:pPr>
      <w:r>
        <w:continuationSeparator/>
      </w:r>
    </w:p>
  </w:footnote>
  <w:footnote w:type="continuationNotice" w:id="1">
    <w:p w14:paraId="53F4F72D" w14:textId="77777777" w:rsidR="002C1AA1" w:rsidRDefault="002C1A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02231" w14:textId="2378480B" w:rsidR="00CD2705" w:rsidRDefault="006D0222" w:rsidP="007C2723">
    <w:pPr>
      <w:pStyle w:val="Header"/>
      <w:tabs>
        <w:tab w:val="clear" w:pos="4680"/>
      </w:tabs>
      <w:jc w:val="center"/>
      <w:rPr>
        <w:b/>
        <w:noProof/>
        <w:position w:val="6"/>
        <w:sz w:val="36"/>
        <w:szCs w:val="36"/>
      </w:rPr>
    </w:pPr>
    <w:r>
      <w:rPr>
        <w:b/>
        <w:noProof/>
        <w:position w:val="6"/>
        <w:sz w:val="36"/>
        <w:szCs w:val="36"/>
      </w:rPr>
      <w:drawing>
        <wp:inline distT="0" distB="0" distL="0" distR="0" wp14:anchorId="5870A1B1" wp14:editId="73F7D904">
          <wp:extent cx="1398107" cy="1003177"/>
          <wp:effectExtent l="0" t="0" r="0" b="6985"/>
          <wp:docPr id="4" name="Picture 4" descr="Rules for the Road logo" title="Rules for the Roa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enDriver-HorizLockup.jpg"/>
                  <pic:cNvPicPr/>
                </pic:nvPicPr>
                <pic:blipFill rotWithShape="1">
                  <a:blip r:embed="rId1" cstate="print">
                    <a:extLst>
                      <a:ext uri="{28A0092B-C50C-407E-A947-70E740481C1C}">
                        <a14:useLocalDpi xmlns:a14="http://schemas.microsoft.com/office/drawing/2010/main" val="0"/>
                      </a:ext>
                    </a:extLst>
                  </a:blip>
                  <a:srcRect t="5438" b="6738"/>
                  <a:stretch/>
                </pic:blipFill>
                <pic:spPr bwMode="auto">
                  <a:xfrm>
                    <a:off x="0" y="0"/>
                    <a:ext cx="1398107" cy="1003177"/>
                  </a:xfrm>
                  <a:prstGeom prst="rect">
                    <a:avLst/>
                  </a:prstGeom>
                  <a:ln>
                    <a:noFill/>
                  </a:ln>
                  <a:extLst>
                    <a:ext uri="{53640926-AAD7-44D8-BBD7-CCE9431645EC}">
                      <a14:shadowObscured xmlns:a14="http://schemas.microsoft.com/office/drawing/2010/main"/>
                    </a:ext>
                  </a:extLst>
                </pic:spPr>
              </pic:pic>
            </a:graphicData>
          </a:graphic>
        </wp:inline>
      </w:drawing>
    </w:r>
  </w:p>
  <w:p w14:paraId="4B2C7A7B" w14:textId="77777777" w:rsidR="00CD2705" w:rsidRDefault="00CD2705" w:rsidP="007C2723">
    <w:pPr>
      <w:pStyle w:val="Header"/>
      <w:tabs>
        <w:tab w:val="clear" w:pos="4680"/>
      </w:tabs>
      <w:jc w:val="center"/>
      <w:rPr>
        <w:b/>
        <w:noProof/>
        <w:position w:val="6"/>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6B233" w14:textId="77777777" w:rsidR="00CD2705" w:rsidRDefault="00CD2705" w:rsidP="00BA740B">
    <w:pPr>
      <w:pStyle w:val="Header"/>
      <w:jc w:val="center"/>
    </w:pPr>
    <w:r>
      <w:rPr>
        <w:b/>
        <w:noProof/>
        <w:position w:val="6"/>
        <w:sz w:val="36"/>
        <w:szCs w:val="36"/>
      </w:rPr>
      <w:drawing>
        <wp:inline distT="0" distB="0" distL="0" distR="0" wp14:anchorId="71BE4E2C" wp14:editId="2CC9E8F1">
          <wp:extent cx="1797803" cy="1013022"/>
          <wp:effectExtent l="0" t="0" r="0" b="0"/>
          <wp:docPr id="6" name="Picture 6" descr="NHTSA logo" title="NHT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enDriver-HorizLockup.jpg"/>
                  <pic:cNvPicPr/>
                </pic:nvPicPr>
                <pic:blipFill rotWithShape="1">
                  <a:blip r:embed="rId1" cstate="print">
                    <a:extLst>
                      <a:ext uri="{28A0092B-C50C-407E-A947-70E740481C1C}">
                        <a14:useLocalDpi xmlns:a14="http://schemas.microsoft.com/office/drawing/2010/main" val="0"/>
                      </a:ext>
                    </a:extLst>
                  </a:blip>
                  <a:srcRect r="47748"/>
                  <a:stretch/>
                </pic:blipFill>
                <pic:spPr bwMode="auto">
                  <a:xfrm>
                    <a:off x="0" y="0"/>
                    <a:ext cx="1801286" cy="1014984"/>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471B0"/>
    <w:multiLevelType w:val="hybridMultilevel"/>
    <w:tmpl w:val="71044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D4B6B"/>
    <w:multiLevelType w:val="hybridMultilevel"/>
    <w:tmpl w:val="00BEE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3F19C6"/>
    <w:multiLevelType w:val="hybridMultilevel"/>
    <w:tmpl w:val="CD388D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0A0CB1"/>
    <w:multiLevelType w:val="hybridMultilevel"/>
    <w:tmpl w:val="0DE42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FB40E9"/>
    <w:multiLevelType w:val="hybridMultilevel"/>
    <w:tmpl w:val="CF129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D50916"/>
    <w:multiLevelType w:val="hybridMultilevel"/>
    <w:tmpl w:val="81728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467BB3"/>
    <w:multiLevelType w:val="hybridMultilevel"/>
    <w:tmpl w:val="C7FED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F6578E"/>
    <w:multiLevelType w:val="hybridMultilevel"/>
    <w:tmpl w:val="709C6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AA25A8"/>
    <w:multiLevelType w:val="hybridMultilevel"/>
    <w:tmpl w:val="890C1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825017"/>
    <w:multiLevelType w:val="hybridMultilevel"/>
    <w:tmpl w:val="7550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221F6E"/>
    <w:multiLevelType w:val="hybridMultilevel"/>
    <w:tmpl w:val="FED03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2574FE"/>
    <w:multiLevelType w:val="hybridMultilevel"/>
    <w:tmpl w:val="ED4870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2624748">
    <w:abstractNumId w:val="0"/>
  </w:num>
  <w:num w:numId="2" w16cid:durableId="1563835568">
    <w:abstractNumId w:val="11"/>
  </w:num>
  <w:num w:numId="3" w16cid:durableId="709376992">
    <w:abstractNumId w:val="6"/>
  </w:num>
  <w:num w:numId="4" w16cid:durableId="1057631909">
    <w:abstractNumId w:val="9"/>
  </w:num>
  <w:num w:numId="5" w16cid:durableId="1690908069">
    <w:abstractNumId w:val="8"/>
  </w:num>
  <w:num w:numId="6" w16cid:durableId="1903520825">
    <w:abstractNumId w:val="3"/>
  </w:num>
  <w:num w:numId="7" w16cid:durableId="1408960053">
    <w:abstractNumId w:val="10"/>
  </w:num>
  <w:num w:numId="8" w16cid:durableId="1256280977">
    <w:abstractNumId w:val="1"/>
  </w:num>
  <w:num w:numId="9" w16cid:durableId="227768877">
    <w:abstractNumId w:val="7"/>
  </w:num>
  <w:num w:numId="10" w16cid:durableId="1501117967">
    <w:abstractNumId w:val="2"/>
  </w:num>
  <w:num w:numId="11" w16cid:durableId="1206796211">
    <w:abstractNumId w:val="12"/>
  </w:num>
  <w:num w:numId="12" w16cid:durableId="1162693807">
    <w:abstractNumId w:val="5"/>
  </w:num>
  <w:num w:numId="13" w16cid:durableId="1992100479">
    <w:abstractNumId w:val="7"/>
  </w:num>
  <w:num w:numId="14" w16cid:durableId="12311919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064C1"/>
    <w:rsid w:val="000102E4"/>
    <w:rsid w:val="000146FB"/>
    <w:rsid w:val="000168A5"/>
    <w:rsid w:val="00022A6A"/>
    <w:rsid w:val="0002488B"/>
    <w:rsid w:val="0004308B"/>
    <w:rsid w:val="0004494F"/>
    <w:rsid w:val="000663F2"/>
    <w:rsid w:val="0006692D"/>
    <w:rsid w:val="00071B37"/>
    <w:rsid w:val="00087B28"/>
    <w:rsid w:val="000B0B2F"/>
    <w:rsid w:val="000C2905"/>
    <w:rsid w:val="000C67B7"/>
    <w:rsid w:val="000D0651"/>
    <w:rsid w:val="000F5431"/>
    <w:rsid w:val="000F7CA6"/>
    <w:rsid w:val="00113D8C"/>
    <w:rsid w:val="0012331B"/>
    <w:rsid w:val="00126CF3"/>
    <w:rsid w:val="00131536"/>
    <w:rsid w:val="0013633D"/>
    <w:rsid w:val="00142503"/>
    <w:rsid w:val="0014583E"/>
    <w:rsid w:val="00154D4E"/>
    <w:rsid w:val="00160A45"/>
    <w:rsid w:val="00161F42"/>
    <w:rsid w:val="00170C33"/>
    <w:rsid w:val="00184D48"/>
    <w:rsid w:val="001857F2"/>
    <w:rsid w:val="00197F5E"/>
    <w:rsid w:val="001B00A9"/>
    <w:rsid w:val="001B0F3D"/>
    <w:rsid w:val="001C23D8"/>
    <w:rsid w:val="001C754A"/>
    <w:rsid w:val="001D0E93"/>
    <w:rsid w:val="001D213A"/>
    <w:rsid w:val="001D3B8E"/>
    <w:rsid w:val="001E087C"/>
    <w:rsid w:val="001E514C"/>
    <w:rsid w:val="001E692F"/>
    <w:rsid w:val="001F2E0C"/>
    <w:rsid w:val="001F7900"/>
    <w:rsid w:val="00205F4F"/>
    <w:rsid w:val="002132B5"/>
    <w:rsid w:val="0021528E"/>
    <w:rsid w:val="002403BF"/>
    <w:rsid w:val="002630F5"/>
    <w:rsid w:val="00273BBE"/>
    <w:rsid w:val="00280290"/>
    <w:rsid w:val="002839D3"/>
    <w:rsid w:val="0029488C"/>
    <w:rsid w:val="00295062"/>
    <w:rsid w:val="002A3F0D"/>
    <w:rsid w:val="002A6AAF"/>
    <w:rsid w:val="002B4917"/>
    <w:rsid w:val="002B66C6"/>
    <w:rsid w:val="002C1AA1"/>
    <w:rsid w:val="002C5FF8"/>
    <w:rsid w:val="002E5B31"/>
    <w:rsid w:val="002F5213"/>
    <w:rsid w:val="002F62B7"/>
    <w:rsid w:val="0030269F"/>
    <w:rsid w:val="00320D49"/>
    <w:rsid w:val="00334BA1"/>
    <w:rsid w:val="0033655D"/>
    <w:rsid w:val="00343D85"/>
    <w:rsid w:val="00343E03"/>
    <w:rsid w:val="00352A56"/>
    <w:rsid w:val="00370851"/>
    <w:rsid w:val="00371123"/>
    <w:rsid w:val="003A3D38"/>
    <w:rsid w:val="003B4E73"/>
    <w:rsid w:val="003D2D80"/>
    <w:rsid w:val="003D7C9D"/>
    <w:rsid w:val="003E0109"/>
    <w:rsid w:val="003E28F1"/>
    <w:rsid w:val="003F1457"/>
    <w:rsid w:val="003F7ED3"/>
    <w:rsid w:val="00440AA4"/>
    <w:rsid w:val="0044490E"/>
    <w:rsid w:val="00482147"/>
    <w:rsid w:val="00487E13"/>
    <w:rsid w:val="004944B0"/>
    <w:rsid w:val="00497A52"/>
    <w:rsid w:val="004A3445"/>
    <w:rsid w:val="004A3AC5"/>
    <w:rsid w:val="004B3A1F"/>
    <w:rsid w:val="004C04D2"/>
    <w:rsid w:val="004C568B"/>
    <w:rsid w:val="004D21EE"/>
    <w:rsid w:val="004D4084"/>
    <w:rsid w:val="004D4299"/>
    <w:rsid w:val="004D77A2"/>
    <w:rsid w:val="004E204F"/>
    <w:rsid w:val="004F7615"/>
    <w:rsid w:val="0050312A"/>
    <w:rsid w:val="00512BFB"/>
    <w:rsid w:val="00512F29"/>
    <w:rsid w:val="005138AD"/>
    <w:rsid w:val="0051397A"/>
    <w:rsid w:val="00515528"/>
    <w:rsid w:val="0053335D"/>
    <w:rsid w:val="00534598"/>
    <w:rsid w:val="0053774A"/>
    <w:rsid w:val="005402D5"/>
    <w:rsid w:val="005430D9"/>
    <w:rsid w:val="00550936"/>
    <w:rsid w:val="005569EB"/>
    <w:rsid w:val="005604E6"/>
    <w:rsid w:val="00560C3F"/>
    <w:rsid w:val="00561C7A"/>
    <w:rsid w:val="00565391"/>
    <w:rsid w:val="00565486"/>
    <w:rsid w:val="005751B6"/>
    <w:rsid w:val="00585704"/>
    <w:rsid w:val="00592A9C"/>
    <w:rsid w:val="005B2E88"/>
    <w:rsid w:val="005B3F0C"/>
    <w:rsid w:val="005C0B93"/>
    <w:rsid w:val="005C19E3"/>
    <w:rsid w:val="005E3777"/>
    <w:rsid w:val="005E42DD"/>
    <w:rsid w:val="005F1550"/>
    <w:rsid w:val="005F623B"/>
    <w:rsid w:val="00600B04"/>
    <w:rsid w:val="00603243"/>
    <w:rsid w:val="00604280"/>
    <w:rsid w:val="00613A32"/>
    <w:rsid w:val="00617DF9"/>
    <w:rsid w:val="00625A39"/>
    <w:rsid w:val="00627D1B"/>
    <w:rsid w:val="0063332F"/>
    <w:rsid w:val="00634330"/>
    <w:rsid w:val="00636AEB"/>
    <w:rsid w:val="00661452"/>
    <w:rsid w:val="00662422"/>
    <w:rsid w:val="0067003C"/>
    <w:rsid w:val="00671321"/>
    <w:rsid w:val="00672251"/>
    <w:rsid w:val="00673C85"/>
    <w:rsid w:val="00697610"/>
    <w:rsid w:val="006A53D2"/>
    <w:rsid w:val="006B5DE8"/>
    <w:rsid w:val="006C43E2"/>
    <w:rsid w:val="006D0222"/>
    <w:rsid w:val="006D2344"/>
    <w:rsid w:val="006D364A"/>
    <w:rsid w:val="006D42A8"/>
    <w:rsid w:val="006D476D"/>
    <w:rsid w:val="006D6847"/>
    <w:rsid w:val="006F01AB"/>
    <w:rsid w:val="006F29AE"/>
    <w:rsid w:val="00700D92"/>
    <w:rsid w:val="0070643C"/>
    <w:rsid w:val="00710AFC"/>
    <w:rsid w:val="0071277F"/>
    <w:rsid w:val="007165CB"/>
    <w:rsid w:val="00722C37"/>
    <w:rsid w:val="00725342"/>
    <w:rsid w:val="0073017D"/>
    <w:rsid w:val="00734821"/>
    <w:rsid w:val="0074421F"/>
    <w:rsid w:val="007526E9"/>
    <w:rsid w:val="00752B61"/>
    <w:rsid w:val="00754480"/>
    <w:rsid w:val="0077096D"/>
    <w:rsid w:val="00773E0F"/>
    <w:rsid w:val="007812FF"/>
    <w:rsid w:val="007816F9"/>
    <w:rsid w:val="0078342C"/>
    <w:rsid w:val="007C2723"/>
    <w:rsid w:val="007D3F7D"/>
    <w:rsid w:val="007D5238"/>
    <w:rsid w:val="007E067B"/>
    <w:rsid w:val="007F0F99"/>
    <w:rsid w:val="007F16F2"/>
    <w:rsid w:val="007F63FB"/>
    <w:rsid w:val="00806027"/>
    <w:rsid w:val="00824066"/>
    <w:rsid w:val="00826B05"/>
    <w:rsid w:val="00826B73"/>
    <w:rsid w:val="00835EB1"/>
    <w:rsid w:val="008459C9"/>
    <w:rsid w:val="008506A8"/>
    <w:rsid w:val="008527F2"/>
    <w:rsid w:val="00866059"/>
    <w:rsid w:val="00874ED1"/>
    <w:rsid w:val="00883BD7"/>
    <w:rsid w:val="00887E84"/>
    <w:rsid w:val="008938A7"/>
    <w:rsid w:val="00897A56"/>
    <w:rsid w:val="008B0358"/>
    <w:rsid w:val="008B6819"/>
    <w:rsid w:val="008B6C4C"/>
    <w:rsid w:val="008C149B"/>
    <w:rsid w:val="008C7C7D"/>
    <w:rsid w:val="008D4794"/>
    <w:rsid w:val="008E0ED3"/>
    <w:rsid w:val="008F5F15"/>
    <w:rsid w:val="00901CE9"/>
    <w:rsid w:val="00905462"/>
    <w:rsid w:val="00911929"/>
    <w:rsid w:val="009163AC"/>
    <w:rsid w:val="00920ECA"/>
    <w:rsid w:val="0093771A"/>
    <w:rsid w:val="0094106B"/>
    <w:rsid w:val="00944AAA"/>
    <w:rsid w:val="009569AC"/>
    <w:rsid w:val="009602C2"/>
    <w:rsid w:val="009724B7"/>
    <w:rsid w:val="009853A5"/>
    <w:rsid w:val="00997410"/>
    <w:rsid w:val="009A3064"/>
    <w:rsid w:val="009A50DC"/>
    <w:rsid w:val="009A5F02"/>
    <w:rsid w:val="009B0344"/>
    <w:rsid w:val="009C0118"/>
    <w:rsid w:val="009D0153"/>
    <w:rsid w:val="009D0F32"/>
    <w:rsid w:val="009E3F3A"/>
    <w:rsid w:val="009E6E4C"/>
    <w:rsid w:val="009F3460"/>
    <w:rsid w:val="00A03B3D"/>
    <w:rsid w:val="00A042AD"/>
    <w:rsid w:val="00A06DF9"/>
    <w:rsid w:val="00A209DF"/>
    <w:rsid w:val="00A345FE"/>
    <w:rsid w:val="00A41954"/>
    <w:rsid w:val="00A446EE"/>
    <w:rsid w:val="00A519A9"/>
    <w:rsid w:val="00A77193"/>
    <w:rsid w:val="00A806F2"/>
    <w:rsid w:val="00A80AFB"/>
    <w:rsid w:val="00A90A9E"/>
    <w:rsid w:val="00AA106A"/>
    <w:rsid w:val="00AB4F6A"/>
    <w:rsid w:val="00AC0719"/>
    <w:rsid w:val="00AC3A3D"/>
    <w:rsid w:val="00AC6E90"/>
    <w:rsid w:val="00AD3AFD"/>
    <w:rsid w:val="00B21695"/>
    <w:rsid w:val="00B331E3"/>
    <w:rsid w:val="00B36420"/>
    <w:rsid w:val="00B52DED"/>
    <w:rsid w:val="00B60E78"/>
    <w:rsid w:val="00B63986"/>
    <w:rsid w:val="00B77715"/>
    <w:rsid w:val="00B9273B"/>
    <w:rsid w:val="00BA740B"/>
    <w:rsid w:val="00BB1112"/>
    <w:rsid w:val="00BB266B"/>
    <w:rsid w:val="00BB63BB"/>
    <w:rsid w:val="00BD3665"/>
    <w:rsid w:val="00BF0673"/>
    <w:rsid w:val="00BF47CF"/>
    <w:rsid w:val="00C01542"/>
    <w:rsid w:val="00C15676"/>
    <w:rsid w:val="00C216A7"/>
    <w:rsid w:val="00C37B8E"/>
    <w:rsid w:val="00C52F03"/>
    <w:rsid w:val="00C55758"/>
    <w:rsid w:val="00C6154D"/>
    <w:rsid w:val="00C615E7"/>
    <w:rsid w:val="00C64E8A"/>
    <w:rsid w:val="00C66CC3"/>
    <w:rsid w:val="00C91583"/>
    <w:rsid w:val="00C9260E"/>
    <w:rsid w:val="00CA1A42"/>
    <w:rsid w:val="00CC5909"/>
    <w:rsid w:val="00CD2705"/>
    <w:rsid w:val="00CE7C46"/>
    <w:rsid w:val="00CE7F96"/>
    <w:rsid w:val="00D035E6"/>
    <w:rsid w:val="00D11077"/>
    <w:rsid w:val="00D22025"/>
    <w:rsid w:val="00D3792F"/>
    <w:rsid w:val="00D47244"/>
    <w:rsid w:val="00D526BE"/>
    <w:rsid w:val="00D55119"/>
    <w:rsid w:val="00D65FF9"/>
    <w:rsid w:val="00D8199C"/>
    <w:rsid w:val="00D81D31"/>
    <w:rsid w:val="00D826EA"/>
    <w:rsid w:val="00D848F9"/>
    <w:rsid w:val="00D92FE1"/>
    <w:rsid w:val="00DA6C04"/>
    <w:rsid w:val="00DC6FED"/>
    <w:rsid w:val="00DE0C26"/>
    <w:rsid w:val="00DE2078"/>
    <w:rsid w:val="00DE4EF2"/>
    <w:rsid w:val="00E002E6"/>
    <w:rsid w:val="00E07D9A"/>
    <w:rsid w:val="00E14CE6"/>
    <w:rsid w:val="00E16EE7"/>
    <w:rsid w:val="00E31AC0"/>
    <w:rsid w:val="00E361E2"/>
    <w:rsid w:val="00E400B8"/>
    <w:rsid w:val="00E51D9C"/>
    <w:rsid w:val="00E53BEF"/>
    <w:rsid w:val="00E57FAD"/>
    <w:rsid w:val="00E61E96"/>
    <w:rsid w:val="00E63051"/>
    <w:rsid w:val="00E63DA7"/>
    <w:rsid w:val="00E678A3"/>
    <w:rsid w:val="00E81998"/>
    <w:rsid w:val="00E932A6"/>
    <w:rsid w:val="00EB56AB"/>
    <w:rsid w:val="00EC10F0"/>
    <w:rsid w:val="00EE4292"/>
    <w:rsid w:val="00EF046F"/>
    <w:rsid w:val="00F0114C"/>
    <w:rsid w:val="00F01171"/>
    <w:rsid w:val="00F077F6"/>
    <w:rsid w:val="00F21C7C"/>
    <w:rsid w:val="00F222FB"/>
    <w:rsid w:val="00F25C14"/>
    <w:rsid w:val="00F35A77"/>
    <w:rsid w:val="00F41EC0"/>
    <w:rsid w:val="00F45D4B"/>
    <w:rsid w:val="00F6013D"/>
    <w:rsid w:val="00F6205B"/>
    <w:rsid w:val="00F66539"/>
    <w:rsid w:val="00F708BD"/>
    <w:rsid w:val="00F83A7A"/>
    <w:rsid w:val="00F90763"/>
    <w:rsid w:val="00F97E04"/>
    <w:rsid w:val="00FA64C9"/>
    <w:rsid w:val="00FA70EA"/>
    <w:rsid w:val="00FB2798"/>
    <w:rsid w:val="00FB3D95"/>
    <w:rsid w:val="00FB64DA"/>
    <w:rsid w:val="00FC4B76"/>
    <w:rsid w:val="00FF357C"/>
    <w:rsid w:val="00FF4E5A"/>
    <w:rsid w:val="00FF5096"/>
    <w:rsid w:val="00FF53E2"/>
    <w:rsid w:val="034074E7"/>
    <w:rsid w:val="04E59394"/>
    <w:rsid w:val="0CC15297"/>
    <w:rsid w:val="12A73535"/>
    <w:rsid w:val="1477BDCD"/>
    <w:rsid w:val="171EB316"/>
    <w:rsid w:val="1939C148"/>
    <w:rsid w:val="19C60D06"/>
    <w:rsid w:val="1B1A8887"/>
    <w:rsid w:val="1BD2D4BE"/>
    <w:rsid w:val="1C97F946"/>
    <w:rsid w:val="1CA89DA0"/>
    <w:rsid w:val="1D01AFA2"/>
    <w:rsid w:val="1E05388E"/>
    <w:rsid w:val="229FD0E7"/>
    <w:rsid w:val="3045487C"/>
    <w:rsid w:val="4533AEFB"/>
    <w:rsid w:val="4A181CEA"/>
    <w:rsid w:val="4D05DBE1"/>
    <w:rsid w:val="4EA85D86"/>
    <w:rsid w:val="5439B7C7"/>
    <w:rsid w:val="543A4F3F"/>
    <w:rsid w:val="56767259"/>
    <w:rsid w:val="575B4B03"/>
    <w:rsid w:val="57982EED"/>
    <w:rsid w:val="5FA244B3"/>
    <w:rsid w:val="690CE6DE"/>
    <w:rsid w:val="6BA40216"/>
    <w:rsid w:val="7A0E6F17"/>
    <w:rsid w:val="7C88733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83435C"/>
  <w15:docId w15:val="{232A7832-0DE7-4FEE-ABBD-AAA5BB4ED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4E204F"/>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4E204F"/>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4E204F"/>
    <w:pPr>
      <w:spacing w:after="240"/>
      <w:outlineLvl w:val="1"/>
    </w:pPr>
    <w:rPr>
      <w:bCs w:val="0"/>
      <w:caps/>
    </w:rPr>
  </w:style>
  <w:style w:type="paragraph" w:styleId="Heading3">
    <w:name w:val="heading 3"/>
    <w:aliases w:val="3. Subhead"/>
    <w:next w:val="Normal"/>
    <w:link w:val="Heading3Char"/>
    <w:uiPriority w:val="9"/>
    <w:unhideWhenUsed/>
    <w:qFormat/>
    <w:rsid w:val="004E204F"/>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20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204F"/>
    <w:rPr>
      <w:rFonts w:ascii="Trebuchet MS" w:hAnsi="Trebuchet MS"/>
      <w:sz w:val="22"/>
      <w:szCs w:val="22"/>
    </w:rPr>
  </w:style>
  <w:style w:type="paragraph" w:styleId="Footer">
    <w:name w:val="footer"/>
    <w:basedOn w:val="Normal"/>
    <w:link w:val="FooterChar"/>
    <w:uiPriority w:val="99"/>
    <w:unhideWhenUsed/>
    <w:rsid w:val="004E20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204F"/>
    <w:rPr>
      <w:rFonts w:ascii="Trebuchet MS" w:hAnsi="Trebuchet MS"/>
      <w:sz w:val="22"/>
      <w:szCs w:val="22"/>
    </w:rPr>
  </w:style>
  <w:style w:type="paragraph" w:styleId="BalloonText">
    <w:name w:val="Balloon Text"/>
    <w:basedOn w:val="Normal"/>
    <w:link w:val="BalloonTextChar"/>
    <w:uiPriority w:val="99"/>
    <w:semiHidden/>
    <w:unhideWhenUsed/>
    <w:rsid w:val="004E204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E204F"/>
    <w:rPr>
      <w:rFonts w:ascii="Tahoma" w:hAnsi="Tahoma" w:cs="Tahoma"/>
      <w:sz w:val="16"/>
      <w:szCs w:val="16"/>
    </w:rPr>
  </w:style>
  <w:style w:type="character" w:customStyle="1" w:styleId="Heading1Char">
    <w:name w:val="Heading 1 Char"/>
    <w:aliases w:val="1. Campaign Year &amp; Name Char"/>
    <w:link w:val="Heading1"/>
    <w:uiPriority w:val="9"/>
    <w:rsid w:val="004E204F"/>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4E204F"/>
    <w:rPr>
      <w:rFonts w:ascii="Rockwell" w:eastAsia="Times New Roman" w:hAnsi="Rockwell"/>
      <w:b/>
      <w:caps/>
      <w:noProof/>
      <w:color w:val="000000"/>
      <w:sz w:val="28"/>
      <w:szCs w:val="28"/>
    </w:rPr>
  </w:style>
  <w:style w:type="character" w:styleId="Hyperlink">
    <w:name w:val="Hyperlink"/>
    <w:uiPriority w:val="99"/>
    <w:unhideWhenUsed/>
    <w:rsid w:val="004E204F"/>
    <w:rPr>
      <w:color w:val="0000FF"/>
      <w:u w:val="single"/>
    </w:rPr>
  </w:style>
  <w:style w:type="paragraph" w:customStyle="1" w:styleId="MediumGrid21">
    <w:name w:val="Medium Grid 21"/>
    <w:uiPriority w:val="1"/>
    <w:rsid w:val="004E204F"/>
    <w:rPr>
      <w:sz w:val="22"/>
      <w:szCs w:val="22"/>
    </w:rPr>
  </w:style>
  <w:style w:type="paragraph" w:customStyle="1" w:styleId="Normal1">
    <w:name w:val="Normal1"/>
    <w:basedOn w:val="Normal"/>
    <w:rsid w:val="004E204F"/>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4E204F"/>
  </w:style>
  <w:style w:type="paragraph" w:customStyle="1" w:styleId="bodycopy">
    <w:name w:val="bodycopy"/>
    <w:basedOn w:val="Normal"/>
    <w:rsid w:val="004E204F"/>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4E204F"/>
  </w:style>
  <w:style w:type="table" w:styleId="TableGrid">
    <w:name w:val="Table Grid"/>
    <w:basedOn w:val="TableNormal"/>
    <w:uiPriority w:val="59"/>
    <w:rsid w:val="004E2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4E204F"/>
    <w:rPr>
      <w:rFonts w:ascii="Trebuchet MS" w:eastAsia="Times New Roman" w:hAnsi="Trebuchet MS"/>
      <w:b/>
      <w:bCs/>
      <w:color w:val="000000"/>
      <w:sz w:val="22"/>
      <w:szCs w:val="28"/>
    </w:rPr>
  </w:style>
  <w:style w:type="paragraph" w:styleId="Title">
    <w:name w:val="Title"/>
    <w:basedOn w:val="Normal"/>
    <w:next w:val="Normal"/>
    <w:link w:val="TitleChar"/>
    <w:uiPriority w:val="10"/>
    <w:rsid w:val="004E204F"/>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4E204F"/>
    <w:rPr>
      <w:rFonts w:ascii="Cambria" w:eastAsia="Times New Roman" w:hAnsi="Cambria"/>
      <w:b/>
      <w:bCs/>
      <w:kern w:val="28"/>
      <w:sz w:val="32"/>
      <w:szCs w:val="32"/>
    </w:rPr>
  </w:style>
  <w:style w:type="paragraph" w:styleId="Quote">
    <w:name w:val="Quote"/>
    <w:basedOn w:val="Normal"/>
    <w:next w:val="Normal"/>
    <w:link w:val="QuoteChar"/>
    <w:uiPriority w:val="29"/>
    <w:rsid w:val="004E204F"/>
    <w:rPr>
      <w:i/>
      <w:iCs/>
      <w:color w:val="000000"/>
    </w:rPr>
  </w:style>
  <w:style w:type="character" w:customStyle="1" w:styleId="QuoteChar">
    <w:name w:val="Quote Char"/>
    <w:link w:val="Quote"/>
    <w:uiPriority w:val="29"/>
    <w:rsid w:val="004E204F"/>
    <w:rPr>
      <w:rFonts w:ascii="Trebuchet MS" w:hAnsi="Trebuchet MS"/>
      <w:i/>
      <w:iCs/>
      <w:color w:val="000000"/>
      <w:sz w:val="22"/>
      <w:szCs w:val="22"/>
    </w:rPr>
  </w:style>
  <w:style w:type="paragraph" w:customStyle="1" w:styleId="5ControlCode">
    <w:name w:val="5. Control Code"/>
    <w:basedOn w:val="Normal"/>
    <w:link w:val="5ControlCodeChar"/>
    <w:rsid w:val="004E204F"/>
    <w:pPr>
      <w:jc w:val="right"/>
    </w:pPr>
    <w:rPr>
      <w:sz w:val="14"/>
      <w:szCs w:val="14"/>
    </w:rPr>
  </w:style>
  <w:style w:type="character" w:customStyle="1" w:styleId="5ControlCodeChar">
    <w:name w:val="5. Control Code Char"/>
    <w:link w:val="5ControlCode"/>
    <w:rsid w:val="004E204F"/>
    <w:rPr>
      <w:rFonts w:ascii="Trebuchet MS" w:hAnsi="Trebuchet MS"/>
      <w:sz w:val="14"/>
      <w:szCs w:val="14"/>
    </w:rPr>
  </w:style>
  <w:style w:type="paragraph" w:styleId="ListParagraph">
    <w:name w:val="List Paragraph"/>
    <w:basedOn w:val="Normal"/>
    <w:uiPriority w:val="34"/>
    <w:rsid w:val="00FC4B76"/>
    <w:pPr>
      <w:ind w:left="720"/>
      <w:contextualSpacing/>
    </w:pPr>
  </w:style>
  <w:style w:type="character" w:styleId="CommentReference">
    <w:name w:val="annotation reference"/>
    <w:basedOn w:val="DefaultParagraphFont"/>
    <w:uiPriority w:val="99"/>
    <w:semiHidden/>
    <w:unhideWhenUsed/>
    <w:rsid w:val="006D364A"/>
    <w:rPr>
      <w:sz w:val="16"/>
      <w:szCs w:val="16"/>
    </w:rPr>
  </w:style>
  <w:style w:type="paragraph" w:styleId="CommentText">
    <w:name w:val="annotation text"/>
    <w:basedOn w:val="Normal"/>
    <w:link w:val="CommentTextChar"/>
    <w:uiPriority w:val="99"/>
    <w:semiHidden/>
    <w:unhideWhenUsed/>
    <w:rsid w:val="006D364A"/>
    <w:pPr>
      <w:spacing w:line="240" w:lineRule="auto"/>
    </w:pPr>
    <w:rPr>
      <w:sz w:val="20"/>
      <w:szCs w:val="20"/>
    </w:rPr>
  </w:style>
  <w:style w:type="character" w:customStyle="1" w:styleId="CommentTextChar">
    <w:name w:val="Comment Text Char"/>
    <w:basedOn w:val="DefaultParagraphFont"/>
    <w:link w:val="CommentText"/>
    <w:uiPriority w:val="99"/>
    <w:semiHidden/>
    <w:rsid w:val="006D364A"/>
    <w:rPr>
      <w:rFonts w:ascii="Trebuchet MS" w:hAnsi="Trebuchet MS"/>
    </w:rPr>
  </w:style>
  <w:style w:type="paragraph" w:styleId="CommentSubject">
    <w:name w:val="annotation subject"/>
    <w:basedOn w:val="CommentText"/>
    <w:next w:val="CommentText"/>
    <w:link w:val="CommentSubjectChar"/>
    <w:uiPriority w:val="99"/>
    <w:semiHidden/>
    <w:unhideWhenUsed/>
    <w:rsid w:val="006D364A"/>
    <w:rPr>
      <w:b/>
      <w:bCs/>
    </w:rPr>
  </w:style>
  <w:style w:type="character" w:customStyle="1" w:styleId="CommentSubjectChar">
    <w:name w:val="Comment Subject Char"/>
    <w:basedOn w:val="CommentTextChar"/>
    <w:link w:val="CommentSubject"/>
    <w:uiPriority w:val="99"/>
    <w:semiHidden/>
    <w:rsid w:val="006D364A"/>
    <w:rPr>
      <w:rFonts w:ascii="Trebuchet MS" w:hAnsi="Trebuchet MS"/>
      <w:b/>
      <w:bCs/>
    </w:rPr>
  </w:style>
  <w:style w:type="character" w:customStyle="1" w:styleId="UnresolvedMention1">
    <w:name w:val="Unresolved Mention1"/>
    <w:basedOn w:val="DefaultParagraphFont"/>
    <w:uiPriority w:val="99"/>
    <w:semiHidden/>
    <w:unhideWhenUsed/>
    <w:rsid w:val="001D3B8E"/>
    <w:rPr>
      <w:color w:val="808080"/>
      <w:shd w:val="clear" w:color="auto" w:fill="E6E6E6"/>
    </w:rPr>
  </w:style>
  <w:style w:type="character" w:styleId="FollowedHyperlink">
    <w:name w:val="FollowedHyperlink"/>
    <w:basedOn w:val="DefaultParagraphFont"/>
    <w:uiPriority w:val="99"/>
    <w:semiHidden/>
    <w:unhideWhenUsed/>
    <w:rsid w:val="008506A8"/>
    <w:rPr>
      <w:color w:val="800080" w:themeColor="followedHyperlink"/>
      <w:u w:val="single"/>
    </w:rPr>
  </w:style>
  <w:style w:type="character" w:customStyle="1" w:styleId="UnresolvedMention2">
    <w:name w:val="Unresolved Mention2"/>
    <w:basedOn w:val="DefaultParagraphFont"/>
    <w:uiPriority w:val="99"/>
    <w:semiHidden/>
    <w:unhideWhenUsed/>
    <w:rsid w:val="008506A8"/>
    <w:rPr>
      <w:color w:val="808080"/>
      <w:shd w:val="clear" w:color="auto" w:fill="E6E6E6"/>
    </w:rPr>
  </w:style>
  <w:style w:type="character" w:styleId="UnresolvedMention">
    <w:name w:val="Unresolved Mention"/>
    <w:basedOn w:val="DefaultParagraphFont"/>
    <w:uiPriority w:val="99"/>
    <w:semiHidden/>
    <w:unhideWhenUsed/>
    <w:rsid w:val="00C66C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14189">
      <w:bodyDiv w:val="1"/>
      <w:marLeft w:val="0"/>
      <w:marRight w:val="0"/>
      <w:marTop w:val="0"/>
      <w:marBottom w:val="0"/>
      <w:divBdr>
        <w:top w:val="none" w:sz="0" w:space="0" w:color="auto"/>
        <w:left w:val="none" w:sz="0" w:space="0" w:color="auto"/>
        <w:bottom w:val="none" w:sz="0" w:space="0" w:color="auto"/>
        <w:right w:val="none" w:sz="0" w:space="0" w:color="auto"/>
      </w:divBdr>
    </w:div>
    <w:div w:id="177867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htsa.gov/road-safety/teen-drivin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hsa.org/state-laws/issues/teen%20and%20novice%20driver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hsa.org/sites/default/files/2021-04/DistractedDrivingLawChart-April21Edit3.pdf"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ghsa.org/state-laws/issues/teen%20and%20novice%20driver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28E441A6DD1D4BA728FF74DE5FF623" ma:contentTypeVersion="12" ma:contentTypeDescription="Create a new document." ma:contentTypeScope="" ma:versionID="54eea4ded076c215804070b89d61de49">
  <xsd:schema xmlns:xsd="http://www.w3.org/2001/XMLSchema" xmlns:xs="http://www.w3.org/2001/XMLSchema" xmlns:p="http://schemas.microsoft.com/office/2006/metadata/properties" xmlns:ns2="c6290e94-8e35-45ff-8db1-d865b26634e0" xmlns:ns3="17c3afde-5557-435f-96bc-bff043d651d4" targetNamespace="http://schemas.microsoft.com/office/2006/metadata/properties" ma:root="true" ma:fieldsID="cad5dc6d4b3bfae0635bd5cda70e40f6" ns2:_="" ns3:_="">
    <xsd:import namespace="c6290e94-8e35-45ff-8db1-d865b26634e0"/>
    <xsd:import namespace="17c3afde-5557-435f-96bc-bff043d651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290e94-8e35-45ff-8db1-d865b26634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aa446fb-c4e7-47d1-9e02-aae3431be31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7c3afde-5557-435f-96bc-bff043d651d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911219d-48c9-4294-b7b7-e93502fceeb5}" ma:internalName="TaxCatchAll" ma:showField="CatchAllData" ma:web="17c3afde-5557-435f-96bc-bff043d6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7c3afde-5557-435f-96bc-bff043d651d4" xsi:nil="true"/>
    <lcf76f155ced4ddcb4097134ff3c332f xmlns="c6290e94-8e35-45ff-8db1-d865b26634e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96B1431-F0C9-4013-ADCF-27CA41453B40}">
  <ds:schemaRefs>
    <ds:schemaRef ds:uri="http://schemas.microsoft.com/sharepoint/v3/contenttype/forms"/>
  </ds:schemaRefs>
</ds:datastoreItem>
</file>

<file path=customXml/itemProps2.xml><?xml version="1.0" encoding="utf-8"?>
<ds:datastoreItem xmlns:ds="http://schemas.openxmlformats.org/officeDocument/2006/customXml" ds:itemID="{15126175-F77A-4089-A92F-8DD4F83873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290e94-8e35-45ff-8db1-d865b26634e0"/>
    <ds:schemaRef ds:uri="17c3afde-5557-435f-96bc-bff043d65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245279-DD4A-46D3-82A5-3C48E01D2D36}">
  <ds:schemaRefs>
    <ds:schemaRef ds:uri="http://schemas.microsoft.com/office/2006/metadata/properties"/>
    <ds:schemaRef ds:uri="http://schemas.microsoft.com/office/infopath/2007/PartnerControls"/>
    <ds:schemaRef ds:uri="17c3afde-5557-435f-96bc-bff043d651d4"/>
    <ds:schemaRef ds:uri="c6290e94-8e35-45ff-8db1-d865b26634e0"/>
  </ds:schemaRefs>
</ds:datastoreItem>
</file>

<file path=docProps/app.xml><?xml version="1.0" encoding="utf-8"?>
<Properties xmlns="http://schemas.openxmlformats.org/officeDocument/2006/extended-properties" xmlns:vt="http://schemas.openxmlformats.org/officeDocument/2006/docPropsVTypes">
  <Template>NHTSA_Earned Media_Template</Template>
  <TotalTime>0</TotalTime>
  <Pages>4</Pages>
  <Words>1435</Words>
  <Characters>8183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Fact Sheet/Talking Points – Adult Target Audience</vt:lpstr>
    </vt:vector>
  </TitlesOfParts>
  <Company>DOT</Company>
  <LinksUpToDate>false</LinksUpToDate>
  <CharactersWithSpaces>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 Sheet/Talking Points – Adult Target Audience</dc:title>
  <dc:subject/>
  <dc:creator>NHTSA</dc:creator>
  <cp:keywords/>
  <cp:lastModifiedBy>Thacker, Ashton</cp:lastModifiedBy>
  <cp:revision>2</cp:revision>
  <dcterms:created xsi:type="dcterms:W3CDTF">2023-08-03T16:24:00Z</dcterms:created>
  <dcterms:modified xsi:type="dcterms:W3CDTF">2023-08-03T16:24:00Z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0x010100FA28E441A6DD1D4BA728FF74DE5FF623</vt:lpwstr>
  </property>
  <property fmtid="{D5CDD505-2E9C-101B-9397-08002B2CF9AE}" pid="3" name="MediaServiceImageTags">
    <vt:lpwstr/>
  </property>
</Properties>
</file>