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F9F716" w14:textId="6756269D" w:rsidR="00A674CF" w:rsidRDefault="000608D6" w:rsidP="00A674CF">
      <w:pPr>
        <w:pStyle w:val="Subtitle"/>
        <w:rPr>
          <w:rFonts w:ascii="Times New Roman" w:hAnsi="Times New Roman"/>
          <w:sz w:val="24"/>
          <w:szCs w:val="24"/>
        </w:rPr>
      </w:pPr>
      <w:r>
        <w:rPr>
          <w:noProof/>
        </w:rPr>
        <mc:AlternateContent>
          <mc:Choice Requires="wps">
            <w:drawing>
              <wp:anchor distT="0" distB="0" distL="114300" distR="114300" simplePos="0" relativeHeight="251662336" behindDoc="0" locked="0" layoutInCell="1" allowOverlap="1" wp14:anchorId="1C3DE2B7" wp14:editId="7A483C83">
                <wp:simplePos x="0" y="0"/>
                <wp:positionH relativeFrom="margin">
                  <wp:posOffset>4991100</wp:posOffset>
                </wp:positionH>
                <wp:positionV relativeFrom="paragraph">
                  <wp:posOffset>-100965</wp:posOffset>
                </wp:positionV>
                <wp:extent cx="1536700" cy="850900"/>
                <wp:effectExtent l="0" t="0" r="0" b="6350"/>
                <wp:wrapNone/>
                <wp:docPr id="45" name="Text Box 45"/>
                <wp:cNvGraphicFramePr/>
                <a:graphic xmlns:a="http://schemas.openxmlformats.org/drawingml/2006/main">
                  <a:graphicData uri="http://schemas.microsoft.com/office/word/2010/wordprocessingShape">
                    <wps:wsp>
                      <wps:cNvSpPr txBox="1"/>
                      <wps:spPr>
                        <a:xfrm>
                          <a:off x="0" y="0"/>
                          <a:ext cx="1536700" cy="850900"/>
                        </a:xfrm>
                        <a:prstGeom prst="rect">
                          <a:avLst/>
                        </a:prstGeom>
                        <a:noFill/>
                        <a:ln w="6350">
                          <a:noFill/>
                        </a:ln>
                      </wps:spPr>
                      <wps:txbx>
                        <w:txbxContent>
                          <w:p w14:paraId="1D72A13A" w14:textId="6C86E158" w:rsidR="000608D6" w:rsidRDefault="000608D6" w:rsidP="00A674CF">
                            <w:r>
                              <w:rPr>
                                <w:noProof/>
                              </w:rPr>
                              <w:drawing>
                                <wp:inline distT="0" distB="0" distL="0" distR="0" wp14:anchorId="0D7FEE99" wp14:editId="7844507A">
                                  <wp:extent cx="1347470" cy="651194"/>
                                  <wp:effectExtent l="0" t="0" r="508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ciag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47470" cy="65119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3DE2B7" id="_x0000_t202" coordsize="21600,21600" o:spt="202" path="m,l,21600r21600,l21600,xe">
                <v:stroke joinstyle="miter"/>
                <v:path gradientshapeok="t" o:connecttype="rect"/>
              </v:shapetype>
              <v:shape id="Text Box 45" o:spid="_x0000_s1026" type="#_x0000_t202" style="position:absolute;left:0;text-align:left;margin-left:393pt;margin-top:-7.95pt;width:121pt;height:67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" filled="f" stroked="f" strokeweight=".5pt">
                <v:textbox>
                  <w:txbxContent>
                    <w:p w14:paraId="1D72A13A" w14:textId="6C86E158" w:rsidR="000608D6" w:rsidRDefault="000608D6" w:rsidP="00A674CF">
                      <w:r>
                        <w:rPr>
                          <w:noProof/>
                        </w:rPr>
                        <w:drawing>
                          <wp:inline distT="0" distB="0" distL="0" distR="0" wp14:anchorId="0D7FEE99" wp14:editId="7844507A">
                            <wp:extent cx="1347470" cy="651194"/>
                            <wp:effectExtent l="0" t="0" r="508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ciag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47470" cy="651194"/>
                                    </a:xfrm>
                                    <a:prstGeom prst="rect">
                                      <a:avLst/>
                                    </a:prstGeom>
                                  </pic:spPr>
                                </pic:pic>
                              </a:graphicData>
                            </a:graphic>
                          </wp:inline>
                        </w:drawing>
                      </w:r>
                    </w:p>
                  </w:txbxContent>
                </v:textbox>
                <w10:wrap anchorx="margin"/>
              </v:shape>
            </w:pict>
          </mc:Fallback>
        </mc:AlternateContent>
      </w:r>
      <w:r w:rsidR="00A674CF">
        <w:rPr>
          <w:noProof/>
        </w:rPr>
        <mc:AlternateContent>
          <mc:Choice Requires="wps">
            <w:drawing>
              <wp:anchor distT="0" distB="0" distL="114300" distR="114300" simplePos="0" relativeHeight="251664384" behindDoc="0" locked="0" layoutInCell="1" allowOverlap="1" wp14:anchorId="4934BBB6" wp14:editId="20C96403">
                <wp:simplePos x="0" y="0"/>
                <wp:positionH relativeFrom="margin">
                  <wp:posOffset>165100</wp:posOffset>
                </wp:positionH>
                <wp:positionV relativeFrom="paragraph">
                  <wp:posOffset>0</wp:posOffset>
                </wp:positionV>
                <wp:extent cx="1536700" cy="533400"/>
                <wp:effectExtent l="0" t="0" r="0" b="0"/>
                <wp:wrapNone/>
                <wp:docPr id="51" name="Text Box 51"/>
                <wp:cNvGraphicFramePr/>
                <a:graphic xmlns:a="http://schemas.openxmlformats.org/drawingml/2006/main">
                  <a:graphicData uri="http://schemas.microsoft.com/office/word/2010/wordprocessingShape">
                    <wps:wsp>
                      <wps:cNvSpPr txBox="1"/>
                      <wps:spPr>
                        <a:xfrm>
                          <a:off x="0" y="0"/>
                          <a:ext cx="1536700" cy="533400"/>
                        </a:xfrm>
                        <a:prstGeom prst="rect">
                          <a:avLst/>
                        </a:prstGeom>
                        <a:noFill/>
                        <a:ln w="6350">
                          <a:noFill/>
                        </a:ln>
                      </wps:spPr>
                      <wps:txbx>
                        <w:txbxContent>
                          <w:p w14:paraId="089FA810" w14:textId="224394EB" w:rsidR="000608D6" w:rsidRDefault="000608D6" w:rsidP="00A674CF">
                            <w:r>
                              <w:rPr>
                                <w:noProof/>
                              </w:rPr>
                              <w:drawing>
                                <wp:inline distT="0" distB="0" distL="0" distR="0" wp14:anchorId="15B4C46E" wp14:editId="52E06742">
                                  <wp:extent cx="1346200" cy="385189"/>
                                  <wp:effectExtent l="0" t="0" r="635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roMedica-Childrens-Hospita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60740" cy="38934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34BBB6" id="Text Box 51" o:spid="_x0000_s1027" type="#_x0000_t202" style="position:absolute;left:0;text-align:left;margin-left:13pt;margin-top:0;width:121pt;height:4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" filled="f" stroked="f" strokeweight=".5pt">
                <v:textbox>
                  <w:txbxContent>
                    <w:p w14:paraId="089FA810" w14:textId="224394EB" w:rsidR="000608D6" w:rsidRDefault="000608D6" w:rsidP="00A674CF">
                      <w:r>
                        <w:rPr>
                          <w:noProof/>
                        </w:rPr>
                        <w:drawing>
                          <wp:inline distT="0" distB="0" distL="0" distR="0" wp14:anchorId="15B4C46E" wp14:editId="52E06742">
                            <wp:extent cx="1346200" cy="385189"/>
                            <wp:effectExtent l="0" t="0" r="635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roMedica-Childrens-Hospita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60740" cy="389349"/>
                                    </a:xfrm>
                                    <a:prstGeom prst="rect">
                                      <a:avLst/>
                                    </a:prstGeom>
                                  </pic:spPr>
                                </pic:pic>
                              </a:graphicData>
                            </a:graphic>
                          </wp:inline>
                        </w:drawing>
                      </w:r>
                    </w:p>
                  </w:txbxContent>
                </v:textbox>
                <w10:wrap anchorx="margin"/>
              </v:shape>
            </w:pict>
          </mc:Fallback>
        </mc:AlternateContent>
      </w:r>
    </w:p>
    <w:p w14:paraId="723F084C" w14:textId="77777777" w:rsidR="00A674CF" w:rsidRDefault="00A674CF" w:rsidP="00A674CF">
      <w:pPr>
        <w:pStyle w:val="Subtitle"/>
        <w:rPr>
          <w:rFonts w:ascii="Times New Roman" w:hAnsi="Times New Roman"/>
          <w:sz w:val="24"/>
          <w:szCs w:val="24"/>
        </w:rPr>
      </w:pPr>
    </w:p>
    <w:p w14:paraId="72A2ABBA" w14:textId="77777777" w:rsidR="00A674CF" w:rsidRDefault="00A674CF" w:rsidP="00A674CF">
      <w:pPr>
        <w:pStyle w:val="Subtitle"/>
        <w:rPr>
          <w:rFonts w:ascii="Times New Roman" w:hAnsi="Times New Roman"/>
          <w:sz w:val="24"/>
          <w:szCs w:val="24"/>
        </w:rPr>
      </w:pPr>
    </w:p>
    <w:p w14:paraId="1DDEF5D7" w14:textId="77777777" w:rsidR="00A674CF" w:rsidRDefault="00A674CF" w:rsidP="00A674CF">
      <w:pPr>
        <w:pStyle w:val="Subtitle"/>
        <w:rPr>
          <w:rFonts w:ascii="Times New Roman" w:hAnsi="Times New Roman"/>
          <w:sz w:val="24"/>
          <w:szCs w:val="24"/>
        </w:rPr>
      </w:pPr>
    </w:p>
    <w:p w14:paraId="01D2C4AA" w14:textId="77777777" w:rsidR="00A674CF" w:rsidRDefault="00A674CF" w:rsidP="00A674CF">
      <w:pPr>
        <w:pStyle w:val="Subtitle"/>
        <w:rPr>
          <w:rFonts w:ascii="Times New Roman" w:hAnsi="Times New Roman"/>
          <w:sz w:val="24"/>
          <w:szCs w:val="24"/>
        </w:rPr>
      </w:pPr>
    </w:p>
    <w:p w14:paraId="2B957D8E" w14:textId="1A8BD764" w:rsidR="00B14541" w:rsidRPr="00A674CF" w:rsidRDefault="00A674CF" w:rsidP="00A674CF">
      <w:pPr>
        <w:pStyle w:val="Subtitle"/>
        <w:rPr>
          <w:rFonts w:ascii="Times New Roman" w:hAnsi="Times New Roman"/>
          <w:sz w:val="24"/>
          <w:szCs w:val="24"/>
        </w:rPr>
      </w:pPr>
      <w:r w:rsidRPr="00A674CF">
        <w:rPr>
          <w:rFonts w:ascii="Times New Roman" w:hAnsi="Times New Roman"/>
          <w:sz w:val="24"/>
          <w:szCs w:val="24"/>
        </w:rPr>
        <w:t xml:space="preserve">PrOMedica Toledo Children’s Hospital </w:t>
      </w:r>
    </w:p>
    <w:p w14:paraId="772A923C" w14:textId="71D52794" w:rsidR="00A674CF" w:rsidRPr="00A674CF" w:rsidRDefault="00A674CF" w:rsidP="00A674CF">
      <w:pPr>
        <w:pStyle w:val="Subtitle"/>
        <w:rPr>
          <w:rFonts w:ascii="Times New Roman" w:hAnsi="Times New Roman"/>
          <w:sz w:val="16"/>
          <w:szCs w:val="16"/>
        </w:rPr>
      </w:pPr>
      <w:r w:rsidRPr="00A674CF">
        <w:rPr>
          <w:rFonts w:ascii="Times New Roman" w:hAnsi="Times New Roman"/>
          <w:sz w:val="16"/>
          <w:szCs w:val="16"/>
        </w:rPr>
        <w:t xml:space="preserve">In </w:t>
      </w:r>
      <w:r w:rsidR="000608D6">
        <w:rPr>
          <w:rFonts w:ascii="Times New Roman" w:hAnsi="Times New Roman"/>
          <w:sz w:val="16"/>
          <w:szCs w:val="16"/>
        </w:rPr>
        <w:t>partnership</w:t>
      </w:r>
      <w:r w:rsidRPr="00A674CF">
        <w:rPr>
          <w:rFonts w:ascii="Times New Roman" w:hAnsi="Times New Roman"/>
          <w:sz w:val="16"/>
          <w:szCs w:val="16"/>
        </w:rPr>
        <w:t xml:space="preserve"> with the Ohio Injury Prevention partnership – Child injury Action Group</w:t>
      </w:r>
    </w:p>
    <w:p w14:paraId="20FE6C75" w14:textId="62FBB6B6" w:rsidR="00B14541" w:rsidRPr="000D0A12" w:rsidRDefault="00A674CF" w:rsidP="00A674CF">
      <w:pPr>
        <w:pStyle w:val="Title"/>
      </w:pPr>
      <w:r>
        <w:t>Student Parking Pass</w:t>
      </w:r>
      <w:r w:rsidR="00B14541" w:rsidRPr="000D0A12">
        <w:t xml:space="preserve"> POLICY </w:t>
      </w:r>
      <w:r w:rsidR="00B14541">
        <w:t>Model</w:t>
      </w:r>
    </w:p>
    <w:p w14:paraId="6182D61D" w14:textId="6E14E714" w:rsidR="000633D2" w:rsidRDefault="00B14541" w:rsidP="00A06747">
      <w:pPr>
        <w:keepNext/>
        <w:keepLines/>
        <w:spacing w:before="240" w:line="259" w:lineRule="auto"/>
        <w:rPr>
          <w:rFonts w:asciiTheme="majorHAnsi" w:eastAsiaTheme="majorEastAsia" w:hAnsiTheme="majorHAnsi" w:cstheme="majorBidi"/>
          <w:sz w:val="20"/>
          <w:szCs w:val="20"/>
        </w:rPr>
      </w:pPr>
      <w:r w:rsidRPr="00A640CB">
        <w:rPr>
          <w:rFonts w:asciiTheme="majorHAnsi" w:eastAsiaTheme="majorEastAsia" w:hAnsiTheme="majorHAnsi" w:cstheme="majorBidi"/>
          <w:sz w:val="20"/>
          <w:szCs w:val="20"/>
        </w:rPr>
        <w:t xml:space="preserve">Below you will find a </w:t>
      </w:r>
      <w:r w:rsidR="000608D6" w:rsidRPr="00A640CB">
        <w:rPr>
          <w:rFonts w:asciiTheme="majorHAnsi" w:eastAsiaTheme="majorEastAsia" w:hAnsiTheme="majorHAnsi" w:cstheme="majorBidi"/>
          <w:sz w:val="20"/>
          <w:szCs w:val="20"/>
        </w:rPr>
        <w:t>model policy template for schools seeking to utilize the Ohio Department of Health’s GDL Module for student drivers.</w:t>
      </w:r>
      <w:r w:rsidRPr="00A640CB">
        <w:rPr>
          <w:rFonts w:asciiTheme="majorHAnsi" w:eastAsiaTheme="majorEastAsia" w:hAnsiTheme="majorHAnsi" w:cstheme="majorBidi"/>
          <w:sz w:val="20"/>
          <w:szCs w:val="20"/>
        </w:rPr>
        <w:t xml:space="preserve"> </w:t>
      </w:r>
      <w:r w:rsidR="000608D6" w:rsidRPr="00A640CB">
        <w:rPr>
          <w:rFonts w:asciiTheme="majorHAnsi" w:eastAsiaTheme="majorEastAsia" w:hAnsiTheme="majorHAnsi" w:cstheme="majorBidi"/>
          <w:sz w:val="20"/>
          <w:szCs w:val="20"/>
        </w:rPr>
        <w:t xml:space="preserve">The </w:t>
      </w:r>
      <w:r w:rsidR="007D6BD1" w:rsidRPr="00A640CB">
        <w:rPr>
          <w:rFonts w:asciiTheme="majorHAnsi" w:eastAsiaTheme="majorEastAsia" w:hAnsiTheme="majorHAnsi" w:cstheme="majorBidi"/>
          <w:sz w:val="20"/>
          <w:szCs w:val="20"/>
        </w:rPr>
        <w:t>GDL Module</w:t>
      </w:r>
      <w:r w:rsidR="000608D6" w:rsidRPr="00A640CB">
        <w:rPr>
          <w:rFonts w:asciiTheme="majorHAnsi" w:eastAsiaTheme="majorEastAsia" w:hAnsiTheme="majorHAnsi" w:cstheme="majorBidi"/>
          <w:sz w:val="20"/>
          <w:szCs w:val="20"/>
        </w:rPr>
        <w:t xml:space="preserve"> requirements of the policy must remain as worded, but other language </w:t>
      </w:r>
      <w:proofErr w:type="gramStart"/>
      <w:r w:rsidR="000608D6" w:rsidRPr="00A640CB">
        <w:rPr>
          <w:rFonts w:asciiTheme="majorHAnsi" w:eastAsiaTheme="majorEastAsia" w:hAnsiTheme="majorHAnsi" w:cstheme="majorBidi"/>
          <w:sz w:val="20"/>
          <w:szCs w:val="20"/>
        </w:rPr>
        <w:t>can be adjusted</w:t>
      </w:r>
      <w:proofErr w:type="gramEnd"/>
      <w:r w:rsidR="000608D6" w:rsidRPr="00A640CB">
        <w:rPr>
          <w:rFonts w:asciiTheme="majorHAnsi" w:eastAsiaTheme="majorEastAsia" w:hAnsiTheme="majorHAnsi" w:cstheme="majorBidi"/>
          <w:sz w:val="20"/>
          <w:szCs w:val="20"/>
        </w:rPr>
        <w:t xml:space="preserve"> to fit your needs.</w:t>
      </w:r>
      <w:r w:rsidR="007D6BD1" w:rsidRPr="00A640CB">
        <w:rPr>
          <w:rFonts w:asciiTheme="majorHAnsi" w:eastAsiaTheme="majorEastAsia" w:hAnsiTheme="majorHAnsi" w:cstheme="majorBidi"/>
          <w:sz w:val="20"/>
          <w:szCs w:val="20"/>
        </w:rPr>
        <w:t xml:space="preserve"> If your school does not have an existing parking pass </w:t>
      </w:r>
      <w:r w:rsidR="00146DD2" w:rsidRPr="00A640CB">
        <w:rPr>
          <w:rFonts w:asciiTheme="majorHAnsi" w:eastAsiaTheme="majorEastAsia" w:hAnsiTheme="majorHAnsi" w:cstheme="majorBidi"/>
          <w:sz w:val="20"/>
          <w:szCs w:val="20"/>
        </w:rPr>
        <w:t>policy,</w:t>
      </w:r>
      <w:r w:rsidR="007D6BD1" w:rsidRPr="00A640CB">
        <w:rPr>
          <w:rFonts w:asciiTheme="majorHAnsi" w:eastAsiaTheme="majorEastAsia" w:hAnsiTheme="majorHAnsi" w:cstheme="majorBidi"/>
          <w:sz w:val="20"/>
          <w:szCs w:val="20"/>
        </w:rPr>
        <w:t xml:space="preserve"> the model pol</w:t>
      </w:r>
      <w:r w:rsidR="00146DD2" w:rsidRPr="00A640CB">
        <w:rPr>
          <w:rFonts w:asciiTheme="majorHAnsi" w:eastAsiaTheme="majorEastAsia" w:hAnsiTheme="majorHAnsi" w:cstheme="majorBidi"/>
          <w:sz w:val="20"/>
          <w:szCs w:val="20"/>
        </w:rPr>
        <w:t xml:space="preserve">icy </w:t>
      </w:r>
      <w:proofErr w:type="gramStart"/>
      <w:r w:rsidR="00146DD2" w:rsidRPr="00A640CB">
        <w:rPr>
          <w:rFonts w:asciiTheme="majorHAnsi" w:eastAsiaTheme="majorEastAsia" w:hAnsiTheme="majorHAnsi" w:cstheme="majorBidi"/>
          <w:sz w:val="20"/>
          <w:szCs w:val="20"/>
        </w:rPr>
        <w:t>may be used</w:t>
      </w:r>
      <w:proofErr w:type="gramEnd"/>
      <w:r w:rsidR="00146DD2" w:rsidRPr="00A640CB">
        <w:rPr>
          <w:rFonts w:asciiTheme="majorHAnsi" w:eastAsiaTheme="majorEastAsia" w:hAnsiTheme="majorHAnsi" w:cstheme="majorBidi"/>
          <w:sz w:val="20"/>
          <w:szCs w:val="20"/>
        </w:rPr>
        <w:t xml:space="preserve"> in its entirety. </w:t>
      </w:r>
    </w:p>
    <w:p w14:paraId="34CFFBF0" w14:textId="67BD4FFE" w:rsidR="000633D2" w:rsidRDefault="000633D2" w:rsidP="000633D2"/>
    <w:p w14:paraId="307D23D6" w14:textId="3F54C5D3" w:rsidR="00182CBA" w:rsidRPr="00182CBA" w:rsidRDefault="00182CBA" w:rsidP="00182CBA">
      <w:pPr>
        <w:pStyle w:val="Heading1"/>
        <w:rPr>
          <w:rFonts w:ascii="Times New Roman" w:hAnsi="Times New Roman" w:cs="Times New Roman"/>
          <w:sz w:val="24"/>
          <w:szCs w:val="28"/>
        </w:rPr>
      </w:pPr>
      <w:r w:rsidRPr="00182CBA">
        <w:rPr>
          <w:rFonts w:ascii="Times New Roman" w:hAnsi="Times New Roman" w:cs="Times New Roman"/>
          <w:sz w:val="24"/>
        </w:rPr>
        <w:t>Ohio G</w:t>
      </w:r>
      <w:r w:rsidR="000452E1">
        <w:rPr>
          <w:rFonts w:ascii="Times New Roman" w:hAnsi="Times New Roman" w:cs="Times New Roman"/>
          <w:sz w:val="24"/>
        </w:rPr>
        <w:t xml:space="preserve">raduated </w:t>
      </w:r>
      <w:r w:rsidRPr="00182CBA">
        <w:rPr>
          <w:rFonts w:ascii="Times New Roman" w:hAnsi="Times New Roman" w:cs="Times New Roman"/>
          <w:sz w:val="24"/>
        </w:rPr>
        <w:t>D</w:t>
      </w:r>
      <w:r w:rsidR="000452E1">
        <w:rPr>
          <w:rFonts w:ascii="Times New Roman" w:hAnsi="Times New Roman" w:cs="Times New Roman"/>
          <w:sz w:val="24"/>
        </w:rPr>
        <w:t xml:space="preserve">river </w:t>
      </w:r>
      <w:r w:rsidRPr="00182CBA">
        <w:rPr>
          <w:rFonts w:ascii="Times New Roman" w:hAnsi="Times New Roman" w:cs="Times New Roman"/>
          <w:sz w:val="24"/>
        </w:rPr>
        <w:t>L</w:t>
      </w:r>
      <w:r w:rsidR="000452E1">
        <w:rPr>
          <w:rFonts w:ascii="Times New Roman" w:hAnsi="Times New Roman" w:cs="Times New Roman"/>
          <w:sz w:val="24"/>
        </w:rPr>
        <w:t>icensing</w:t>
      </w:r>
      <w:r w:rsidRPr="00182CBA">
        <w:rPr>
          <w:rFonts w:ascii="Times New Roman" w:hAnsi="Times New Roman" w:cs="Times New Roman"/>
          <w:sz w:val="24"/>
        </w:rPr>
        <w:t xml:space="preserve"> Safety Restrictions</w:t>
      </w:r>
    </w:p>
    <w:p w14:paraId="64B2A32E" w14:textId="77777777" w:rsidR="00182CBA" w:rsidRDefault="00182CBA" w:rsidP="000633D2"/>
    <w:p w14:paraId="657BD16D" w14:textId="5DBCF26F" w:rsidR="00182CBA" w:rsidRDefault="000633D2" w:rsidP="0001049F">
      <w:pPr>
        <w:pStyle w:val="ListParagraph"/>
        <w:numPr>
          <w:ilvl w:val="0"/>
          <w:numId w:val="25"/>
        </w:numPr>
      </w:pPr>
      <w:r w:rsidRPr="00182CBA">
        <w:t xml:space="preserve">In Ohio, </w:t>
      </w:r>
      <w:r w:rsidRPr="00182CBA">
        <w:t>driving is not a right;</w:t>
      </w:r>
      <w:r w:rsidRPr="00182CBA">
        <w:t xml:space="preserve"> </w:t>
      </w:r>
      <w:proofErr w:type="gramStart"/>
      <w:r w:rsidRPr="00182CBA">
        <w:t>it’s</w:t>
      </w:r>
      <w:proofErr w:type="gramEnd"/>
      <w:r w:rsidRPr="00182CBA">
        <w:t xml:space="preserve"> a privilege, with obligations, responsibilities and consequences. Repeated crashes or traffic violations by teen drivers carry fines and can result in your license being suspended or </w:t>
      </w:r>
      <w:proofErr w:type="gramStart"/>
      <w:r w:rsidRPr="00182CBA">
        <w:t>revoked</w:t>
      </w:r>
      <w:proofErr w:type="gramEnd"/>
      <w:r w:rsidRPr="00182CBA">
        <w:t>.</w:t>
      </w:r>
      <w:r w:rsidRPr="00182CBA">
        <w:t xml:space="preserve"> </w:t>
      </w:r>
    </w:p>
    <w:p w14:paraId="34AD7D64" w14:textId="77777777" w:rsidR="00182CBA" w:rsidRDefault="00182CBA" w:rsidP="00182CBA">
      <w:pPr>
        <w:pStyle w:val="ListParagraph"/>
      </w:pPr>
    </w:p>
    <w:p w14:paraId="63478726" w14:textId="1A19A92D" w:rsidR="000633D2" w:rsidRPr="00182CBA" w:rsidRDefault="000633D2" w:rsidP="0001049F">
      <w:pPr>
        <w:pStyle w:val="ListParagraph"/>
        <w:numPr>
          <w:ilvl w:val="0"/>
          <w:numId w:val="25"/>
        </w:numPr>
      </w:pPr>
      <w:r w:rsidRPr="00182CBA">
        <w:t>For teens, the following GDL safety restrictions are in place unless accompanied by a parent, guardian, or licensed d</w:t>
      </w:r>
      <w:r w:rsidRPr="00182CBA">
        <w:t>river age 21 or older:</w:t>
      </w:r>
    </w:p>
    <w:p w14:paraId="360F7418" w14:textId="772627F8" w:rsidR="000633D2" w:rsidRPr="00182CBA" w:rsidRDefault="000633D2" w:rsidP="0001049F">
      <w:pPr>
        <w:pStyle w:val="ListParagraph"/>
        <w:keepNext/>
        <w:keepLines/>
        <w:numPr>
          <w:ilvl w:val="0"/>
          <w:numId w:val="24"/>
        </w:numPr>
        <w:spacing w:line="259" w:lineRule="auto"/>
      </w:pPr>
      <w:r w:rsidRPr="00182CBA">
        <w:t>Until you have held your Probationary License for 1 year or turn 18, you may not drive between 12 am and 6 am except for school, work, religious event or medical emergency</w:t>
      </w:r>
    </w:p>
    <w:p w14:paraId="7435FD42" w14:textId="45844558" w:rsidR="000633D2" w:rsidRPr="00182CBA" w:rsidRDefault="000633D2" w:rsidP="0001049F">
      <w:pPr>
        <w:pStyle w:val="ListParagraph"/>
        <w:keepNext/>
        <w:keepLines/>
        <w:numPr>
          <w:ilvl w:val="0"/>
          <w:numId w:val="24"/>
        </w:numPr>
        <w:spacing w:line="259" w:lineRule="auto"/>
      </w:pPr>
      <w:r w:rsidRPr="00182CBA">
        <w:t>After you have held your Probationary License for 1 year, and before you turn 18, you may not drive between 1 am and 5 am, with the same exceptions as above</w:t>
      </w:r>
    </w:p>
    <w:p w14:paraId="7E652705" w14:textId="22CBCFFC" w:rsidR="000633D2" w:rsidRPr="00182CBA" w:rsidRDefault="000633D2" w:rsidP="0001049F">
      <w:pPr>
        <w:pStyle w:val="ListParagraph"/>
        <w:keepNext/>
        <w:keepLines/>
        <w:numPr>
          <w:ilvl w:val="0"/>
          <w:numId w:val="24"/>
        </w:numPr>
        <w:spacing w:line="259" w:lineRule="auto"/>
      </w:pPr>
      <w:r w:rsidRPr="00182CBA">
        <w:t>Until you have</w:t>
      </w:r>
      <w:r w:rsidRPr="00182CBA">
        <w:t xml:space="preserve"> held your Probationary License</w:t>
      </w:r>
      <w:r w:rsidRPr="00182CBA">
        <w:t xml:space="preserve"> for 1 year or turn 18, you may not transport more than one non-family passenger without parental supervision</w:t>
      </w:r>
    </w:p>
    <w:p w14:paraId="138FA5BA" w14:textId="7794C592" w:rsidR="000633D2" w:rsidRPr="00182CBA" w:rsidRDefault="000633D2" w:rsidP="0001049F">
      <w:pPr>
        <w:pStyle w:val="ListParagraph"/>
        <w:keepNext/>
        <w:keepLines/>
        <w:numPr>
          <w:ilvl w:val="0"/>
          <w:numId w:val="24"/>
        </w:numPr>
        <w:spacing w:line="259" w:lineRule="auto"/>
      </w:pPr>
      <w:r w:rsidRPr="00182CBA">
        <w:t xml:space="preserve">After you have held your Probationary License for 1 year, and before you turn 18, you may not transport more passengers than the number of originally installed safety belts in your vehicle. </w:t>
      </w:r>
      <w:r w:rsidRPr="00182CBA">
        <w:t>Everyone must wear safety belts</w:t>
      </w:r>
    </w:p>
    <w:p w14:paraId="16F131EC" w14:textId="364A9D62" w:rsidR="001B2166" w:rsidRPr="000608D6" w:rsidRDefault="001B2166" w:rsidP="001B2166">
      <w:pPr>
        <w:rPr>
          <w:caps/>
          <w:color w:val="000000"/>
          <w:spacing w:val="10"/>
          <w:sz w:val="20"/>
          <w:szCs w:val="22"/>
        </w:rPr>
      </w:pPr>
    </w:p>
    <w:p w14:paraId="7644BD1A" w14:textId="26033EC0" w:rsidR="000608D6" w:rsidRPr="000633D2" w:rsidRDefault="009E5A5B" w:rsidP="00A640CB">
      <w:pPr>
        <w:pStyle w:val="Heading1"/>
        <w:rPr>
          <w:rFonts w:ascii="Times New Roman" w:hAnsi="Times New Roman" w:cs="Times New Roman"/>
          <w:sz w:val="24"/>
          <w:szCs w:val="28"/>
        </w:rPr>
      </w:pPr>
      <w:r w:rsidRPr="000633D2">
        <w:rPr>
          <w:sz w:val="24"/>
        </w:rPr>
        <w:t xml:space="preserve">  </w:t>
      </w:r>
      <w:r w:rsidR="000608D6" w:rsidRPr="000633D2">
        <w:rPr>
          <w:rFonts w:ascii="Times New Roman" w:hAnsi="Times New Roman" w:cs="Times New Roman"/>
          <w:sz w:val="24"/>
          <w:szCs w:val="28"/>
        </w:rPr>
        <w:t>Student Parking Pass Policy Model</w:t>
      </w:r>
    </w:p>
    <w:p w14:paraId="62D7EDAC" w14:textId="77777777" w:rsidR="00A640CB" w:rsidRPr="000608D6" w:rsidRDefault="00A640CB" w:rsidP="000608D6"/>
    <w:p w14:paraId="0C21FA64" w14:textId="2508BA20" w:rsidR="00A640CB" w:rsidRDefault="003F58B7" w:rsidP="00A640CB">
      <w:pPr>
        <w:ind w:firstLine="720"/>
        <w:rPr>
          <w:b/>
          <w:u w:val="single"/>
        </w:rPr>
      </w:pPr>
      <w:r>
        <w:rPr>
          <w:b/>
          <w:u w:val="single"/>
        </w:rPr>
        <w:t xml:space="preserve">Use </w:t>
      </w:r>
      <w:proofErr w:type="gramStart"/>
      <w:r>
        <w:rPr>
          <w:b/>
          <w:u w:val="single"/>
        </w:rPr>
        <w:t>Of</w:t>
      </w:r>
      <w:proofErr w:type="gramEnd"/>
      <w:r>
        <w:rPr>
          <w:b/>
          <w:u w:val="single"/>
        </w:rPr>
        <w:t xml:space="preserve"> Motor Vehicles</w:t>
      </w:r>
    </w:p>
    <w:p w14:paraId="1DCF1083" w14:textId="0FF2BBA2" w:rsidR="000633D2" w:rsidRDefault="000633D2" w:rsidP="000633D2"/>
    <w:p w14:paraId="49C94C1C" w14:textId="21E801EB" w:rsidR="00A640CB" w:rsidRDefault="00A640CB" w:rsidP="0001049F">
      <w:pPr>
        <w:pStyle w:val="ListParagraph"/>
        <w:numPr>
          <w:ilvl w:val="0"/>
          <w:numId w:val="15"/>
        </w:numPr>
      </w:pPr>
      <w:proofErr w:type="gramStart"/>
      <w:r>
        <w:t>The Board of Education regards the use of motor vehicles for travel to and from school by students as an assumption of responsibility on the part of those students -- a responsibility in the care of property, in the observation of safety rules, and in the display of courtesy and consideration toward others – and an assumption of liability on the part of those students and their parent(s).</w:t>
      </w:r>
      <w:proofErr w:type="gramEnd"/>
      <w:r>
        <w:t xml:space="preserve"> </w:t>
      </w:r>
    </w:p>
    <w:p w14:paraId="44210B75" w14:textId="77777777" w:rsidR="00A640CB" w:rsidRDefault="00A640CB" w:rsidP="00A640CB">
      <w:pPr>
        <w:pStyle w:val="ListParagraph"/>
      </w:pPr>
    </w:p>
    <w:p w14:paraId="4AEA549E" w14:textId="4B15E696" w:rsidR="001178F1" w:rsidRPr="001178F1" w:rsidRDefault="00A640CB" w:rsidP="0001049F">
      <w:pPr>
        <w:pStyle w:val="ListParagraph"/>
        <w:numPr>
          <w:ilvl w:val="0"/>
          <w:numId w:val="15"/>
        </w:numPr>
      </w:pPr>
      <w:r>
        <w:t xml:space="preserve">The Superintendent shall develop administrative guidelines for the operation and parking of motor vehicles by </w:t>
      </w:r>
      <w:proofErr w:type="gramStart"/>
      <w:r>
        <w:t>students which shall include the requirement that students are licensed drivers</w:t>
      </w:r>
      <w:proofErr w:type="gramEnd"/>
      <w:r>
        <w:t xml:space="preserve"> and have adequate liability insurance. The Board shall not be responsible for motor </w:t>
      </w:r>
      <w:proofErr w:type="gramStart"/>
      <w:r>
        <w:t>vehicles which</w:t>
      </w:r>
      <w:proofErr w:type="gramEnd"/>
      <w:r>
        <w:t xml:space="preserve"> are lost, stolen, or damaged while on school property.</w:t>
      </w:r>
    </w:p>
    <w:p w14:paraId="6D5F8982" w14:textId="77777777" w:rsidR="001178F1" w:rsidRDefault="001178F1" w:rsidP="00A640CB">
      <w:pPr>
        <w:pStyle w:val="ListParagraph"/>
        <w:rPr>
          <w:b/>
          <w:u w:val="single"/>
        </w:rPr>
      </w:pPr>
    </w:p>
    <w:p w14:paraId="662217AC" w14:textId="64996FB6" w:rsidR="00A640CB" w:rsidRDefault="003F58B7" w:rsidP="00A640CB">
      <w:pPr>
        <w:pStyle w:val="ListParagraph"/>
        <w:rPr>
          <w:b/>
          <w:u w:val="single"/>
        </w:rPr>
      </w:pPr>
      <w:r>
        <w:rPr>
          <w:b/>
          <w:u w:val="single"/>
        </w:rPr>
        <w:t xml:space="preserve">Motor Vehicle Guidelines </w:t>
      </w:r>
    </w:p>
    <w:p w14:paraId="22FF6017" w14:textId="77777777" w:rsidR="003F58B7" w:rsidRPr="003F58B7" w:rsidRDefault="003F58B7" w:rsidP="00A640CB">
      <w:pPr>
        <w:pStyle w:val="ListParagraph"/>
        <w:rPr>
          <w:b/>
          <w:u w:val="single"/>
        </w:rPr>
      </w:pPr>
    </w:p>
    <w:p w14:paraId="27670997" w14:textId="716907E1" w:rsidR="00FA31B9" w:rsidRPr="00DB3398" w:rsidRDefault="0001771F" w:rsidP="0001049F">
      <w:pPr>
        <w:pStyle w:val="ListParagraph"/>
        <w:numPr>
          <w:ilvl w:val="0"/>
          <w:numId w:val="16"/>
        </w:numPr>
      </w:pPr>
      <w:r>
        <w:t>Your student parking pass is valid for (</w:t>
      </w:r>
      <w:r w:rsidRPr="007D6BD1">
        <w:rPr>
          <w:u w:val="single"/>
        </w:rPr>
        <w:t xml:space="preserve">insert </w:t>
      </w:r>
      <w:proofErr w:type="gramStart"/>
      <w:r w:rsidRPr="007D6BD1">
        <w:rPr>
          <w:u w:val="single"/>
        </w:rPr>
        <w:t>time frame</w:t>
      </w:r>
      <w:proofErr w:type="gramEnd"/>
      <w:r w:rsidRPr="007D6BD1">
        <w:rPr>
          <w:u w:val="single"/>
        </w:rPr>
        <w:t xml:space="preserve"> i.e. one year</w:t>
      </w:r>
      <w:r>
        <w:t>) and must be renewed (</w:t>
      </w:r>
      <w:r w:rsidRPr="007D6BD1">
        <w:rPr>
          <w:u w:val="single"/>
        </w:rPr>
        <w:t>insert time frame i.e. annually or each semester</w:t>
      </w:r>
      <w:r>
        <w:t>).</w:t>
      </w:r>
    </w:p>
    <w:p w14:paraId="58D7B354" w14:textId="77777777" w:rsidR="00A640CB" w:rsidRDefault="00A640CB" w:rsidP="00A640CB"/>
    <w:p w14:paraId="36E7A625" w14:textId="6E79FC79" w:rsidR="00FA31B9" w:rsidRDefault="0001771F" w:rsidP="0001049F">
      <w:pPr>
        <w:pStyle w:val="ListParagraph"/>
        <w:numPr>
          <w:ilvl w:val="0"/>
          <w:numId w:val="16"/>
        </w:numPr>
      </w:pPr>
      <w:r>
        <w:lastRenderedPageBreak/>
        <w:t xml:space="preserve">Students will not drive a vehicle to school which </w:t>
      </w:r>
      <w:proofErr w:type="gramStart"/>
      <w:r>
        <w:t>is not registered</w:t>
      </w:r>
      <w:proofErr w:type="gramEnd"/>
      <w:r>
        <w:t xml:space="preserve"> properly and which does not display the proper parking permit. Students eligible to register the vehicle are as follows: </w:t>
      </w:r>
    </w:p>
    <w:p w14:paraId="54EDE21B" w14:textId="3B03AD46" w:rsidR="0001771F" w:rsidRDefault="0001771F" w:rsidP="0001049F">
      <w:pPr>
        <w:pStyle w:val="ListParagraph"/>
        <w:numPr>
          <w:ilvl w:val="0"/>
          <w:numId w:val="20"/>
        </w:numPr>
      </w:pPr>
      <w:r>
        <w:t>Junior &amp; Seniors</w:t>
      </w:r>
    </w:p>
    <w:p w14:paraId="171B1B37" w14:textId="4FA78FEC" w:rsidR="0001771F" w:rsidRDefault="00A06747" w:rsidP="0001049F">
      <w:pPr>
        <w:pStyle w:val="ListParagraph"/>
        <w:numPr>
          <w:ilvl w:val="0"/>
          <w:numId w:val="20"/>
        </w:numPr>
      </w:pPr>
      <w:r>
        <w:t>Sophomores may obtain a parking permit if they work or are involved in a school activity, if there is a parking space available.</w:t>
      </w:r>
    </w:p>
    <w:p w14:paraId="059085BF" w14:textId="77777777" w:rsidR="00A640CB" w:rsidRDefault="00A640CB" w:rsidP="0001049F">
      <w:pPr>
        <w:pStyle w:val="ListParagraph"/>
        <w:numPr>
          <w:ilvl w:val="0"/>
          <w:numId w:val="20"/>
        </w:numPr>
      </w:pPr>
      <w:r>
        <w:t xml:space="preserve">Cost – (insert time frame and cost i.e. Yearly $20.00) </w:t>
      </w:r>
    </w:p>
    <w:p w14:paraId="5B15D903" w14:textId="77777777" w:rsidR="00ED0B88" w:rsidRDefault="00ED0B88" w:rsidP="00ED0B88"/>
    <w:p w14:paraId="160A8DED" w14:textId="3C2E29F8" w:rsidR="00ED0B88" w:rsidRDefault="003F58B7" w:rsidP="00ED0B88">
      <w:pPr>
        <w:ind w:left="720"/>
        <w:rPr>
          <w:b/>
          <w:u w:val="single"/>
        </w:rPr>
      </w:pPr>
      <w:r>
        <w:rPr>
          <w:b/>
          <w:u w:val="single"/>
        </w:rPr>
        <w:t>Documents Needed To Obtain Parking Permit</w:t>
      </w:r>
    </w:p>
    <w:p w14:paraId="6092B429" w14:textId="77777777" w:rsidR="003F58B7" w:rsidRPr="003F58B7" w:rsidRDefault="003F58B7" w:rsidP="003F58B7">
      <w:pPr>
        <w:rPr>
          <w:b/>
          <w:u w:val="single"/>
        </w:rPr>
      </w:pPr>
    </w:p>
    <w:p w14:paraId="32ED1A05" w14:textId="21770ADE" w:rsidR="005B53A5" w:rsidRDefault="005B53A5" w:rsidP="0001049F">
      <w:pPr>
        <w:pStyle w:val="ListParagraph"/>
        <w:numPr>
          <w:ilvl w:val="0"/>
          <w:numId w:val="17"/>
        </w:numPr>
      </w:pPr>
      <w:r>
        <w:t>Current state of Ohio Certificate of Registration</w:t>
      </w:r>
    </w:p>
    <w:p w14:paraId="6EE8B3AC" w14:textId="13115786" w:rsidR="005B53A5" w:rsidRDefault="005B53A5" w:rsidP="0001049F">
      <w:pPr>
        <w:pStyle w:val="ListParagraph"/>
        <w:numPr>
          <w:ilvl w:val="0"/>
          <w:numId w:val="17"/>
        </w:numPr>
      </w:pPr>
      <w:r>
        <w:t xml:space="preserve">Student’s </w:t>
      </w:r>
      <w:proofErr w:type="spellStart"/>
      <w:r>
        <w:t>Drivers</w:t>
      </w:r>
      <w:proofErr w:type="spellEnd"/>
      <w:r>
        <w:t xml:space="preserve"> License</w:t>
      </w:r>
    </w:p>
    <w:p w14:paraId="1B575AD7" w14:textId="5613B5E0" w:rsidR="005B53A5" w:rsidRDefault="005B53A5" w:rsidP="0001049F">
      <w:pPr>
        <w:pStyle w:val="ListParagraph"/>
        <w:numPr>
          <w:ilvl w:val="0"/>
          <w:numId w:val="17"/>
        </w:numPr>
      </w:pPr>
      <w:r>
        <w:t>Current Proof of Insurance</w:t>
      </w:r>
    </w:p>
    <w:p w14:paraId="5B372D3B" w14:textId="77777777" w:rsidR="006F1B14" w:rsidRDefault="006F1B14" w:rsidP="001178F1"/>
    <w:p w14:paraId="1846A52F" w14:textId="1C0CA94D" w:rsidR="0001771F" w:rsidRDefault="006F1B14" w:rsidP="006F1B14">
      <w:pPr>
        <w:ind w:left="720"/>
        <w:rPr>
          <w:b/>
          <w:u w:val="single"/>
        </w:rPr>
      </w:pPr>
      <w:r w:rsidRPr="006F1B14">
        <w:rPr>
          <w:b/>
          <w:u w:val="single"/>
        </w:rPr>
        <w:t xml:space="preserve">Student Driving </w:t>
      </w:r>
      <w:proofErr w:type="gramStart"/>
      <w:r w:rsidR="003F58B7">
        <w:rPr>
          <w:b/>
          <w:u w:val="single"/>
        </w:rPr>
        <w:t>And</w:t>
      </w:r>
      <w:proofErr w:type="gramEnd"/>
      <w:r w:rsidRPr="006F1B14">
        <w:rPr>
          <w:b/>
          <w:u w:val="single"/>
        </w:rPr>
        <w:t xml:space="preserve"> Parking Regulations</w:t>
      </w:r>
    </w:p>
    <w:p w14:paraId="73EB1FBA" w14:textId="77777777" w:rsidR="0020774D" w:rsidRPr="006F1B14" w:rsidRDefault="0020774D" w:rsidP="006F1B14">
      <w:pPr>
        <w:ind w:left="720"/>
        <w:rPr>
          <w:b/>
          <w:u w:val="single"/>
        </w:rPr>
      </w:pPr>
    </w:p>
    <w:p w14:paraId="75915BF7" w14:textId="26C44145" w:rsidR="003F299B" w:rsidRDefault="003F299B" w:rsidP="0001049F">
      <w:pPr>
        <w:pStyle w:val="ListParagraph"/>
        <w:numPr>
          <w:ilvl w:val="0"/>
          <w:numId w:val="18"/>
        </w:numPr>
      </w:pPr>
      <w:r>
        <w:t xml:space="preserve">All students driving to and from school events </w:t>
      </w:r>
      <w:proofErr w:type="gramStart"/>
      <w:r>
        <w:t>are expected</w:t>
      </w:r>
      <w:proofErr w:type="gramEnd"/>
      <w:r>
        <w:t xml:space="preserve"> to abide by all laws set forth by the State of Ohio</w:t>
      </w:r>
      <w:r w:rsidR="001178F1">
        <w:t>.</w:t>
      </w:r>
    </w:p>
    <w:p w14:paraId="68F3638B" w14:textId="77777777" w:rsidR="00435A61" w:rsidRDefault="00435A61" w:rsidP="00435A61">
      <w:pPr>
        <w:pStyle w:val="ListParagraph"/>
        <w:ind w:left="1440"/>
      </w:pPr>
    </w:p>
    <w:p w14:paraId="66FA4E95" w14:textId="44838589" w:rsidR="00435A61" w:rsidRDefault="006F1B14" w:rsidP="0001049F">
      <w:pPr>
        <w:pStyle w:val="ListParagraph"/>
        <w:numPr>
          <w:ilvl w:val="0"/>
          <w:numId w:val="18"/>
        </w:numPr>
      </w:pPr>
      <w:r>
        <w:t xml:space="preserve">All vehicles driven to school </w:t>
      </w:r>
      <w:proofErr w:type="gramStart"/>
      <w:r>
        <w:t>must be registered</w:t>
      </w:r>
      <w:proofErr w:type="gramEnd"/>
      <w:r>
        <w:t xml:space="preserve"> with the school and must properly display the appropriate permit.</w:t>
      </w:r>
    </w:p>
    <w:p w14:paraId="6D4F8AE3" w14:textId="77777777" w:rsidR="00435A61" w:rsidRDefault="00435A61" w:rsidP="00435A61">
      <w:pPr>
        <w:pStyle w:val="ListParagraph"/>
        <w:ind w:left="1440"/>
      </w:pPr>
    </w:p>
    <w:p w14:paraId="212EC02C" w14:textId="776B57A4" w:rsidR="0020774D" w:rsidRDefault="0020774D" w:rsidP="0001049F">
      <w:pPr>
        <w:pStyle w:val="ListParagraph"/>
        <w:numPr>
          <w:ilvl w:val="0"/>
          <w:numId w:val="18"/>
        </w:numPr>
      </w:pPr>
      <w:r>
        <w:t xml:space="preserve">Students must park in the assigned student areas in accordance with their assigned parking permit. </w:t>
      </w:r>
    </w:p>
    <w:p w14:paraId="6C0E37B2" w14:textId="77777777" w:rsidR="00435A61" w:rsidRDefault="00435A61" w:rsidP="00435A61">
      <w:pPr>
        <w:pStyle w:val="ListParagraph"/>
        <w:ind w:left="1440"/>
      </w:pPr>
    </w:p>
    <w:p w14:paraId="583686C6" w14:textId="57FAC99F" w:rsidR="006F1B14" w:rsidRDefault="006F1B14" w:rsidP="0001049F">
      <w:pPr>
        <w:pStyle w:val="ListParagraph"/>
        <w:numPr>
          <w:ilvl w:val="0"/>
          <w:numId w:val="18"/>
        </w:numPr>
      </w:pPr>
      <w:r>
        <w:t xml:space="preserve">Students </w:t>
      </w:r>
      <w:proofErr w:type="gramStart"/>
      <w:r>
        <w:t>are not permitted</w:t>
      </w:r>
      <w:proofErr w:type="gramEnd"/>
      <w:r>
        <w:t xml:space="preserve"> to remain in their vehicle or loiter in the parking lot at any time.</w:t>
      </w:r>
    </w:p>
    <w:p w14:paraId="66E54837" w14:textId="242DB53D" w:rsidR="00435A61" w:rsidRDefault="00435A61" w:rsidP="00435A61"/>
    <w:p w14:paraId="05664AC8" w14:textId="4F44F6A8" w:rsidR="006F1B14" w:rsidRDefault="00823532" w:rsidP="0001049F">
      <w:pPr>
        <w:pStyle w:val="ListParagraph"/>
        <w:numPr>
          <w:ilvl w:val="0"/>
          <w:numId w:val="18"/>
        </w:numPr>
      </w:pPr>
      <w:r>
        <w:t xml:space="preserve">Students should not intentionally nor recklessly operate a motor vehicle </w:t>
      </w:r>
      <w:proofErr w:type="gramStart"/>
      <w:r>
        <w:t>so as to</w:t>
      </w:r>
      <w:proofErr w:type="gramEnd"/>
      <w:r>
        <w:t xml:space="preserve"> endanger the safety, health and or welfare of others on school property. Examples of reckless operation include but are not limited to:</w:t>
      </w:r>
    </w:p>
    <w:p w14:paraId="2B56D3A0" w14:textId="31BBA675" w:rsidR="00435A61" w:rsidRDefault="00435A61" w:rsidP="0001049F">
      <w:pPr>
        <w:pStyle w:val="ListParagraph"/>
        <w:numPr>
          <w:ilvl w:val="1"/>
          <w:numId w:val="21"/>
        </w:numPr>
      </w:pPr>
      <w:r>
        <w:t>Excessive speed</w:t>
      </w:r>
    </w:p>
    <w:p w14:paraId="5DBDDE0E" w14:textId="5DB2B1AB" w:rsidR="00435A61" w:rsidRDefault="00435A61" w:rsidP="0001049F">
      <w:pPr>
        <w:pStyle w:val="ListParagraph"/>
        <w:numPr>
          <w:ilvl w:val="1"/>
          <w:numId w:val="21"/>
        </w:numPr>
      </w:pPr>
      <w:r>
        <w:t>Careless operation of a vehicle</w:t>
      </w:r>
    </w:p>
    <w:p w14:paraId="28327813" w14:textId="2E61170B" w:rsidR="00823532" w:rsidRDefault="00823532" w:rsidP="0001049F">
      <w:pPr>
        <w:pStyle w:val="ListParagraph"/>
        <w:numPr>
          <w:ilvl w:val="1"/>
          <w:numId w:val="21"/>
        </w:numPr>
      </w:pPr>
      <w:r>
        <w:t>Passing vehicles waiting to exit parking lot</w:t>
      </w:r>
    </w:p>
    <w:p w14:paraId="0282AADB" w14:textId="4DA0879A" w:rsidR="00823532" w:rsidRDefault="00823532" w:rsidP="0001049F">
      <w:pPr>
        <w:pStyle w:val="ListParagraph"/>
        <w:numPr>
          <w:ilvl w:val="1"/>
          <w:numId w:val="21"/>
        </w:numPr>
      </w:pPr>
      <w:r>
        <w:t xml:space="preserve">Swerving or weaving through parking lot traffic </w:t>
      </w:r>
    </w:p>
    <w:p w14:paraId="49337620" w14:textId="5DF5A26E" w:rsidR="00823532" w:rsidRDefault="00823532" w:rsidP="0001049F">
      <w:pPr>
        <w:pStyle w:val="ListParagraph"/>
        <w:numPr>
          <w:ilvl w:val="1"/>
          <w:numId w:val="21"/>
        </w:numPr>
      </w:pPr>
      <w:r>
        <w:t>Carele</w:t>
      </w:r>
      <w:r w:rsidR="001E7E4C">
        <w:t>s</w:t>
      </w:r>
      <w:r>
        <w:t>sly pulling out in front of moving vehicles</w:t>
      </w:r>
    </w:p>
    <w:p w14:paraId="7C844F4B" w14:textId="32D65342" w:rsidR="00435A61" w:rsidRDefault="00823532" w:rsidP="0001049F">
      <w:pPr>
        <w:pStyle w:val="ListParagraph"/>
        <w:numPr>
          <w:ilvl w:val="1"/>
          <w:numId w:val="21"/>
        </w:numPr>
      </w:pPr>
      <w:r>
        <w:t>Any action that can result in personal injury or property damage</w:t>
      </w:r>
    </w:p>
    <w:p w14:paraId="58E26599" w14:textId="77777777" w:rsidR="00435A61" w:rsidRDefault="00435A61" w:rsidP="00435A61">
      <w:pPr>
        <w:pStyle w:val="ListParagraph"/>
        <w:ind w:left="2160"/>
      </w:pPr>
    </w:p>
    <w:p w14:paraId="048424BB" w14:textId="77777777" w:rsidR="00435A61" w:rsidRDefault="00435A61" w:rsidP="0001049F">
      <w:pPr>
        <w:pStyle w:val="ListParagraph"/>
        <w:numPr>
          <w:ilvl w:val="0"/>
          <w:numId w:val="18"/>
        </w:numPr>
      </w:pPr>
      <w:r>
        <w:t>Students who fail to comply with stated parking regulations will forfeit their privileges as determined by school administration. Causes for suspension or permanent loss of parking permit without refund may include, but are not limited to the following:</w:t>
      </w:r>
    </w:p>
    <w:p w14:paraId="3C48A178" w14:textId="77777777" w:rsidR="00435A61" w:rsidRDefault="00435A61" w:rsidP="0001049F">
      <w:pPr>
        <w:pStyle w:val="ListParagraph"/>
        <w:numPr>
          <w:ilvl w:val="0"/>
          <w:numId w:val="23"/>
        </w:numPr>
      </w:pPr>
      <w:r>
        <w:t>Use of a registered vehicle in the violation of school policy and procedures.</w:t>
      </w:r>
    </w:p>
    <w:p w14:paraId="49675F05" w14:textId="77777777" w:rsidR="00435A61" w:rsidRDefault="00435A61" w:rsidP="0001049F">
      <w:pPr>
        <w:pStyle w:val="ListParagraph"/>
        <w:numPr>
          <w:ilvl w:val="0"/>
          <w:numId w:val="23"/>
        </w:numPr>
      </w:pPr>
      <w:r>
        <w:t>Use of cars to promote skipping and/or transportation of truant students.</w:t>
      </w:r>
    </w:p>
    <w:p w14:paraId="1DB52846" w14:textId="77777777" w:rsidR="00435A61" w:rsidRDefault="00435A61" w:rsidP="0001049F">
      <w:pPr>
        <w:pStyle w:val="ListParagraph"/>
        <w:numPr>
          <w:ilvl w:val="0"/>
          <w:numId w:val="23"/>
        </w:numPr>
      </w:pPr>
      <w:r>
        <w:t>Disciplinary action/suspension from school.</w:t>
      </w:r>
    </w:p>
    <w:p w14:paraId="49D6B6A8" w14:textId="77777777" w:rsidR="00435A61" w:rsidRDefault="00435A61" w:rsidP="0001049F">
      <w:pPr>
        <w:pStyle w:val="ListParagraph"/>
        <w:numPr>
          <w:ilvl w:val="0"/>
          <w:numId w:val="23"/>
        </w:numPr>
      </w:pPr>
      <w:r>
        <w:t xml:space="preserve">Tardiness: Student is chronically tardy to school. </w:t>
      </w:r>
    </w:p>
    <w:p w14:paraId="531A7707" w14:textId="5128F81A" w:rsidR="001178F1" w:rsidRDefault="00435A61" w:rsidP="0001049F">
      <w:pPr>
        <w:pStyle w:val="ListParagraph"/>
        <w:numPr>
          <w:ilvl w:val="0"/>
          <w:numId w:val="23"/>
        </w:numPr>
      </w:pPr>
      <w:r>
        <w:t xml:space="preserve">Truancy: Student is truant for all or part of a day. </w:t>
      </w:r>
    </w:p>
    <w:p w14:paraId="3C5C47E5" w14:textId="77777777" w:rsidR="00435A61" w:rsidRDefault="00435A61" w:rsidP="00435A61">
      <w:pPr>
        <w:pStyle w:val="ListParagraph"/>
        <w:ind w:left="2160"/>
      </w:pPr>
    </w:p>
    <w:p w14:paraId="41BAEF88" w14:textId="73919260" w:rsidR="001178F1" w:rsidRDefault="001178F1" w:rsidP="0001049F">
      <w:pPr>
        <w:pStyle w:val="ListParagraph"/>
        <w:numPr>
          <w:ilvl w:val="0"/>
          <w:numId w:val="18"/>
        </w:numPr>
      </w:pPr>
      <w:r w:rsidRPr="001178F1">
        <w:t xml:space="preserve">Falsifying a contract, misrepresenting a permit as lost or stolen or displaying a permit not registered to you are causes for revocation of a parking permit and additional disciplinary consequences. </w:t>
      </w:r>
    </w:p>
    <w:p w14:paraId="098A48E6" w14:textId="73D2B2F4" w:rsidR="001178F1" w:rsidRDefault="0020774D" w:rsidP="0001049F">
      <w:pPr>
        <w:pStyle w:val="ListParagraph"/>
        <w:numPr>
          <w:ilvl w:val="0"/>
          <w:numId w:val="18"/>
        </w:numPr>
      </w:pPr>
      <w:r>
        <w:lastRenderedPageBreak/>
        <w:t>Students should expect to receive disciplinary action if they do not follow school rules and regulations.</w:t>
      </w:r>
      <w:bookmarkStart w:id="0" w:name="_GoBack"/>
      <w:bookmarkEnd w:id="0"/>
    </w:p>
    <w:p w14:paraId="7A59C01D" w14:textId="449989AB" w:rsidR="0020774D" w:rsidRDefault="0020774D" w:rsidP="00435A61"/>
    <w:p w14:paraId="6851F982" w14:textId="74681A5F" w:rsidR="0020774D" w:rsidRDefault="0020774D" w:rsidP="0020774D">
      <w:pPr>
        <w:ind w:firstLine="720"/>
        <w:rPr>
          <w:b/>
          <w:u w:val="single"/>
        </w:rPr>
      </w:pPr>
      <w:r>
        <w:rPr>
          <w:b/>
          <w:u w:val="single"/>
        </w:rPr>
        <w:t xml:space="preserve">Penalties </w:t>
      </w:r>
      <w:proofErr w:type="gramStart"/>
      <w:r w:rsidR="003F58B7">
        <w:rPr>
          <w:b/>
          <w:u w:val="single"/>
        </w:rPr>
        <w:t>For</w:t>
      </w:r>
      <w:proofErr w:type="gramEnd"/>
      <w:r>
        <w:rPr>
          <w:b/>
          <w:u w:val="single"/>
        </w:rPr>
        <w:t xml:space="preserve"> </w:t>
      </w:r>
      <w:r w:rsidRPr="0020774D">
        <w:rPr>
          <w:b/>
          <w:u w:val="single"/>
        </w:rPr>
        <w:t>Driving</w:t>
      </w:r>
      <w:r w:rsidR="007007F8">
        <w:rPr>
          <w:b/>
          <w:u w:val="single"/>
        </w:rPr>
        <w:t xml:space="preserve"> </w:t>
      </w:r>
      <w:r>
        <w:rPr>
          <w:b/>
          <w:u w:val="single"/>
        </w:rPr>
        <w:t>Violations</w:t>
      </w:r>
    </w:p>
    <w:p w14:paraId="5110761A" w14:textId="47F26868" w:rsidR="00435A61" w:rsidRDefault="00435A61" w:rsidP="00435A61"/>
    <w:p w14:paraId="5249E90A" w14:textId="1B596F53" w:rsidR="00380115" w:rsidRDefault="00380115" w:rsidP="0001049F">
      <w:pPr>
        <w:pStyle w:val="ListParagraph"/>
        <w:numPr>
          <w:ilvl w:val="0"/>
          <w:numId w:val="19"/>
        </w:numPr>
      </w:pPr>
      <w:r>
        <w:t xml:space="preserve">Failure to register the vehicle will result in the following: </w:t>
      </w:r>
    </w:p>
    <w:p w14:paraId="787DFA46" w14:textId="77777777" w:rsidR="00380115" w:rsidRDefault="00380115" w:rsidP="0001049F">
      <w:pPr>
        <w:pStyle w:val="ListParagraph"/>
        <w:numPr>
          <w:ilvl w:val="1"/>
          <w:numId w:val="22"/>
        </w:numPr>
      </w:pPr>
      <w:r>
        <w:t xml:space="preserve">1st violation (insert consequence i.e. Warning, conference, and/or evening school) </w:t>
      </w:r>
    </w:p>
    <w:p w14:paraId="68023336" w14:textId="3DDB21AE" w:rsidR="00076515" w:rsidRPr="001178F1" w:rsidRDefault="00380115" w:rsidP="0001049F">
      <w:pPr>
        <w:pStyle w:val="ListParagraph"/>
        <w:numPr>
          <w:ilvl w:val="1"/>
          <w:numId w:val="22"/>
        </w:numPr>
      </w:pPr>
      <w:r>
        <w:t>2nd violation (insert consequence i.e. Evening school, Friday school, loss of driving privileges, and/or suspension)</w:t>
      </w:r>
    </w:p>
    <w:p w14:paraId="34334DEA" w14:textId="6740D538" w:rsidR="00076515" w:rsidRDefault="00076515" w:rsidP="00B72C11">
      <w:pPr>
        <w:spacing w:after="150"/>
        <w:ind w:firstLine="720"/>
        <w:rPr>
          <w:lang w:val="en"/>
        </w:rPr>
      </w:pPr>
    </w:p>
    <w:p w14:paraId="3D40C4CC" w14:textId="0ED57472" w:rsidR="00076515" w:rsidRDefault="00076515" w:rsidP="00B72C11">
      <w:pPr>
        <w:spacing w:after="150"/>
        <w:ind w:firstLine="720"/>
        <w:rPr>
          <w:lang w:val="en"/>
        </w:rPr>
      </w:pPr>
    </w:p>
    <w:p w14:paraId="2DE0E194" w14:textId="37353D36" w:rsidR="00076515" w:rsidRDefault="00076515" w:rsidP="00B72C11">
      <w:pPr>
        <w:spacing w:after="150"/>
        <w:ind w:firstLine="720"/>
        <w:rPr>
          <w:lang w:val="en"/>
        </w:rPr>
      </w:pPr>
    </w:p>
    <w:p w14:paraId="107A1331" w14:textId="0B9B0566" w:rsidR="00076515" w:rsidRDefault="00076515" w:rsidP="00B72C11">
      <w:pPr>
        <w:spacing w:after="150"/>
        <w:ind w:firstLine="720"/>
        <w:rPr>
          <w:lang w:val="en"/>
        </w:rPr>
      </w:pPr>
    </w:p>
    <w:p w14:paraId="4D5B76E2" w14:textId="1845E793" w:rsidR="00BF538D" w:rsidRPr="00160FF8" w:rsidRDefault="00BF538D" w:rsidP="00076515">
      <w:pPr>
        <w:spacing w:after="150"/>
        <w:rPr>
          <w:lang w:val="en"/>
        </w:rPr>
      </w:pPr>
    </w:p>
    <w:sectPr w:rsidR="00BF538D" w:rsidRPr="00160FF8" w:rsidSect="00A674CF">
      <w:headerReference w:type="default" r:id="rId10"/>
      <w:footerReference w:type="default" r:id="rId11"/>
      <w:headerReference w:type="first" r:id="rId12"/>
      <w:footerReference w:type="first" r:id="rId13"/>
      <w:pgSz w:w="12240" w:h="15840" w:code="1"/>
      <w:pgMar w:top="720" w:right="720" w:bottom="720" w:left="720"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C5F29" w14:textId="77777777" w:rsidR="0001049F" w:rsidRDefault="0001049F">
      <w:r>
        <w:separator/>
      </w:r>
    </w:p>
  </w:endnote>
  <w:endnote w:type="continuationSeparator" w:id="0">
    <w:p w14:paraId="38B75124" w14:textId="77777777" w:rsidR="0001049F" w:rsidRDefault="00010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5104C" w14:textId="21D07F24" w:rsidR="000608D6" w:rsidRDefault="000608D6" w:rsidP="00B25B6E">
    <w:pPr>
      <w:pStyle w:val="Footer"/>
      <w:jc w:val="center"/>
    </w:pPr>
    <w:r>
      <w:t xml:space="preserve">Page </w:t>
    </w:r>
    <w:sdt>
      <w:sdtPr>
        <w:id w:val="-1276624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1178F1">
          <w:rPr>
            <w:noProof/>
          </w:rPr>
          <w:t>3</w:t>
        </w:r>
        <w:r>
          <w:rPr>
            <w:noProof/>
          </w:rPr>
          <w:fldChar w:fldCharType="end"/>
        </w:r>
      </w:sdtContent>
    </w:sdt>
  </w:p>
  <w:p w14:paraId="530D74B7" w14:textId="0AE0763F" w:rsidR="000608D6" w:rsidRDefault="000608D6" w:rsidP="000D122F">
    <w:pPr>
      <w:ind w:firstLine="450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927D2" w14:textId="16B353BA" w:rsidR="000608D6" w:rsidRDefault="00A06747" w:rsidP="007178D5">
    <w:pPr>
      <w:ind w:left="-763"/>
    </w:pPr>
    <w:r>
      <w:rPr>
        <w:noProof/>
      </w:rPr>
      <mc:AlternateContent>
        <mc:Choice Requires="wps">
          <w:drawing>
            <wp:anchor distT="0" distB="0" distL="114300" distR="114300" simplePos="0" relativeHeight="251659264" behindDoc="0" locked="0" layoutInCell="1" allowOverlap="1" wp14:anchorId="24471588" wp14:editId="51D168A7">
              <wp:simplePos x="0" y="0"/>
              <wp:positionH relativeFrom="margin">
                <wp:align>left</wp:align>
              </wp:positionH>
              <wp:positionV relativeFrom="paragraph">
                <wp:posOffset>-269240</wp:posOffset>
              </wp:positionV>
              <wp:extent cx="2762250" cy="476250"/>
              <wp:effectExtent l="0" t="0" r="0" b="0"/>
              <wp:wrapNone/>
              <wp:docPr id="54" name="Text Box 54"/>
              <wp:cNvGraphicFramePr/>
              <a:graphic xmlns:a="http://schemas.openxmlformats.org/drawingml/2006/main">
                <a:graphicData uri="http://schemas.microsoft.com/office/word/2010/wordprocessingShape">
                  <wps:wsp>
                    <wps:cNvSpPr txBox="1"/>
                    <wps:spPr>
                      <a:xfrm>
                        <a:off x="0" y="0"/>
                        <a:ext cx="2762250" cy="476250"/>
                      </a:xfrm>
                      <a:prstGeom prst="rect">
                        <a:avLst/>
                      </a:prstGeom>
                      <a:solidFill>
                        <a:schemeClr val="lt1"/>
                      </a:solidFill>
                      <a:ln w="6350">
                        <a:noFill/>
                      </a:ln>
                    </wps:spPr>
                    <wps:txbx>
                      <w:txbxContent>
                        <w:p w14:paraId="576859D6" w14:textId="77777777" w:rsidR="00A06747" w:rsidRDefault="00A06747">
                          <w:pPr>
                            <w:rPr>
                              <w:sz w:val="18"/>
                              <w:szCs w:val="18"/>
                            </w:rPr>
                          </w:pPr>
                          <w:r w:rsidRPr="00A06747">
                            <w:rPr>
                              <w:sz w:val="18"/>
                              <w:szCs w:val="18"/>
                            </w:rPr>
                            <w:t xml:space="preserve">ProMedica Toledo Children’s Hospital – </w:t>
                          </w:r>
                        </w:p>
                        <w:p w14:paraId="35902893" w14:textId="12B225FF" w:rsidR="00A06747" w:rsidRPr="00A06747" w:rsidRDefault="00A06747">
                          <w:pPr>
                            <w:rPr>
                              <w:sz w:val="18"/>
                              <w:szCs w:val="18"/>
                            </w:rPr>
                          </w:pPr>
                          <w:r w:rsidRPr="00A06747">
                            <w:rPr>
                              <w:sz w:val="18"/>
                              <w:szCs w:val="18"/>
                            </w:rPr>
                            <w:t>Injury Prevention &amp; Community Outreach Department</w:t>
                          </w:r>
                        </w:p>
                        <w:p w14:paraId="625E0488" w14:textId="3C18312E" w:rsidR="00A06747" w:rsidRPr="00A06747" w:rsidRDefault="00A06747">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471588" id="_x0000_t202" coordsize="21600,21600" o:spt="202" path="m,l,21600r21600,l21600,xe">
              <v:stroke joinstyle="miter"/>
              <v:path gradientshapeok="t" o:connecttype="rect"/>
            </v:shapetype>
            <v:shape id="Text Box 54" o:spid="_x0000_s1028" type="#_x0000_t202" style="position:absolute;left:0;text-align:left;margin-left:0;margin-top:-21.2pt;width:217.5pt;height:3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" fillcolor="white [3201]" stroked="f" strokeweight=".5pt">
              <v:textbox>
                <w:txbxContent>
                  <w:p w14:paraId="576859D6" w14:textId="77777777" w:rsidR="00A06747" w:rsidRDefault="00A06747">
                    <w:pPr>
                      <w:rPr>
                        <w:sz w:val="18"/>
                        <w:szCs w:val="18"/>
                      </w:rPr>
                    </w:pPr>
                    <w:r w:rsidRPr="00A06747">
                      <w:rPr>
                        <w:sz w:val="18"/>
                        <w:szCs w:val="18"/>
                      </w:rPr>
                      <w:t xml:space="preserve">ProMedica Toledo Children’s Hospital – </w:t>
                    </w:r>
                  </w:p>
                  <w:p w14:paraId="35902893" w14:textId="12B225FF" w:rsidR="00A06747" w:rsidRPr="00A06747" w:rsidRDefault="00A06747">
                    <w:pPr>
                      <w:rPr>
                        <w:sz w:val="18"/>
                        <w:szCs w:val="18"/>
                      </w:rPr>
                    </w:pPr>
                    <w:r w:rsidRPr="00A06747">
                      <w:rPr>
                        <w:sz w:val="18"/>
                        <w:szCs w:val="18"/>
                      </w:rPr>
                      <w:t>Injury Prevention &amp; Community Outreach Department</w:t>
                    </w:r>
                  </w:p>
                  <w:p w14:paraId="625E0488" w14:textId="3C18312E" w:rsidR="00A06747" w:rsidRPr="00A06747" w:rsidRDefault="00A06747">
                    <w:pPr>
                      <w:rPr>
                        <w:sz w:val="16"/>
                        <w:szCs w:val="16"/>
                      </w:rPr>
                    </w:pPr>
                  </w:p>
                </w:txbxContent>
              </v:textbox>
              <w10:wrap anchorx="margin"/>
            </v:shape>
          </w:pict>
        </mc:Fallback>
      </mc:AlternateContent>
    </w:r>
    <w:r>
      <w:rPr>
        <w:noProof/>
      </w:rPr>
      <mc:AlternateContent>
        <mc:Choice Requires="wps">
          <w:drawing>
            <wp:anchor distT="0" distB="0" distL="114300" distR="114300" simplePos="0" relativeHeight="251661312" behindDoc="0" locked="0" layoutInCell="1" allowOverlap="1" wp14:anchorId="46FEC6ED" wp14:editId="132EE772">
              <wp:simplePos x="0" y="0"/>
              <wp:positionH relativeFrom="margin">
                <wp:posOffset>4337050</wp:posOffset>
              </wp:positionH>
              <wp:positionV relativeFrom="paragraph">
                <wp:posOffset>-288290</wp:posOffset>
              </wp:positionV>
              <wp:extent cx="2762250" cy="552450"/>
              <wp:effectExtent l="0" t="0" r="0" b="0"/>
              <wp:wrapNone/>
              <wp:docPr id="55" name="Text Box 55"/>
              <wp:cNvGraphicFramePr/>
              <a:graphic xmlns:a="http://schemas.openxmlformats.org/drawingml/2006/main">
                <a:graphicData uri="http://schemas.microsoft.com/office/word/2010/wordprocessingShape">
                  <wps:wsp>
                    <wps:cNvSpPr txBox="1"/>
                    <wps:spPr>
                      <a:xfrm>
                        <a:off x="0" y="0"/>
                        <a:ext cx="2762250" cy="552450"/>
                      </a:xfrm>
                      <a:prstGeom prst="rect">
                        <a:avLst/>
                      </a:prstGeom>
                      <a:solidFill>
                        <a:schemeClr val="lt1"/>
                      </a:solidFill>
                      <a:ln w="6350">
                        <a:noFill/>
                      </a:ln>
                    </wps:spPr>
                    <wps:txbx>
                      <w:txbxContent>
                        <w:p w14:paraId="3DFBA388" w14:textId="6B9DCBE8" w:rsidR="00A06747" w:rsidRDefault="00A06747" w:rsidP="00A06747">
                          <w:pPr>
                            <w:ind w:left="2160" w:hanging="2160"/>
                            <w:rPr>
                              <w:sz w:val="18"/>
                              <w:szCs w:val="18"/>
                            </w:rPr>
                          </w:pPr>
                          <w:r>
                            <w:rPr>
                              <w:sz w:val="18"/>
                              <w:szCs w:val="18"/>
                            </w:rPr>
                            <w:t>2142 N. Cove Blvd</w:t>
                          </w:r>
                          <w:r>
                            <w:rPr>
                              <w:sz w:val="18"/>
                              <w:szCs w:val="18"/>
                            </w:rPr>
                            <w:tab/>
                            <w:t>Office: 419-291-7945</w:t>
                          </w:r>
                        </w:p>
                        <w:p w14:paraId="59028330" w14:textId="553E7610" w:rsidR="00A06747" w:rsidRDefault="00A06747" w:rsidP="00A06747">
                          <w:pPr>
                            <w:rPr>
                              <w:sz w:val="18"/>
                              <w:szCs w:val="18"/>
                            </w:rPr>
                          </w:pPr>
                          <w:r>
                            <w:rPr>
                              <w:sz w:val="18"/>
                              <w:szCs w:val="18"/>
                            </w:rPr>
                            <w:t>HMT 940</w:t>
                          </w:r>
                          <w:r>
                            <w:rPr>
                              <w:sz w:val="18"/>
                              <w:szCs w:val="18"/>
                            </w:rPr>
                            <w:tab/>
                          </w:r>
                          <w:r>
                            <w:rPr>
                              <w:sz w:val="18"/>
                              <w:szCs w:val="18"/>
                            </w:rPr>
                            <w:tab/>
                          </w:r>
                          <w:r>
                            <w:rPr>
                              <w:sz w:val="18"/>
                              <w:szCs w:val="18"/>
                            </w:rPr>
                            <w:tab/>
                            <w:t>Fax: 419-479-3269</w:t>
                          </w:r>
                        </w:p>
                        <w:p w14:paraId="2405CBBA" w14:textId="205BBCCD" w:rsidR="00A06747" w:rsidRPr="00A06747" w:rsidRDefault="00A06747" w:rsidP="00A06747">
                          <w:pPr>
                            <w:rPr>
                              <w:sz w:val="18"/>
                              <w:szCs w:val="18"/>
                            </w:rPr>
                          </w:pPr>
                          <w:r>
                            <w:rPr>
                              <w:sz w:val="18"/>
                              <w:szCs w:val="18"/>
                            </w:rPr>
                            <w:t>Toledo, OH 43606</w:t>
                          </w:r>
                        </w:p>
                        <w:p w14:paraId="79BD6BB9" w14:textId="77777777" w:rsidR="00A06747" w:rsidRPr="00A06747" w:rsidRDefault="00A06747" w:rsidP="00A06747">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FEC6ED" id="Text Box 55" o:spid="_x0000_s1029" type="#_x0000_t202" style="position:absolute;left:0;text-align:left;margin-left:341.5pt;margin-top:-22.7pt;width:217.5pt;height:4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" fillcolor="white [3201]" stroked="f" strokeweight=".5pt">
              <v:textbox>
                <w:txbxContent>
                  <w:p w14:paraId="3DFBA388" w14:textId="6B9DCBE8" w:rsidR="00A06747" w:rsidRDefault="00A06747" w:rsidP="00A06747">
                    <w:pPr>
                      <w:ind w:left="2160" w:hanging="2160"/>
                      <w:rPr>
                        <w:sz w:val="18"/>
                        <w:szCs w:val="18"/>
                      </w:rPr>
                    </w:pPr>
                    <w:r>
                      <w:rPr>
                        <w:sz w:val="18"/>
                        <w:szCs w:val="18"/>
                      </w:rPr>
                      <w:t>2142 N. Cove Blvd</w:t>
                    </w:r>
                    <w:r>
                      <w:rPr>
                        <w:sz w:val="18"/>
                        <w:szCs w:val="18"/>
                      </w:rPr>
                      <w:tab/>
                      <w:t>Office: 419-291-7945</w:t>
                    </w:r>
                  </w:p>
                  <w:p w14:paraId="59028330" w14:textId="553E7610" w:rsidR="00A06747" w:rsidRDefault="00A06747" w:rsidP="00A06747">
                    <w:pPr>
                      <w:rPr>
                        <w:sz w:val="18"/>
                        <w:szCs w:val="18"/>
                      </w:rPr>
                    </w:pPr>
                    <w:r>
                      <w:rPr>
                        <w:sz w:val="18"/>
                        <w:szCs w:val="18"/>
                      </w:rPr>
                      <w:t>HMT 940</w:t>
                    </w:r>
                    <w:r>
                      <w:rPr>
                        <w:sz w:val="18"/>
                        <w:szCs w:val="18"/>
                      </w:rPr>
                      <w:tab/>
                    </w:r>
                    <w:r>
                      <w:rPr>
                        <w:sz w:val="18"/>
                        <w:szCs w:val="18"/>
                      </w:rPr>
                      <w:tab/>
                    </w:r>
                    <w:r>
                      <w:rPr>
                        <w:sz w:val="18"/>
                        <w:szCs w:val="18"/>
                      </w:rPr>
                      <w:tab/>
                      <w:t>Fax: 419-479-3269</w:t>
                    </w:r>
                  </w:p>
                  <w:p w14:paraId="2405CBBA" w14:textId="205BBCCD" w:rsidR="00A06747" w:rsidRPr="00A06747" w:rsidRDefault="00A06747" w:rsidP="00A06747">
                    <w:pPr>
                      <w:rPr>
                        <w:sz w:val="18"/>
                        <w:szCs w:val="18"/>
                      </w:rPr>
                    </w:pPr>
                    <w:r>
                      <w:rPr>
                        <w:sz w:val="18"/>
                        <w:szCs w:val="18"/>
                      </w:rPr>
                      <w:t>Toledo, OH 43606</w:t>
                    </w:r>
                  </w:p>
                  <w:p w14:paraId="79BD6BB9" w14:textId="77777777" w:rsidR="00A06747" w:rsidRPr="00A06747" w:rsidRDefault="00A06747" w:rsidP="00A06747">
                    <w:pPr>
                      <w:rPr>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16AD7A" w14:textId="77777777" w:rsidR="0001049F" w:rsidRDefault="0001049F">
      <w:r>
        <w:separator/>
      </w:r>
    </w:p>
  </w:footnote>
  <w:footnote w:type="continuationSeparator" w:id="0">
    <w:p w14:paraId="3ABC5632" w14:textId="77777777" w:rsidR="0001049F" w:rsidRDefault="000104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BD1D0" w14:textId="77777777" w:rsidR="000608D6" w:rsidRDefault="000608D6" w:rsidP="00E73E3B">
    <w:pPr>
      <w:spacing w:after="88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AB4BE" w14:textId="77777777" w:rsidR="000608D6" w:rsidRDefault="000608D6" w:rsidP="00AF3B78">
    <w:pPr>
      <w:ind w:left="-174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65C0F5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16A3E8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E248E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70886D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A8A449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B506A9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9B077A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8C2A8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4D2583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BEA81E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BEB73D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1E529C5"/>
    <w:multiLevelType w:val="hybridMultilevel"/>
    <w:tmpl w:val="6F3258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5355541"/>
    <w:multiLevelType w:val="hybridMultilevel"/>
    <w:tmpl w:val="D604E4E8"/>
    <w:lvl w:ilvl="0" w:tplc="48FE8486">
      <w:start w:val="1"/>
      <w:numFmt w:val="decimal"/>
      <w:lvlText w:val="%1)"/>
      <w:lvlJc w:val="left"/>
      <w:pPr>
        <w:ind w:left="1440" w:hanging="360"/>
      </w:pPr>
      <w:rPr>
        <w:b w:val="0"/>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22C2B32"/>
    <w:multiLevelType w:val="hybridMultilevel"/>
    <w:tmpl w:val="0468492E"/>
    <w:lvl w:ilvl="0" w:tplc="8288200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4713947"/>
    <w:multiLevelType w:val="hybridMultilevel"/>
    <w:tmpl w:val="5B146AE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541358A"/>
    <w:multiLevelType w:val="hybridMultilevel"/>
    <w:tmpl w:val="57E2CD3A"/>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15221F1"/>
    <w:multiLevelType w:val="hybridMultilevel"/>
    <w:tmpl w:val="A7168FC2"/>
    <w:lvl w:ilvl="0" w:tplc="04090011">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9FF06D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13B0669"/>
    <w:multiLevelType w:val="singleLevel"/>
    <w:tmpl w:val="A2ECC372"/>
    <w:lvl w:ilvl="0">
      <w:start w:val="1"/>
      <w:numFmt w:val="bullet"/>
      <w:pStyle w:val="Bullet"/>
      <w:lvlText w:val=""/>
      <w:lvlJc w:val="left"/>
      <w:pPr>
        <w:tabs>
          <w:tab w:val="num" w:pos="360"/>
        </w:tabs>
        <w:ind w:left="360" w:hanging="360"/>
      </w:pPr>
      <w:rPr>
        <w:rFonts w:ascii="Symbol" w:hAnsi="Symbol" w:hint="default"/>
      </w:rPr>
    </w:lvl>
  </w:abstractNum>
  <w:abstractNum w:abstractNumId="19" w15:restartNumberingAfterBreak="0">
    <w:nsid w:val="543A778D"/>
    <w:multiLevelType w:val="hybridMultilevel"/>
    <w:tmpl w:val="5C4E91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F8425F"/>
    <w:multiLevelType w:val="hybridMultilevel"/>
    <w:tmpl w:val="0D3887E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5A385E47"/>
    <w:multiLevelType w:val="hybridMultilevel"/>
    <w:tmpl w:val="7AEEA40E"/>
    <w:lvl w:ilvl="0" w:tplc="48FE8486">
      <w:start w:val="1"/>
      <w:numFmt w:val="decimal"/>
      <w:lvlText w:val="%1)"/>
      <w:lvlJc w:val="left"/>
      <w:pPr>
        <w:ind w:left="1440" w:hanging="360"/>
      </w:pPr>
      <w:rPr>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D827FC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55F359B"/>
    <w:multiLevelType w:val="hybridMultilevel"/>
    <w:tmpl w:val="2632B9D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3596891"/>
    <w:multiLevelType w:val="hybridMultilevel"/>
    <w:tmpl w:val="BDC0EA3C"/>
    <w:lvl w:ilvl="0" w:tplc="04090001">
      <w:start w:val="1"/>
      <w:numFmt w:val="bullet"/>
      <w:lvlText w:val=""/>
      <w:lvlJc w:val="left"/>
      <w:pPr>
        <w:ind w:left="2160" w:hanging="360"/>
      </w:pPr>
      <w:rPr>
        <w:rFonts w:ascii="Symbol" w:hAnsi="Symbol"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0"/>
  </w:num>
  <w:num w:numId="2">
    <w:abstractNumId w:val="22"/>
  </w:num>
  <w:num w:numId="3">
    <w:abstractNumId w:val="17"/>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9"/>
  </w:num>
  <w:num w:numId="14">
    <w:abstractNumId w:val="18"/>
  </w:num>
  <w:num w:numId="15">
    <w:abstractNumId w:val="14"/>
  </w:num>
  <w:num w:numId="16">
    <w:abstractNumId w:val="23"/>
  </w:num>
  <w:num w:numId="17">
    <w:abstractNumId w:val="13"/>
  </w:num>
  <w:num w:numId="18">
    <w:abstractNumId w:val="15"/>
  </w:num>
  <w:num w:numId="19">
    <w:abstractNumId w:val="21"/>
  </w:num>
  <w:num w:numId="20">
    <w:abstractNumId w:val="20"/>
  </w:num>
  <w:num w:numId="21">
    <w:abstractNumId w:val="16"/>
  </w:num>
  <w:num w:numId="22">
    <w:abstractNumId w:val="12"/>
  </w:num>
  <w:num w:numId="23">
    <w:abstractNumId w:val="24"/>
  </w:num>
  <w:num w:numId="24">
    <w:abstractNumId w:val="11"/>
  </w:num>
  <w:num w:numId="25">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activeWritingStyle w:appName="MSWord" w:lang="en-US" w:vendorID="64" w:dllVersion="0" w:nlCheck="1" w:checkStyle="0"/>
  <w:activeWritingStyle w:appName="MSWord" w:lang="en-US"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5E1"/>
    <w:rsid w:val="00000C9B"/>
    <w:rsid w:val="00003421"/>
    <w:rsid w:val="000036DC"/>
    <w:rsid w:val="00005483"/>
    <w:rsid w:val="0000586D"/>
    <w:rsid w:val="00005E46"/>
    <w:rsid w:val="00007FB6"/>
    <w:rsid w:val="0001049F"/>
    <w:rsid w:val="00010E7E"/>
    <w:rsid w:val="00011A0B"/>
    <w:rsid w:val="00013892"/>
    <w:rsid w:val="0001448F"/>
    <w:rsid w:val="00014CD3"/>
    <w:rsid w:val="000155FF"/>
    <w:rsid w:val="0001676F"/>
    <w:rsid w:val="0001771F"/>
    <w:rsid w:val="00020014"/>
    <w:rsid w:val="00020E38"/>
    <w:rsid w:val="00022B1C"/>
    <w:rsid w:val="000231B1"/>
    <w:rsid w:val="000238AB"/>
    <w:rsid w:val="000239E4"/>
    <w:rsid w:val="00023E39"/>
    <w:rsid w:val="00024698"/>
    <w:rsid w:val="00025F1D"/>
    <w:rsid w:val="0002641F"/>
    <w:rsid w:val="00027CFA"/>
    <w:rsid w:val="0003081B"/>
    <w:rsid w:val="0003087E"/>
    <w:rsid w:val="00034B05"/>
    <w:rsid w:val="00035FE5"/>
    <w:rsid w:val="000363B3"/>
    <w:rsid w:val="00036F50"/>
    <w:rsid w:val="0003778B"/>
    <w:rsid w:val="00037915"/>
    <w:rsid w:val="00037E14"/>
    <w:rsid w:val="000413AC"/>
    <w:rsid w:val="00042836"/>
    <w:rsid w:val="00042D1A"/>
    <w:rsid w:val="00042FC0"/>
    <w:rsid w:val="0004311E"/>
    <w:rsid w:val="00043E15"/>
    <w:rsid w:val="000452E1"/>
    <w:rsid w:val="000453A4"/>
    <w:rsid w:val="00050481"/>
    <w:rsid w:val="00050E26"/>
    <w:rsid w:val="00051796"/>
    <w:rsid w:val="00051C2E"/>
    <w:rsid w:val="00052727"/>
    <w:rsid w:val="00053DA7"/>
    <w:rsid w:val="00054700"/>
    <w:rsid w:val="00055DDC"/>
    <w:rsid w:val="000570DC"/>
    <w:rsid w:val="000570F4"/>
    <w:rsid w:val="0005737E"/>
    <w:rsid w:val="00057624"/>
    <w:rsid w:val="00057F1F"/>
    <w:rsid w:val="000608D6"/>
    <w:rsid w:val="00062F37"/>
    <w:rsid w:val="000633D2"/>
    <w:rsid w:val="00064764"/>
    <w:rsid w:val="000669B9"/>
    <w:rsid w:val="00071D0E"/>
    <w:rsid w:val="00072355"/>
    <w:rsid w:val="000739AB"/>
    <w:rsid w:val="00076515"/>
    <w:rsid w:val="00077499"/>
    <w:rsid w:val="00077BB5"/>
    <w:rsid w:val="000863C6"/>
    <w:rsid w:val="000868F9"/>
    <w:rsid w:val="00087D9B"/>
    <w:rsid w:val="000901C6"/>
    <w:rsid w:val="00090371"/>
    <w:rsid w:val="00091214"/>
    <w:rsid w:val="00096AB9"/>
    <w:rsid w:val="000A08AF"/>
    <w:rsid w:val="000A0B2C"/>
    <w:rsid w:val="000A0B50"/>
    <w:rsid w:val="000A1007"/>
    <w:rsid w:val="000A14B6"/>
    <w:rsid w:val="000A3EC7"/>
    <w:rsid w:val="000A42A7"/>
    <w:rsid w:val="000A5358"/>
    <w:rsid w:val="000B1DF9"/>
    <w:rsid w:val="000B287C"/>
    <w:rsid w:val="000B7015"/>
    <w:rsid w:val="000B7289"/>
    <w:rsid w:val="000C0572"/>
    <w:rsid w:val="000C1C7F"/>
    <w:rsid w:val="000C2726"/>
    <w:rsid w:val="000C3319"/>
    <w:rsid w:val="000C39CB"/>
    <w:rsid w:val="000C42DC"/>
    <w:rsid w:val="000C6437"/>
    <w:rsid w:val="000C75EC"/>
    <w:rsid w:val="000D0A12"/>
    <w:rsid w:val="000D122F"/>
    <w:rsid w:val="000D49AE"/>
    <w:rsid w:val="000D5B1E"/>
    <w:rsid w:val="000D77CA"/>
    <w:rsid w:val="000D7868"/>
    <w:rsid w:val="000E0B2D"/>
    <w:rsid w:val="000E0E99"/>
    <w:rsid w:val="000E1F68"/>
    <w:rsid w:val="000E3548"/>
    <w:rsid w:val="000E3F7E"/>
    <w:rsid w:val="000E79B4"/>
    <w:rsid w:val="000F11A7"/>
    <w:rsid w:val="000F27B9"/>
    <w:rsid w:val="000F4931"/>
    <w:rsid w:val="000F4A7B"/>
    <w:rsid w:val="000F4F81"/>
    <w:rsid w:val="000F5123"/>
    <w:rsid w:val="000F5EBE"/>
    <w:rsid w:val="000F7DD6"/>
    <w:rsid w:val="001004E6"/>
    <w:rsid w:val="00101F8A"/>
    <w:rsid w:val="00106851"/>
    <w:rsid w:val="00107B4B"/>
    <w:rsid w:val="00111DBA"/>
    <w:rsid w:val="00112955"/>
    <w:rsid w:val="00112997"/>
    <w:rsid w:val="00112B4D"/>
    <w:rsid w:val="001149C1"/>
    <w:rsid w:val="00114BC5"/>
    <w:rsid w:val="00115D2A"/>
    <w:rsid w:val="001176C8"/>
    <w:rsid w:val="001178F1"/>
    <w:rsid w:val="001234F4"/>
    <w:rsid w:val="00123718"/>
    <w:rsid w:val="00124ECE"/>
    <w:rsid w:val="00125E24"/>
    <w:rsid w:val="001317B8"/>
    <w:rsid w:val="00131A69"/>
    <w:rsid w:val="00131E08"/>
    <w:rsid w:val="00131E46"/>
    <w:rsid w:val="00132AA4"/>
    <w:rsid w:val="001343CD"/>
    <w:rsid w:val="00134669"/>
    <w:rsid w:val="001364D7"/>
    <w:rsid w:val="0013748F"/>
    <w:rsid w:val="0013782B"/>
    <w:rsid w:val="00137E82"/>
    <w:rsid w:val="00140919"/>
    <w:rsid w:val="00141174"/>
    <w:rsid w:val="001413EA"/>
    <w:rsid w:val="0014352C"/>
    <w:rsid w:val="0014621E"/>
    <w:rsid w:val="00146DD2"/>
    <w:rsid w:val="00147E3D"/>
    <w:rsid w:val="00151046"/>
    <w:rsid w:val="00153CA8"/>
    <w:rsid w:val="00156BB6"/>
    <w:rsid w:val="00160FF8"/>
    <w:rsid w:val="00165543"/>
    <w:rsid w:val="00167A6D"/>
    <w:rsid w:val="0017123D"/>
    <w:rsid w:val="00171E74"/>
    <w:rsid w:val="00172A7D"/>
    <w:rsid w:val="001737B3"/>
    <w:rsid w:val="00175474"/>
    <w:rsid w:val="001755E3"/>
    <w:rsid w:val="00175F86"/>
    <w:rsid w:val="00176B8E"/>
    <w:rsid w:val="001800C5"/>
    <w:rsid w:val="00182CBA"/>
    <w:rsid w:val="00184F4D"/>
    <w:rsid w:val="0018538D"/>
    <w:rsid w:val="00187213"/>
    <w:rsid w:val="001874E0"/>
    <w:rsid w:val="0018756E"/>
    <w:rsid w:val="00187B7A"/>
    <w:rsid w:val="00190820"/>
    <w:rsid w:val="0019096D"/>
    <w:rsid w:val="00192BEB"/>
    <w:rsid w:val="0019323A"/>
    <w:rsid w:val="00193C04"/>
    <w:rsid w:val="00194145"/>
    <w:rsid w:val="00195E7D"/>
    <w:rsid w:val="001A0DA6"/>
    <w:rsid w:val="001A1C7A"/>
    <w:rsid w:val="001A1FBB"/>
    <w:rsid w:val="001A3BF7"/>
    <w:rsid w:val="001A6AB9"/>
    <w:rsid w:val="001A7B88"/>
    <w:rsid w:val="001A7BF0"/>
    <w:rsid w:val="001B1920"/>
    <w:rsid w:val="001B2119"/>
    <w:rsid w:val="001B2166"/>
    <w:rsid w:val="001B25FA"/>
    <w:rsid w:val="001B2830"/>
    <w:rsid w:val="001B313F"/>
    <w:rsid w:val="001B5641"/>
    <w:rsid w:val="001B63BE"/>
    <w:rsid w:val="001B7DEC"/>
    <w:rsid w:val="001C2401"/>
    <w:rsid w:val="001C2D8B"/>
    <w:rsid w:val="001C48CE"/>
    <w:rsid w:val="001C55BF"/>
    <w:rsid w:val="001C76E1"/>
    <w:rsid w:val="001D1ED0"/>
    <w:rsid w:val="001D2217"/>
    <w:rsid w:val="001D3EBC"/>
    <w:rsid w:val="001D46E3"/>
    <w:rsid w:val="001D4EF1"/>
    <w:rsid w:val="001D555F"/>
    <w:rsid w:val="001D57FC"/>
    <w:rsid w:val="001D653B"/>
    <w:rsid w:val="001E13A9"/>
    <w:rsid w:val="001E231F"/>
    <w:rsid w:val="001E2C1D"/>
    <w:rsid w:val="001E51EB"/>
    <w:rsid w:val="001E7E4C"/>
    <w:rsid w:val="001F0EA4"/>
    <w:rsid w:val="001F0ECF"/>
    <w:rsid w:val="001F0F5F"/>
    <w:rsid w:val="001F2C1F"/>
    <w:rsid w:val="001F2CBF"/>
    <w:rsid w:val="001F40D9"/>
    <w:rsid w:val="001F5A83"/>
    <w:rsid w:val="001F5E2C"/>
    <w:rsid w:val="00200D50"/>
    <w:rsid w:val="002013A3"/>
    <w:rsid w:val="00205EDD"/>
    <w:rsid w:val="00206BE5"/>
    <w:rsid w:val="0020774D"/>
    <w:rsid w:val="002077C4"/>
    <w:rsid w:val="002109CE"/>
    <w:rsid w:val="0021109C"/>
    <w:rsid w:val="002131C6"/>
    <w:rsid w:val="0021404A"/>
    <w:rsid w:val="0021487E"/>
    <w:rsid w:val="0021548F"/>
    <w:rsid w:val="00216F19"/>
    <w:rsid w:val="0021716D"/>
    <w:rsid w:val="00217178"/>
    <w:rsid w:val="0021770B"/>
    <w:rsid w:val="00217D47"/>
    <w:rsid w:val="002201FF"/>
    <w:rsid w:val="00220EDE"/>
    <w:rsid w:val="00221B3B"/>
    <w:rsid w:val="0022541C"/>
    <w:rsid w:val="00225C8E"/>
    <w:rsid w:val="002270A7"/>
    <w:rsid w:val="00230CE1"/>
    <w:rsid w:val="002311D9"/>
    <w:rsid w:val="00231BB3"/>
    <w:rsid w:val="00233956"/>
    <w:rsid w:val="00234B98"/>
    <w:rsid w:val="00234F7A"/>
    <w:rsid w:val="002358D4"/>
    <w:rsid w:val="00240A2D"/>
    <w:rsid w:val="00245A29"/>
    <w:rsid w:val="00246B38"/>
    <w:rsid w:val="0024717E"/>
    <w:rsid w:val="00247C95"/>
    <w:rsid w:val="00247DEA"/>
    <w:rsid w:val="002520A0"/>
    <w:rsid w:val="00253E75"/>
    <w:rsid w:val="002546FB"/>
    <w:rsid w:val="002561BF"/>
    <w:rsid w:val="00257A06"/>
    <w:rsid w:val="00260831"/>
    <w:rsid w:val="0026421F"/>
    <w:rsid w:val="0026590F"/>
    <w:rsid w:val="002662DA"/>
    <w:rsid w:val="0026671E"/>
    <w:rsid w:val="0027254C"/>
    <w:rsid w:val="00277C92"/>
    <w:rsid w:val="002807E4"/>
    <w:rsid w:val="00281908"/>
    <w:rsid w:val="002838D7"/>
    <w:rsid w:val="0028466E"/>
    <w:rsid w:val="00286A22"/>
    <w:rsid w:val="00287B24"/>
    <w:rsid w:val="00290002"/>
    <w:rsid w:val="00292478"/>
    <w:rsid w:val="002930B1"/>
    <w:rsid w:val="00293819"/>
    <w:rsid w:val="00293AA4"/>
    <w:rsid w:val="002979B6"/>
    <w:rsid w:val="00297B8E"/>
    <w:rsid w:val="002A1455"/>
    <w:rsid w:val="002A2649"/>
    <w:rsid w:val="002A4432"/>
    <w:rsid w:val="002A4C31"/>
    <w:rsid w:val="002A503D"/>
    <w:rsid w:val="002A5DC5"/>
    <w:rsid w:val="002B02AD"/>
    <w:rsid w:val="002B1418"/>
    <w:rsid w:val="002B16CF"/>
    <w:rsid w:val="002B2541"/>
    <w:rsid w:val="002B3BE6"/>
    <w:rsid w:val="002B4F58"/>
    <w:rsid w:val="002B5636"/>
    <w:rsid w:val="002C0146"/>
    <w:rsid w:val="002C2248"/>
    <w:rsid w:val="002C3208"/>
    <w:rsid w:val="002C32D3"/>
    <w:rsid w:val="002C6217"/>
    <w:rsid w:val="002D17EF"/>
    <w:rsid w:val="002D1C2F"/>
    <w:rsid w:val="002D4356"/>
    <w:rsid w:val="002D6472"/>
    <w:rsid w:val="002D7AB9"/>
    <w:rsid w:val="002E04C9"/>
    <w:rsid w:val="002E1BD6"/>
    <w:rsid w:val="002E343F"/>
    <w:rsid w:val="002E5176"/>
    <w:rsid w:val="002F3B9E"/>
    <w:rsid w:val="002F4987"/>
    <w:rsid w:val="002F6778"/>
    <w:rsid w:val="002F68A1"/>
    <w:rsid w:val="002F7699"/>
    <w:rsid w:val="0030230B"/>
    <w:rsid w:val="003026FA"/>
    <w:rsid w:val="003040C7"/>
    <w:rsid w:val="00305658"/>
    <w:rsid w:val="00306515"/>
    <w:rsid w:val="00307BEE"/>
    <w:rsid w:val="0031025C"/>
    <w:rsid w:val="00312A2B"/>
    <w:rsid w:val="003137AD"/>
    <w:rsid w:val="00315961"/>
    <w:rsid w:val="003169A2"/>
    <w:rsid w:val="00317ECC"/>
    <w:rsid w:val="003201B4"/>
    <w:rsid w:val="003212FB"/>
    <w:rsid w:val="00321D2D"/>
    <w:rsid w:val="00321F9C"/>
    <w:rsid w:val="003239F5"/>
    <w:rsid w:val="00324E51"/>
    <w:rsid w:val="003269A9"/>
    <w:rsid w:val="00326D2A"/>
    <w:rsid w:val="00330F8D"/>
    <w:rsid w:val="0033111A"/>
    <w:rsid w:val="003337ED"/>
    <w:rsid w:val="003342D4"/>
    <w:rsid w:val="00334599"/>
    <w:rsid w:val="00335120"/>
    <w:rsid w:val="00335604"/>
    <w:rsid w:val="00336ED9"/>
    <w:rsid w:val="00337C8B"/>
    <w:rsid w:val="003408A4"/>
    <w:rsid w:val="003438D5"/>
    <w:rsid w:val="00343E37"/>
    <w:rsid w:val="00344BC7"/>
    <w:rsid w:val="00344D1F"/>
    <w:rsid w:val="00347D6D"/>
    <w:rsid w:val="003511BA"/>
    <w:rsid w:val="003517BE"/>
    <w:rsid w:val="00352452"/>
    <w:rsid w:val="003528C6"/>
    <w:rsid w:val="003539F2"/>
    <w:rsid w:val="0035444B"/>
    <w:rsid w:val="0035637C"/>
    <w:rsid w:val="00356A49"/>
    <w:rsid w:val="00360BE9"/>
    <w:rsid w:val="00361752"/>
    <w:rsid w:val="00362A9C"/>
    <w:rsid w:val="00363706"/>
    <w:rsid w:val="00363C4A"/>
    <w:rsid w:val="00364A1A"/>
    <w:rsid w:val="00364CD7"/>
    <w:rsid w:val="00365CE8"/>
    <w:rsid w:val="00370D13"/>
    <w:rsid w:val="003722CD"/>
    <w:rsid w:val="00372D14"/>
    <w:rsid w:val="003735E1"/>
    <w:rsid w:val="00375285"/>
    <w:rsid w:val="00375680"/>
    <w:rsid w:val="00377D9A"/>
    <w:rsid w:val="00377E9D"/>
    <w:rsid w:val="00380034"/>
    <w:rsid w:val="00380115"/>
    <w:rsid w:val="00381983"/>
    <w:rsid w:val="003826EB"/>
    <w:rsid w:val="0038315E"/>
    <w:rsid w:val="00384332"/>
    <w:rsid w:val="003848BE"/>
    <w:rsid w:val="00384FAF"/>
    <w:rsid w:val="00385196"/>
    <w:rsid w:val="003865D1"/>
    <w:rsid w:val="00392972"/>
    <w:rsid w:val="00393CEC"/>
    <w:rsid w:val="00394773"/>
    <w:rsid w:val="003950D1"/>
    <w:rsid w:val="00395537"/>
    <w:rsid w:val="00396029"/>
    <w:rsid w:val="00397246"/>
    <w:rsid w:val="003A0AA4"/>
    <w:rsid w:val="003A3E1E"/>
    <w:rsid w:val="003A3E72"/>
    <w:rsid w:val="003A414C"/>
    <w:rsid w:val="003A464F"/>
    <w:rsid w:val="003A469D"/>
    <w:rsid w:val="003A4F00"/>
    <w:rsid w:val="003A5636"/>
    <w:rsid w:val="003A758F"/>
    <w:rsid w:val="003B108E"/>
    <w:rsid w:val="003B36B0"/>
    <w:rsid w:val="003B3F86"/>
    <w:rsid w:val="003B5BC8"/>
    <w:rsid w:val="003B7625"/>
    <w:rsid w:val="003C05F8"/>
    <w:rsid w:val="003C1325"/>
    <w:rsid w:val="003C3E16"/>
    <w:rsid w:val="003C4189"/>
    <w:rsid w:val="003D0D22"/>
    <w:rsid w:val="003D0F1F"/>
    <w:rsid w:val="003D11DD"/>
    <w:rsid w:val="003D14A1"/>
    <w:rsid w:val="003D1FF4"/>
    <w:rsid w:val="003D221C"/>
    <w:rsid w:val="003D3F7C"/>
    <w:rsid w:val="003D4087"/>
    <w:rsid w:val="003D4269"/>
    <w:rsid w:val="003D53D0"/>
    <w:rsid w:val="003E2C44"/>
    <w:rsid w:val="003E44EE"/>
    <w:rsid w:val="003E6117"/>
    <w:rsid w:val="003E7387"/>
    <w:rsid w:val="003F0287"/>
    <w:rsid w:val="003F1E4A"/>
    <w:rsid w:val="003F1EF0"/>
    <w:rsid w:val="003F226B"/>
    <w:rsid w:val="003F299B"/>
    <w:rsid w:val="003F2D9C"/>
    <w:rsid w:val="003F55F1"/>
    <w:rsid w:val="003F58B7"/>
    <w:rsid w:val="003F5E8D"/>
    <w:rsid w:val="00402661"/>
    <w:rsid w:val="00402B28"/>
    <w:rsid w:val="004041E2"/>
    <w:rsid w:val="00407CE2"/>
    <w:rsid w:val="00410F95"/>
    <w:rsid w:val="0041114F"/>
    <w:rsid w:val="0041301A"/>
    <w:rsid w:val="00413307"/>
    <w:rsid w:val="004136E2"/>
    <w:rsid w:val="00413D2E"/>
    <w:rsid w:val="0041403B"/>
    <w:rsid w:val="0041408D"/>
    <w:rsid w:val="00416643"/>
    <w:rsid w:val="004168BE"/>
    <w:rsid w:val="00420A6A"/>
    <w:rsid w:val="00420FD0"/>
    <w:rsid w:val="0042265C"/>
    <w:rsid w:val="00422936"/>
    <w:rsid w:val="00422C08"/>
    <w:rsid w:val="00422F98"/>
    <w:rsid w:val="0042320C"/>
    <w:rsid w:val="004238DB"/>
    <w:rsid w:val="00425680"/>
    <w:rsid w:val="00425E8D"/>
    <w:rsid w:val="0042643B"/>
    <w:rsid w:val="004314EA"/>
    <w:rsid w:val="00431D8D"/>
    <w:rsid w:val="00434A87"/>
    <w:rsid w:val="00435A61"/>
    <w:rsid w:val="0043611E"/>
    <w:rsid w:val="00436CD2"/>
    <w:rsid w:val="00437726"/>
    <w:rsid w:val="00440B0B"/>
    <w:rsid w:val="004436F8"/>
    <w:rsid w:val="004437AC"/>
    <w:rsid w:val="00443E7B"/>
    <w:rsid w:val="00444A2C"/>
    <w:rsid w:val="004457E4"/>
    <w:rsid w:val="0045336C"/>
    <w:rsid w:val="00455731"/>
    <w:rsid w:val="00457A52"/>
    <w:rsid w:val="00457DDD"/>
    <w:rsid w:val="00461728"/>
    <w:rsid w:val="00464E9A"/>
    <w:rsid w:val="00465D4E"/>
    <w:rsid w:val="00466666"/>
    <w:rsid w:val="00466793"/>
    <w:rsid w:val="00467E45"/>
    <w:rsid w:val="004707F7"/>
    <w:rsid w:val="00473EE0"/>
    <w:rsid w:val="004740A3"/>
    <w:rsid w:val="004745BE"/>
    <w:rsid w:val="00476FD4"/>
    <w:rsid w:val="00482EFE"/>
    <w:rsid w:val="00485A3D"/>
    <w:rsid w:val="00491494"/>
    <w:rsid w:val="0049342E"/>
    <w:rsid w:val="004957D2"/>
    <w:rsid w:val="004A07EE"/>
    <w:rsid w:val="004A1D51"/>
    <w:rsid w:val="004A1F4B"/>
    <w:rsid w:val="004A35EC"/>
    <w:rsid w:val="004A6936"/>
    <w:rsid w:val="004B261C"/>
    <w:rsid w:val="004B2F6A"/>
    <w:rsid w:val="004B4960"/>
    <w:rsid w:val="004B4D53"/>
    <w:rsid w:val="004B713D"/>
    <w:rsid w:val="004C31D5"/>
    <w:rsid w:val="004C3A49"/>
    <w:rsid w:val="004C3B78"/>
    <w:rsid w:val="004C3C6E"/>
    <w:rsid w:val="004C476F"/>
    <w:rsid w:val="004C499E"/>
    <w:rsid w:val="004C4A8A"/>
    <w:rsid w:val="004C6D0F"/>
    <w:rsid w:val="004C7D2C"/>
    <w:rsid w:val="004D12C0"/>
    <w:rsid w:val="004D1D52"/>
    <w:rsid w:val="004D2228"/>
    <w:rsid w:val="004D22B2"/>
    <w:rsid w:val="004D3F35"/>
    <w:rsid w:val="004D41CB"/>
    <w:rsid w:val="004D522A"/>
    <w:rsid w:val="004E5ABA"/>
    <w:rsid w:val="004E6460"/>
    <w:rsid w:val="004E776D"/>
    <w:rsid w:val="004F081C"/>
    <w:rsid w:val="004F1D83"/>
    <w:rsid w:val="004F3D17"/>
    <w:rsid w:val="004F54EF"/>
    <w:rsid w:val="004F727D"/>
    <w:rsid w:val="0050041B"/>
    <w:rsid w:val="00502AD6"/>
    <w:rsid w:val="00502ADA"/>
    <w:rsid w:val="00502DC8"/>
    <w:rsid w:val="00503DA7"/>
    <w:rsid w:val="00503E1A"/>
    <w:rsid w:val="00504780"/>
    <w:rsid w:val="00506816"/>
    <w:rsid w:val="00510136"/>
    <w:rsid w:val="00510B00"/>
    <w:rsid w:val="00512000"/>
    <w:rsid w:val="00512647"/>
    <w:rsid w:val="00514E61"/>
    <w:rsid w:val="005222DD"/>
    <w:rsid w:val="00523429"/>
    <w:rsid w:val="00527A96"/>
    <w:rsid w:val="00527AF7"/>
    <w:rsid w:val="00532CAD"/>
    <w:rsid w:val="00532CF9"/>
    <w:rsid w:val="00533DEB"/>
    <w:rsid w:val="00533FE1"/>
    <w:rsid w:val="005354D1"/>
    <w:rsid w:val="005358E4"/>
    <w:rsid w:val="00537235"/>
    <w:rsid w:val="005404F4"/>
    <w:rsid w:val="00541863"/>
    <w:rsid w:val="00541AF1"/>
    <w:rsid w:val="00543D0A"/>
    <w:rsid w:val="00543F86"/>
    <w:rsid w:val="00544D33"/>
    <w:rsid w:val="00544F19"/>
    <w:rsid w:val="005508F6"/>
    <w:rsid w:val="0055161C"/>
    <w:rsid w:val="0055292E"/>
    <w:rsid w:val="00553C9C"/>
    <w:rsid w:val="00553DD2"/>
    <w:rsid w:val="00557256"/>
    <w:rsid w:val="00557C84"/>
    <w:rsid w:val="005602AE"/>
    <w:rsid w:val="00563C96"/>
    <w:rsid w:val="00564EF0"/>
    <w:rsid w:val="00565CB9"/>
    <w:rsid w:val="005677A0"/>
    <w:rsid w:val="005708C2"/>
    <w:rsid w:val="00570F74"/>
    <w:rsid w:val="00572BE6"/>
    <w:rsid w:val="0058192B"/>
    <w:rsid w:val="005835FF"/>
    <w:rsid w:val="0058464D"/>
    <w:rsid w:val="00585D07"/>
    <w:rsid w:val="00586FA8"/>
    <w:rsid w:val="005871EE"/>
    <w:rsid w:val="00592628"/>
    <w:rsid w:val="00593C82"/>
    <w:rsid w:val="00594DE4"/>
    <w:rsid w:val="005952EF"/>
    <w:rsid w:val="0059583A"/>
    <w:rsid w:val="005972F9"/>
    <w:rsid w:val="00597302"/>
    <w:rsid w:val="00597BCF"/>
    <w:rsid w:val="005A0B00"/>
    <w:rsid w:val="005A389D"/>
    <w:rsid w:val="005A3C8B"/>
    <w:rsid w:val="005A54D7"/>
    <w:rsid w:val="005A57DF"/>
    <w:rsid w:val="005A65EC"/>
    <w:rsid w:val="005B004C"/>
    <w:rsid w:val="005B069B"/>
    <w:rsid w:val="005B2C27"/>
    <w:rsid w:val="005B4994"/>
    <w:rsid w:val="005B53A5"/>
    <w:rsid w:val="005B631F"/>
    <w:rsid w:val="005B638E"/>
    <w:rsid w:val="005B649E"/>
    <w:rsid w:val="005C133E"/>
    <w:rsid w:val="005C3E25"/>
    <w:rsid w:val="005C7C64"/>
    <w:rsid w:val="005D028A"/>
    <w:rsid w:val="005D0782"/>
    <w:rsid w:val="005D1374"/>
    <w:rsid w:val="005D168C"/>
    <w:rsid w:val="005D2E22"/>
    <w:rsid w:val="005D49AB"/>
    <w:rsid w:val="005D5076"/>
    <w:rsid w:val="005D74E7"/>
    <w:rsid w:val="005E0195"/>
    <w:rsid w:val="005E2C34"/>
    <w:rsid w:val="005E4108"/>
    <w:rsid w:val="005E4B28"/>
    <w:rsid w:val="005E526F"/>
    <w:rsid w:val="005E5A41"/>
    <w:rsid w:val="005E5BB9"/>
    <w:rsid w:val="005F012E"/>
    <w:rsid w:val="005F1514"/>
    <w:rsid w:val="005F1EE2"/>
    <w:rsid w:val="005F2E3E"/>
    <w:rsid w:val="005F3884"/>
    <w:rsid w:val="005F398D"/>
    <w:rsid w:val="005F39C3"/>
    <w:rsid w:val="005F461C"/>
    <w:rsid w:val="005F466D"/>
    <w:rsid w:val="005F5CE8"/>
    <w:rsid w:val="005F6152"/>
    <w:rsid w:val="00600F9E"/>
    <w:rsid w:val="00602C6D"/>
    <w:rsid w:val="0060346D"/>
    <w:rsid w:val="00603FF7"/>
    <w:rsid w:val="006049EF"/>
    <w:rsid w:val="006069C8"/>
    <w:rsid w:val="00606FCB"/>
    <w:rsid w:val="00607546"/>
    <w:rsid w:val="006105D9"/>
    <w:rsid w:val="00610AE0"/>
    <w:rsid w:val="00611C0C"/>
    <w:rsid w:val="0061246B"/>
    <w:rsid w:val="00614B11"/>
    <w:rsid w:val="00615FC6"/>
    <w:rsid w:val="0061701F"/>
    <w:rsid w:val="00617191"/>
    <w:rsid w:val="0061769A"/>
    <w:rsid w:val="00617B79"/>
    <w:rsid w:val="00620B21"/>
    <w:rsid w:val="00621220"/>
    <w:rsid w:val="006216D2"/>
    <w:rsid w:val="00624800"/>
    <w:rsid w:val="00624DF2"/>
    <w:rsid w:val="00625A35"/>
    <w:rsid w:val="0063005D"/>
    <w:rsid w:val="00630BAE"/>
    <w:rsid w:val="006329F7"/>
    <w:rsid w:val="006344DE"/>
    <w:rsid w:val="00634F1F"/>
    <w:rsid w:val="00635A09"/>
    <w:rsid w:val="00637E42"/>
    <w:rsid w:val="00637FB5"/>
    <w:rsid w:val="00640379"/>
    <w:rsid w:val="0064200E"/>
    <w:rsid w:val="006427D1"/>
    <w:rsid w:val="00643F8C"/>
    <w:rsid w:val="006443F9"/>
    <w:rsid w:val="006452C7"/>
    <w:rsid w:val="006469A9"/>
    <w:rsid w:val="006503F2"/>
    <w:rsid w:val="0065353A"/>
    <w:rsid w:val="006542BF"/>
    <w:rsid w:val="006557CE"/>
    <w:rsid w:val="00656C2B"/>
    <w:rsid w:val="00657F1B"/>
    <w:rsid w:val="0066065A"/>
    <w:rsid w:val="0066264D"/>
    <w:rsid w:val="006630AA"/>
    <w:rsid w:val="00664820"/>
    <w:rsid w:val="006654A6"/>
    <w:rsid w:val="0066560F"/>
    <w:rsid w:val="0066684F"/>
    <w:rsid w:val="00667DD4"/>
    <w:rsid w:val="00667DF8"/>
    <w:rsid w:val="00670251"/>
    <w:rsid w:val="00671A84"/>
    <w:rsid w:val="00675BDF"/>
    <w:rsid w:val="00680D39"/>
    <w:rsid w:val="00680EA4"/>
    <w:rsid w:val="00685F9C"/>
    <w:rsid w:val="00686DF0"/>
    <w:rsid w:val="00687C75"/>
    <w:rsid w:val="00691027"/>
    <w:rsid w:val="0069156C"/>
    <w:rsid w:val="00692013"/>
    <w:rsid w:val="006920E7"/>
    <w:rsid w:val="0069255E"/>
    <w:rsid w:val="00693C38"/>
    <w:rsid w:val="00694273"/>
    <w:rsid w:val="006949EF"/>
    <w:rsid w:val="006A2846"/>
    <w:rsid w:val="006A31FC"/>
    <w:rsid w:val="006A57CC"/>
    <w:rsid w:val="006A6002"/>
    <w:rsid w:val="006A6470"/>
    <w:rsid w:val="006A7793"/>
    <w:rsid w:val="006A7B0A"/>
    <w:rsid w:val="006B20DC"/>
    <w:rsid w:val="006B2CDA"/>
    <w:rsid w:val="006B3148"/>
    <w:rsid w:val="006B3B45"/>
    <w:rsid w:val="006B498D"/>
    <w:rsid w:val="006B50D1"/>
    <w:rsid w:val="006B6AC7"/>
    <w:rsid w:val="006C1642"/>
    <w:rsid w:val="006C38D6"/>
    <w:rsid w:val="006C4006"/>
    <w:rsid w:val="006C5ED7"/>
    <w:rsid w:val="006D2046"/>
    <w:rsid w:val="006D2CA3"/>
    <w:rsid w:val="006D3C2F"/>
    <w:rsid w:val="006D524E"/>
    <w:rsid w:val="006E0422"/>
    <w:rsid w:val="006E0634"/>
    <w:rsid w:val="006E1A66"/>
    <w:rsid w:val="006E1FA2"/>
    <w:rsid w:val="006E2849"/>
    <w:rsid w:val="006E4BF4"/>
    <w:rsid w:val="006E4CE6"/>
    <w:rsid w:val="006E5DBB"/>
    <w:rsid w:val="006E61F0"/>
    <w:rsid w:val="006E685B"/>
    <w:rsid w:val="006E7062"/>
    <w:rsid w:val="006F0968"/>
    <w:rsid w:val="006F1B14"/>
    <w:rsid w:val="006F3CBF"/>
    <w:rsid w:val="006F59DB"/>
    <w:rsid w:val="006F5D2F"/>
    <w:rsid w:val="006F5D8F"/>
    <w:rsid w:val="006F7447"/>
    <w:rsid w:val="00700174"/>
    <w:rsid w:val="007007F8"/>
    <w:rsid w:val="00700BB5"/>
    <w:rsid w:val="00700CA8"/>
    <w:rsid w:val="007012BD"/>
    <w:rsid w:val="007043A8"/>
    <w:rsid w:val="00704A0E"/>
    <w:rsid w:val="00704C28"/>
    <w:rsid w:val="00707C93"/>
    <w:rsid w:val="00715391"/>
    <w:rsid w:val="00715FB3"/>
    <w:rsid w:val="0071678E"/>
    <w:rsid w:val="00716792"/>
    <w:rsid w:val="00716ECF"/>
    <w:rsid w:val="007178D5"/>
    <w:rsid w:val="00717EFD"/>
    <w:rsid w:val="00721337"/>
    <w:rsid w:val="00721451"/>
    <w:rsid w:val="0072149F"/>
    <w:rsid w:val="00725F90"/>
    <w:rsid w:val="00726184"/>
    <w:rsid w:val="00730268"/>
    <w:rsid w:val="0073145A"/>
    <w:rsid w:val="007347B0"/>
    <w:rsid w:val="007363AD"/>
    <w:rsid w:val="00737E26"/>
    <w:rsid w:val="00741D34"/>
    <w:rsid w:val="00743113"/>
    <w:rsid w:val="007450B3"/>
    <w:rsid w:val="007472DD"/>
    <w:rsid w:val="00747C51"/>
    <w:rsid w:val="007509D5"/>
    <w:rsid w:val="00750D37"/>
    <w:rsid w:val="00751F0E"/>
    <w:rsid w:val="007547EE"/>
    <w:rsid w:val="00754D22"/>
    <w:rsid w:val="007557D6"/>
    <w:rsid w:val="00761912"/>
    <w:rsid w:val="00761B0B"/>
    <w:rsid w:val="0076243C"/>
    <w:rsid w:val="00762EAD"/>
    <w:rsid w:val="00763A6C"/>
    <w:rsid w:val="007659FB"/>
    <w:rsid w:val="00770F24"/>
    <w:rsid w:val="007725AF"/>
    <w:rsid w:val="007733FB"/>
    <w:rsid w:val="007767BA"/>
    <w:rsid w:val="007768F6"/>
    <w:rsid w:val="0077694D"/>
    <w:rsid w:val="0077714D"/>
    <w:rsid w:val="007843B7"/>
    <w:rsid w:val="007910D6"/>
    <w:rsid w:val="0079197A"/>
    <w:rsid w:val="007944E1"/>
    <w:rsid w:val="00796ABF"/>
    <w:rsid w:val="007A14DD"/>
    <w:rsid w:val="007A19D0"/>
    <w:rsid w:val="007A1AAD"/>
    <w:rsid w:val="007A1B22"/>
    <w:rsid w:val="007A20F4"/>
    <w:rsid w:val="007A2687"/>
    <w:rsid w:val="007A2E66"/>
    <w:rsid w:val="007A33D7"/>
    <w:rsid w:val="007A5761"/>
    <w:rsid w:val="007A645A"/>
    <w:rsid w:val="007B3B4D"/>
    <w:rsid w:val="007B3DED"/>
    <w:rsid w:val="007B598A"/>
    <w:rsid w:val="007B7350"/>
    <w:rsid w:val="007C0418"/>
    <w:rsid w:val="007C3009"/>
    <w:rsid w:val="007C68CB"/>
    <w:rsid w:val="007D2BF4"/>
    <w:rsid w:val="007D31D8"/>
    <w:rsid w:val="007D3770"/>
    <w:rsid w:val="007D4113"/>
    <w:rsid w:val="007D4D80"/>
    <w:rsid w:val="007D5DFC"/>
    <w:rsid w:val="007D6BD1"/>
    <w:rsid w:val="007E0F96"/>
    <w:rsid w:val="007E1FFE"/>
    <w:rsid w:val="007E39EC"/>
    <w:rsid w:val="007E4AE2"/>
    <w:rsid w:val="007E5E6B"/>
    <w:rsid w:val="007E7F00"/>
    <w:rsid w:val="007F25E1"/>
    <w:rsid w:val="007F3271"/>
    <w:rsid w:val="007F3712"/>
    <w:rsid w:val="007F4049"/>
    <w:rsid w:val="007F41CE"/>
    <w:rsid w:val="007F65EC"/>
    <w:rsid w:val="00801561"/>
    <w:rsid w:val="0080436F"/>
    <w:rsid w:val="00804EF1"/>
    <w:rsid w:val="008056EE"/>
    <w:rsid w:val="00806E16"/>
    <w:rsid w:val="00807C7D"/>
    <w:rsid w:val="00813EB4"/>
    <w:rsid w:val="008159E4"/>
    <w:rsid w:val="0081723E"/>
    <w:rsid w:val="008207EC"/>
    <w:rsid w:val="00820C42"/>
    <w:rsid w:val="00823532"/>
    <w:rsid w:val="008244F7"/>
    <w:rsid w:val="008247A5"/>
    <w:rsid w:val="008247AA"/>
    <w:rsid w:val="008269BE"/>
    <w:rsid w:val="00827966"/>
    <w:rsid w:val="0083273A"/>
    <w:rsid w:val="00832804"/>
    <w:rsid w:val="00834ACA"/>
    <w:rsid w:val="0083745D"/>
    <w:rsid w:val="0084165B"/>
    <w:rsid w:val="00841D61"/>
    <w:rsid w:val="008454DA"/>
    <w:rsid w:val="00845ECD"/>
    <w:rsid w:val="00847A26"/>
    <w:rsid w:val="00850EF7"/>
    <w:rsid w:val="008517B1"/>
    <w:rsid w:val="008527CA"/>
    <w:rsid w:val="00853156"/>
    <w:rsid w:val="00854586"/>
    <w:rsid w:val="008545E6"/>
    <w:rsid w:val="00855183"/>
    <w:rsid w:val="00856EF5"/>
    <w:rsid w:val="00860AFC"/>
    <w:rsid w:val="00862D99"/>
    <w:rsid w:val="00863363"/>
    <w:rsid w:val="00864A40"/>
    <w:rsid w:val="00864B36"/>
    <w:rsid w:val="00864F1E"/>
    <w:rsid w:val="00871A83"/>
    <w:rsid w:val="00871CC3"/>
    <w:rsid w:val="00872E12"/>
    <w:rsid w:val="0087421A"/>
    <w:rsid w:val="00874889"/>
    <w:rsid w:val="00876CA9"/>
    <w:rsid w:val="008841A3"/>
    <w:rsid w:val="00887C2D"/>
    <w:rsid w:val="00890E7B"/>
    <w:rsid w:val="00892698"/>
    <w:rsid w:val="00896A85"/>
    <w:rsid w:val="00896D97"/>
    <w:rsid w:val="008A44DE"/>
    <w:rsid w:val="008A4E9F"/>
    <w:rsid w:val="008A5A1D"/>
    <w:rsid w:val="008A5B40"/>
    <w:rsid w:val="008A604D"/>
    <w:rsid w:val="008A79FC"/>
    <w:rsid w:val="008B019B"/>
    <w:rsid w:val="008B0E87"/>
    <w:rsid w:val="008B348D"/>
    <w:rsid w:val="008B563A"/>
    <w:rsid w:val="008B58CF"/>
    <w:rsid w:val="008B6148"/>
    <w:rsid w:val="008B61C6"/>
    <w:rsid w:val="008B6861"/>
    <w:rsid w:val="008C301D"/>
    <w:rsid w:val="008C3A81"/>
    <w:rsid w:val="008C47C1"/>
    <w:rsid w:val="008C646F"/>
    <w:rsid w:val="008C7580"/>
    <w:rsid w:val="008C7C44"/>
    <w:rsid w:val="008D0644"/>
    <w:rsid w:val="008D0D5D"/>
    <w:rsid w:val="008D1A5C"/>
    <w:rsid w:val="008D34C5"/>
    <w:rsid w:val="008D3728"/>
    <w:rsid w:val="008D504F"/>
    <w:rsid w:val="008D51D3"/>
    <w:rsid w:val="008D5812"/>
    <w:rsid w:val="008D66CF"/>
    <w:rsid w:val="008D6B16"/>
    <w:rsid w:val="008D7D94"/>
    <w:rsid w:val="008E0317"/>
    <w:rsid w:val="008E3C0D"/>
    <w:rsid w:val="008E5777"/>
    <w:rsid w:val="008E593F"/>
    <w:rsid w:val="008E63B5"/>
    <w:rsid w:val="008E7F17"/>
    <w:rsid w:val="008E7F6A"/>
    <w:rsid w:val="008F4574"/>
    <w:rsid w:val="008F4CB4"/>
    <w:rsid w:val="008F570B"/>
    <w:rsid w:val="008F7D43"/>
    <w:rsid w:val="009019B4"/>
    <w:rsid w:val="00901A31"/>
    <w:rsid w:val="00902D1C"/>
    <w:rsid w:val="00903960"/>
    <w:rsid w:val="009064A7"/>
    <w:rsid w:val="009072B8"/>
    <w:rsid w:val="00913A2C"/>
    <w:rsid w:val="009144D3"/>
    <w:rsid w:val="009148E7"/>
    <w:rsid w:val="00915134"/>
    <w:rsid w:val="00916E07"/>
    <w:rsid w:val="009209C4"/>
    <w:rsid w:val="00920A49"/>
    <w:rsid w:val="00923161"/>
    <w:rsid w:val="00924999"/>
    <w:rsid w:val="00926B0A"/>
    <w:rsid w:val="009317CB"/>
    <w:rsid w:val="00931B85"/>
    <w:rsid w:val="009345E7"/>
    <w:rsid w:val="00934938"/>
    <w:rsid w:val="00941C6A"/>
    <w:rsid w:val="0094360C"/>
    <w:rsid w:val="0094454E"/>
    <w:rsid w:val="00945B1C"/>
    <w:rsid w:val="00945DF3"/>
    <w:rsid w:val="00947D60"/>
    <w:rsid w:val="00953955"/>
    <w:rsid w:val="00953CC3"/>
    <w:rsid w:val="00954961"/>
    <w:rsid w:val="00960AC8"/>
    <w:rsid w:val="00960F20"/>
    <w:rsid w:val="00964FB8"/>
    <w:rsid w:val="00965442"/>
    <w:rsid w:val="009679C9"/>
    <w:rsid w:val="00967EF7"/>
    <w:rsid w:val="00971CDE"/>
    <w:rsid w:val="00972EE0"/>
    <w:rsid w:val="0097428D"/>
    <w:rsid w:val="00976713"/>
    <w:rsid w:val="0097766E"/>
    <w:rsid w:val="009810E5"/>
    <w:rsid w:val="00983482"/>
    <w:rsid w:val="009847AB"/>
    <w:rsid w:val="00991540"/>
    <w:rsid w:val="0099278A"/>
    <w:rsid w:val="00992B30"/>
    <w:rsid w:val="009945BF"/>
    <w:rsid w:val="00996A33"/>
    <w:rsid w:val="00997331"/>
    <w:rsid w:val="00997F02"/>
    <w:rsid w:val="009A172D"/>
    <w:rsid w:val="009A1B68"/>
    <w:rsid w:val="009A381D"/>
    <w:rsid w:val="009B0028"/>
    <w:rsid w:val="009B0A81"/>
    <w:rsid w:val="009B0CA1"/>
    <w:rsid w:val="009B0D4A"/>
    <w:rsid w:val="009B143C"/>
    <w:rsid w:val="009C069C"/>
    <w:rsid w:val="009C1BE9"/>
    <w:rsid w:val="009C26D7"/>
    <w:rsid w:val="009C2E79"/>
    <w:rsid w:val="009C2F4A"/>
    <w:rsid w:val="009C49F4"/>
    <w:rsid w:val="009C4F2D"/>
    <w:rsid w:val="009C552F"/>
    <w:rsid w:val="009C5A7C"/>
    <w:rsid w:val="009C6E5B"/>
    <w:rsid w:val="009D2292"/>
    <w:rsid w:val="009D379B"/>
    <w:rsid w:val="009D5078"/>
    <w:rsid w:val="009D7073"/>
    <w:rsid w:val="009D7DAD"/>
    <w:rsid w:val="009E0169"/>
    <w:rsid w:val="009E0C6E"/>
    <w:rsid w:val="009E1CC6"/>
    <w:rsid w:val="009E1EED"/>
    <w:rsid w:val="009E2494"/>
    <w:rsid w:val="009E2E2F"/>
    <w:rsid w:val="009E5A5B"/>
    <w:rsid w:val="009E6592"/>
    <w:rsid w:val="009E76EE"/>
    <w:rsid w:val="009E7C3D"/>
    <w:rsid w:val="009E7C94"/>
    <w:rsid w:val="009F17E8"/>
    <w:rsid w:val="009F1F28"/>
    <w:rsid w:val="009F3FB6"/>
    <w:rsid w:val="009F4188"/>
    <w:rsid w:val="009F5B7A"/>
    <w:rsid w:val="009F6487"/>
    <w:rsid w:val="009F7999"/>
    <w:rsid w:val="00A00371"/>
    <w:rsid w:val="00A00A04"/>
    <w:rsid w:val="00A02DCD"/>
    <w:rsid w:val="00A066C3"/>
    <w:rsid w:val="00A06747"/>
    <w:rsid w:val="00A06EFC"/>
    <w:rsid w:val="00A07C2C"/>
    <w:rsid w:val="00A07EBD"/>
    <w:rsid w:val="00A107FB"/>
    <w:rsid w:val="00A10E38"/>
    <w:rsid w:val="00A111B3"/>
    <w:rsid w:val="00A11BDA"/>
    <w:rsid w:val="00A1214C"/>
    <w:rsid w:val="00A12ACB"/>
    <w:rsid w:val="00A13AF2"/>
    <w:rsid w:val="00A16813"/>
    <w:rsid w:val="00A16D69"/>
    <w:rsid w:val="00A17E2A"/>
    <w:rsid w:val="00A2057B"/>
    <w:rsid w:val="00A3237F"/>
    <w:rsid w:val="00A338ED"/>
    <w:rsid w:val="00A34529"/>
    <w:rsid w:val="00A3463A"/>
    <w:rsid w:val="00A34D12"/>
    <w:rsid w:val="00A35348"/>
    <w:rsid w:val="00A3654B"/>
    <w:rsid w:val="00A3724D"/>
    <w:rsid w:val="00A37327"/>
    <w:rsid w:val="00A373B7"/>
    <w:rsid w:val="00A41999"/>
    <w:rsid w:val="00A42DBC"/>
    <w:rsid w:val="00A4373A"/>
    <w:rsid w:val="00A4510C"/>
    <w:rsid w:val="00A50C1F"/>
    <w:rsid w:val="00A51039"/>
    <w:rsid w:val="00A51744"/>
    <w:rsid w:val="00A52993"/>
    <w:rsid w:val="00A536DA"/>
    <w:rsid w:val="00A53F43"/>
    <w:rsid w:val="00A55310"/>
    <w:rsid w:val="00A55B6B"/>
    <w:rsid w:val="00A57B54"/>
    <w:rsid w:val="00A6012D"/>
    <w:rsid w:val="00A622C6"/>
    <w:rsid w:val="00A63457"/>
    <w:rsid w:val="00A640CB"/>
    <w:rsid w:val="00A6473E"/>
    <w:rsid w:val="00A65043"/>
    <w:rsid w:val="00A65105"/>
    <w:rsid w:val="00A662D4"/>
    <w:rsid w:val="00A674CF"/>
    <w:rsid w:val="00A72299"/>
    <w:rsid w:val="00A76493"/>
    <w:rsid w:val="00A771B8"/>
    <w:rsid w:val="00A778B1"/>
    <w:rsid w:val="00A8032A"/>
    <w:rsid w:val="00A818F1"/>
    <w:rsid w:val="00A81DF4"/>
    <w:rsid w:val="00A830B8"/>
    <w:rsid w:val="00A84887"/>
    <w:rsid w:val="00A8577C"/>
    <w:rsid w:val="00A85A17"/>
    <w:rsid w:val="00A86D92"/>
    <w:rsid w:val="00A90376"/>
    <w:rsid w:val="00A904A3"/>
    <w:rsid w:val="00A93964"/>
    <w:rsid w:val="00A94FDC"/>
    <w:rsid w:val="00A954BA"/>
    <w:rsid w:val="00A955D2"/>
    <w:rsid w:val="00A95713"/>
    <w:rsid w:val="00A96A8F"/>
    <w:rsid w:val="00AA17FD"/>
    <w:rsid w:val="00AA1C4A"/>
    <w:rsid w:val="00AA1C92"/>
    <w:rsid w:val="00AA2244"/>
    <w:rsid w:val="00AA3A30"/>
    <w:rsid w:val="00AA4939"/>
    <w:rsid w:val="00AA5EFC"/>
    <w:rsid w:val="00AB13A0"/>
    <w:rsid w:val="00AB1BD8"/>
    <w:rsid w:val="00AB1F93"/>
    <w:rsid w:val="00AB33BD"/>
    <w:rsid w:val="00AB51C2"/>
    <w:rsid w:val="00AB68AC"/>
    <w:rsid w:val="00AC16B7"/>
    <w:rsid w:val="00AC2792"/>
    <w:rsid w:val="00AC4000"/>
    <w:rsid w:val="00AC5F2F"/>
    <w:rsid w:val="00AC621C"/>
    <w:rsid w:val="00AD076E"/>
    <w:rsid w:val="00AD10CA"/>
    <w:rsid w:val="00AD227F"/>
    <w:rsid w:val="00AD5DD1"/>
    <w:rsid w:val="00AD6686"/>
    <w:rsid w:val="00AD72BF"/>
    <w:rsid w:val="00AD7389"/>
    <w:rsid w:val="00AE31DF"/>
    <w:rsid w:val="00AE3F07"/>
    <w:rsid w:val="00AE5232"/>
    <w:rsid w:val="00AE52FA"/>
    <w:rsid w:val="00AF04D7"/>
    <w:rsid w:val="00AF1679"/>
    <w:rsid w:val="00AF27AB"/>
    <w:rsid w:val="00AF330E"/>
    <w:rsid w:val="00AF3B78"/>
    <w:rsid w:val="00AF45DA"/>
    <w:rsid w:val="00AF4AFC"/>
    <w:rsid w:val="00AF564A"/>
    <w:rsid w:val="00AF6384"/>
    <w:rsid w:val="00AF6C3C"/>
    <w:rsid w:val="00AF72B8"/>
    <w:rsid w:val="00B01599"/>
    <w:rsid w:val="00B05ECD"/>
    <w:rsid w:val="00B05FB8"/>
    <w:rsid w:val="00B0701D"/>
    <w:rsid w:val="00B12D4E"/>
    <w:rsid w:val="00B13373"/>
    <w:rsid w:val="00B13A12"/>
    <w:rsid w:val="00B13DD3"/>
    <w:rsid w:val="00B1427A"/>
    <w:rsid w:val="00B14541"/>
    <w:rsid w:val="00B16682"/>
    <w:rsid w:val="00B179A9"/>
    <w:rsid w:val="00B17CA7"/>
    <w:rsid w:val="00B2071A"/>
    <w:rsid w:val="00B23ABE"/>
    <w:rsid w:val="00B23F17"/>
    <w:rsid w:val="00B24D96"/>
    <w:rsid w:val="00B25B6E"/>
    <w:rsid w:val="00B3131D"/>
    <w:rsid w:val="00B329B2"/>
    <w:rsid w:val="00B32AA8"/>
    <w:rsid w:val="00B3469F"/>
    <w:rsid w:val="00B35A70"/>
    <w:rsid w:val="00B368BA"/>
    <w:rsid w:val="00B36A5A"/>
    <w:rsid w:val="00B37CAF"/>
    <w:rsid w:val="00B4123E"/>
    <w:rsid w:val="00B416E8"/>
    <w:rsid w:val="00B41C48"/>
    <w:rsid w:val="00B41E7F"/>
    <w:rsid w:val="00B42951"/>
    <w:rsid w:val="00B42A0B"/>
    <w:rsid w:val="00B42C47"/>
    <w:rsid w:val="00B43BF6"/>
    <w:rsid w:val="00B45DBB"/>
    <w:rsid w:val="00B508AA"/>
    <w:rsid w:val="00B5120D"/>
    <w:rsid w:val="00B5129B"/>
    <w:rsid w:val="00B51D71"/>
    <w:rsid w:val="00B5443B"/>
    <w:rsid w:val="00B54C95"/>
    <w:rsid w:val="00B62CB5"/>
    <w:rsid w:val="00B644BB"/>
    <w:rsid w:val="00B649BB"/>
    <w:rsid w:val="00B65A36"/>
    <w:rsid w:val="00B65C60"/>
    <w:rsid w:val="00B66130"/>
    <w:rsid w:val="00B665BD"/>
    <w:rsid w:val="00B66DC0"/>
    <w:rsid w:val="00B729A1"/>
    <w:rsid w:val="00B72C11"/>
    <w:rsid w:val="00B730C2"/>
    <w:rsid w:val="00B74BE5"/>
    <w:rsid w:val="00B752BD"/>
    <w:rsid w:val="00B818E7"/>
    <w:rsid w:val="00B823DA"/>
    <w:rsid w:val="00B85AA2"/>
    <w:rsid w:val="00B9037F"/>
    <w:rsid w:val="00B94C2A"/>
    <w:rsid w:val="00BA00D1"/>
    <w:rsid w:val="00BA1794"/>
    <w:rsid w:val="00BA1BD9"/>
    <w:rsid w:val="00BA2C9E"/>
    <w:rsid w:val="00BA3CF4"/>
    <w:rsid w:val="00BA4DA6"/>
    <w:rsid w:val="00BA4E9F"/>
    <w:rsid w:val="00BA5D7B"/>
    <w:rsid w:val="00BA5F9E"/>
    <w:rsid w:val="00BA6EDD"/>
    <w:rsid w:val="00BB01A1"/>
    <w:rsid w:val="00BB0E06"/>
    <w:rsid w:val="00BB1793"/>
    <w:rsid w:val="00BB25C9"/>
    <w:rsid w:val="00BB2E7D"/>
    <w:rsid w:val="00BB3EEF"/>
    <w:rsid w:val="00BB4138"/>
    <w:rsid w:val="00BB53D1"/>
    <w:rsid w:val="00BB5D17"/>
    <w:rsid w:val="00BB6E9B"/>
    <w:rsid w:val="00BB792D"/>
    <w:rsid w:val="00BB7FC9"/>
    <w:rsid w:val="00BC0C3F"/>
    <w:rsid w:val="00BC44F7"/>
    <w:rsid w:val="00BC6080"/>
    <w:rsid w:val="00BC77D3"/>
    <w:rsid w:val="00BC7C76"/>
    <w:rsid w:val="00BD3030"/>
    <w:rsid w:val="00BD4EE6"/>
    <w:rsid w:val="00BD56C4"/>
    <w:rsid w:val="00BD6A38"/>
    <w:rsid w:val="00BD77E0"/>
    <w:rsid w:val="00BE5E0F"/>
    <w:rsid w:val="00BE5F01"/>
    <w:rsid w:val="00BE6F49"/>
    <w:rsid w:val="00BE7B9F"/>
    <w:rsid w:val="00BF1169"/>
    <w:rsid w:val="00BF4055"/>
    <w:rsid w:val="00BF4D5A"/>
    <w:rsid w:val="00BF50E2"/>
    <w:rsid w:val="00BF51D8"/>
    <w:rsid w:val="00BF538D"/>
    <w:rsid w:val="00BF6315"/>
    <w:rsid w:val="00BF7239"/>
    <w:rsid w:val="00C00D1F"/>
    <w:rsid w:val="00C00F50"/>
    <w:rsid w:val="00C036FC"/>
    <w:rsid w:val="00C03C42"/>
    <w:rsid w:val="00C03C9C"/>
    <w:rsid w:val="00C05133"/>
    <w:rsid w:val="00C066E2"/>
    <w:rsid w:val="00C06D99"/>
    <w:rsid w:val="00C109E2"/>
    <w:rsid w:val="00C10CE4"/>
    <w:rsid w:val="00C13675"/>
    <w:rsid w:val="00C15BCC"/>
    <w:rsid w:val="00C15F2E"/>
    <w:rsid w:val="00C16FE4"/>
    <w:rsid w:val="00C21217"/>
    <w:rsid w:val="00C224A9"/>
    <w:rsid w:val="00C23463"/>
    <w:rsid w:val="00C24D3C"/>
    <w:rsid w:val="00C32041"/>
    <w:rsid w:val="00C34C0A"/>
    <w:rsid w:val="00C369F0"/>
    <w:rsid w:val="00C378C6"/>
    <w:rsid w:val="00C400F5"/>
    <w:rsid w:val="00C409CB"/>
    <w:rsid w:val="00C42FEC"/>
    <w:rsid w:val="00C43164"/>
    <w:rsid w:val="00C44597"/>
    <w:rsid w:val="00C46853"/>
    <w:rsid w:val="00C47693"/>
    <w:rsid w:val="00C50FBB"/>
    <w:rsid w:val="00C51237"/>
    <w:rsid w:val="00C533A1"/>
    <w:rsid w:val="00C540A1"/>
    <w:rsid w:val="00C54F20"/>
    <w:rsid w:val="00C56225"/>
    <w:rsid w:val="00C57505"/>
    <w:rsid w:val="00C612B6"/>
    <w:rsid w:val="00C615A2"/>
    <w:rsid w:val="00C6198C"/>
    <w:rsid w:val="00C623C9"/>
    <w:rsid w:val="00C63356"/>
    <w:rsid w:val="00C6368B"/>
    <w:rsid w:val="00C6434F"/>
    <w:rsid w:val="00C64949"/>
    <w:rsid w:val="00C64DB3"/>
    <w:rsid w:val="00C65BCD"/>
    <w:rsid w:val="00C66687"/>
    <w:rsid w:val="00C67D36"/>
    <w:rsid w:val="00C710C8"/>
    <w:rsid w:val="00C7162C"/>
    <w:rsid w:val="00C72F90"/>
    <w:rsid w:val="00C73219"/>
    <w:rsid w:val="00C735E6"/>
    <w:rsid w:val="00C76928"/>
    <w:rsid w:val="00C7706E"/>
    <w:rsid w:val="00C77FB8"/>
    <w:rsid w:val="00C826A1"/>
    <w:rsid w:val="00C82ABF"/>
    <w:rsid w:val="00C91DEF"/>
    <w:rsid w:val="00C9271E"/>
    <w:rsid w:val="00C93C7C"/>
    <w:rsid w:val="00C95287"/>
    <w:rsid w:val="00C96B3B"/>
    <w:rsid w:val="00C96C56"/>
    <w:rsid w:val="00C96EFD"/>
    <w:rsid w:val="00C976C5"/>
    <w:rsid w:val="00CA1063"/>
    <w:rsid w:val="00CA1D77"/>
    <w:rsid w:val="00CA2897"/>
    <w:rsid w:val="00CA321E"/>
    <w:rsid w:val="00CA4210"/>
    <w:rsid w:val="00CA45E2"/>
    <w:rsid w:val="00CA7989"/>
    <w:rsid w:val="00CA7E4F"/>
    <w:rsid w:val="00CB4176"/>
    <w:rsid w:val="00CB4263"/>
    <w:rsid w:val="00CC1A3E"/>
    <w:rsid w:val="00CC1EC4"/>
    <w:rsid w:val="00CC6021"/>
    <w:rsid w:val="00CD2869"/>
    <w:rsid w:val="00CD2F8B"/>
    <w:rsid w:val="00CD53A1"/>
    <w:rsid w:val="00CD6BE7"/>
    <w:rsid w:val="00CD727D"/>
    <w:rsid w:val="00CE0B9D"/>
    <w:rsid w:val="00CE184E"/>
    <w:rsid w:val="00CE3C52"/>
    <w:rsid w:val="00CE4591"/>
    <w:rsid w:val="00CE4B49"/>
    <w:rsid w:val="00CE5A7D"/>
    <w:rsid w:val="00CE5FFE"/>
    <w:rsid w:val="00CF02F1"/>
    <w:rsid w:val="00CF0E52"/>
    <w:rsid w:val="00CF21FB"/>
    <w:rsid w:val="00CF2913"/>
    <w:rsid w:val="00CF3AD5"/>
    <w:rsid w:val="00CF3F44"/>
    <w:rsid w:val="00CF571E"/>
    <w:rsid w:val="00CF5EC9"/>
    <w:rsid w:val="00CF6C34"/>
    <w:rsid w:val="00CF7906"/>
    <w:rsid w:val="00D02E4F"/>
    <w:rsid w:val="00D030BD"/>
    <w:rsid w:val="00D04CF5"/>
    <w:rsid w:val="00D04F70"/>
    <w:rsid w:val="00D05B6D"/>
    <w:rsid w:val="00D066F6"/>
    <w:rsid w:val="00D0694F"/>
    <w:rsid w:val="00D06F06"/>
    <w:rsid w:val="00D07B4D"/>
    <w:rsid w:val="00D11107"/>
    <w:rsid w:val="00D11B7E"/>
    <w:rsid w:val="00D1616A"/>
    <w:rsid w:val="00D16C3F"/>
    <w:rsid w:val="00D1766A"/>
    <w:rsid w:val="00D20E72"/>
    <w:rsid w:val="00D21AC3"/>
    <w:rsid w:val="00D227A0"/>
    <w:rsid w:val="00D24D4C"/>
    <w:rsid w:val="00D26FF2"/>
    <w:rsid w:val="00D27FD8"/>
    <w:rsid w:val="00D30995"/>
    <w:rsid w:val="00D32459"/>
    <w:rsid w:val="00D4185C"/>
    <w:rsid w:val="00D43309"/>
    <w:rsid w:val="00D44020"/>
    <w:rsid w:val="00D45BC1"/>
    <w:rsid w:val="00D46219"/>
    <w:rsid w:val="00D479E5"/>
    <w:rsid w:val="00D5052C"/>
    <w:rsid w:val="00D51AF0"/>
    <w:rsid w:val="00D54968"/>
    <w:rsid w:val="00D54BCB"/>
    <w:rsid w:val="00D60702"/>
    <w:rsid w:val="00D6272A"/>
    <w:rsid w:val="00D6651F"/>
    <w:rsid w:val="00D6782D"/>
    <w:rsid w:val="00D729F9"/>
    <w:rsid w:val="00D744B2"/>
    <w:rsid w:val="00D758B3"/>
    <w:rsid w:val="00D75EC6"/>
    <w:rsid w:val="00D7797D"/>
    <w:rsid w:val="00D77C2C"/>
    <w:rsid w:val="00D8156D"/>
    <w:rsid w:val="00D81647"/>
    <w:rsid w:val="00D84858"/>
    <w:rsid w:val="00D84A52"/>
    <w:rsid w:val="00D84C90"/>
    <w:rsid w:val="00D84FC6"/>
    <w:rsid w:val="00D85647"/>
    <w:rsid w:val="00D8649F"/>
    <w:rsid w:val="00D8733B"/>
    <w:rsid w:val="00D90022"/>
    <w:rsid w:val="00D93735"/>
    <w:rsid w:val="00D941F0"/>
    <w:rsid w:val="00D96A91"/>
    <w:rsid w:val="00D97336"/>
    <w:rsid w:val="00D97773"/>
    <w:rsid w:val="00D97BD4"/>
    <w:rsid w:val="00DA145F"/>
    <w:rsid w:val="00DA27B8"/>
    <w:rsid w:val="00DA2E52"/>
    <w:rsid w:val="00DA3EE2"/>
    <w:rsid w:val="00DA457A"/>
    <w:rsid w:val="00DA61F4"/>
    <w:rsid w:val="00DA6230"/>
    <w:rsid w:val="00DA6C31"/>
    <w:rsid w:val="00DB0ECF"/>
    <w:rsid w:val="00DB1260"/>
    <w:rsid w:val="00DB2A3D"/>
    <w:rsid w:val="00DB3398"/>
    <w:rsid w:val="00DB41C9"/>
    <w:rsid w:val="00DB499D"/>
    <w:rsid w:val="00DB62E0"/>
    <w:rsid w:val="00DB690E"/>
    <w:rsid w:val="00DB6A40"/>
    <w:rsid w:val="00DB736B"/>
    <w:rsid w:val="00DC085B"/>
    <w:rsid w:val="00DC14D2"/>
    <w:rsid w:val="00DC23F4"/>
    <w:rsid w:val="00DC296E"/>
    <w:rsid w:val="00DC3295"/>
    <w:rsid w:val="00DC3DA6"/>
    <w:rsid w:val="00DC4AD7"/>
    <w:rsid w:val="00DC5AAA"/>
    <w:rsid w:val="00DC60E0"/>
    <w:rsid w:val="00DC78A4"/>
    <w:rsid w:val="00DD25A6"/>
    <w:rsid w:val="00DD2F99"/>
    <w:rsid w:val="00DD4DB3"/>
    <w:rsid w:val="00DD4EEA"/>
    <w:rsid w:val="00DE0075"/>
    <w:rsid w:val="00DE20F5"/>
    <w:rsid w:val="00DE594C"/>
    <w:rsid w:val="00DE64C1"/>
    <w:rsid w:val="00DE6623"/>
    <w:rsid w:val="00DF02F7"/>
    <w:rsid w:val="00DF0E2E"/>
    <w:rsid w:val="00DF2383"/>
    <w:rsid w:val="00DF24EB"/>
    <w:rsid w:val="00DF2750"/>
    <w:rsid w:val="00DF2CC0"/>
    <w:rsid w:val="00DF5B0B"/>
    <w:rsid w:val="00E00717"/>
    <w:rsid w:val="00E02A10"/>
    <w:rsid w:val="00E05FC7"/>
    <w:rsid w:val="00E06263"/>
    <w:rsid w:val="00E10C8D"/>
    <w:rsid w:val="00E11C76"/>
    <w:rsid w:val="00E135D3"/>
    <w:rsid w:val="00E1386E"/>
    <w:rsid w:val="00E21602"/>
    <w:rsid w:val="00E242B6"/>
    <w:rsid w:val="00E25E1C"/>
    <w:rsid w:val="00E26091"/>
    <w:rsid w:val="00E2766E"/>
    <w:rsid w:val="00E30009"/>
    <w:rsid w:val="00E3131A"/>
    <w:rsid w:val="00E332B3"/>
    <w:rsid w:val="00E343D4"/>
    <w:rsid w:val="00E42EB2"/>
    <w:rsid w:val="00E43A67"/>
    <w:rsid w:val="00E444FF"/>
    <w:rsid w:val="00E4582F"/>
    <w:rsid w:val="00E4593D"/>
    <w:rsid w:val="00E46440"/>
    <w:rsid w:val="00E4797A"/>
    <w:rsid w:val="00E5022A"/>
    <w:rsid w:val="00E508E9"/>
    <w:rsid w:val="00E51356"/>
    <w:rsid w:val="00E5215D"/>
    <w:rsid w:val="00E521D5"/>
    <w:rsid w:val="00E62809"/>
    <w:rsid w:val="00E6660B"/>
    <w:rsid w:val="00E705BE"/>
    <w:rsid w:val="00E72B25"/>
    <w:rsid w:val="00E72C6E"/>
    <w:rsid w:val="00E73BFE"/>
    <w:rsid w:val="00E73E3B"/>
    <w:rsid w:val="00E750B9"/>
    <w:rsid w:val="00E76691"/>
    <w:rsid w:val="00E773D2"/>
    <w:rsid w:val="00E779BD"/>
    <w:rsid w:val="00E81854"/>
    <w:rsid w:val="00E828FF"/>
    <w:rsid w:val="00E82B24"/>
    <w:rsid w:val="00E82F80"/>
    <w:rsid w:val="00E84301"/>
    <w:rsid w:val="00E85A15"/>
    <w:rsid w:val="00E85D9E"/>
    <w:rsid w:val="00E85DFB"/>
    <w:rsid w:val="00E918E8"/>
    <w:rsid w:val="00E9284B"/>
    <w:rsid w:val="00E959A5"/>
    <w:rsid w:val="00E97164"/>
    <w:rsid w:val="00EA01EA"/>
    <w:rsid w:val="00EA1391"/>
    <w:rsid w:val="00EA24F3"/>
    <w:rsid w:val="00EA3022"/>
    <w:rsid w:val="00EA3232"/>
    <w:rsid w:val="00EA546B"/>
    <w:rsid w:val="00EA5DC2"/>
    <w:rsid w:val="00EA720E"/>
    <w:rsid w:val="00EA7786"/>
    <w:rsid w:val="00EA7BE1"/>
    <w:rsid w:val="00EA7E33"/>
    <w:rsid w:val="00EB0405"/>
    <w:rsid w:val="00EB1498"/>
    <w:rsid w:val="00EB2BA9"/>
    <w:rsid w:val="00EB4F46"/>
    <w:rsid w:val="00EB6584"/>
    <w:rsid w:val="00EB7818"/>
    <w:rsid w:val="00EB7DBA"/>
    <w:rsid w:val="00EC15CD"/>
    <w:rsid w:val="00EC1CF6"/>
    <w:rsid w:val="00EC1FEC"/>
    <w:rsid w:val="00EC4BE6"/>
    <w:rsid w:val="00EC5F15"/>
    <w:rsid w:val="00ED0045"/>
    <w:rsid w:val="00ED0B88"/>
    <w:rsid w:val="00ED3366"/>
    <w:rsid w:val="00ED3790"/>
    <w:rsid w:val="00ED3D73"/>
    <w:rsid w:val="00ED6153"/>
    <w:rsid w:val="00EE24F7"/>
    <w:rsid w:val="00EE4452"/>
    <w:rsid w:val="00EE45FA"/>
    <w:rsid w:val="00EE52A0"/>
    <w:rsid w:val="00EE5F8C"/>
    <w:rsid w:val="00EF02D8"/>
    <w:rsid w:val="00EF1DE5"/>
    <w:rsid w:val="00EF20AB"/>
    <w:rsid w:val="00EF2A32"/>
    <w:rsid w:val="00EF30B3"/>
    <w:rsid w:val="00EF3181"/>
    <w:rsid w:val="00EF72DB"/>
    <w:rsid w:val="00F00DF9"/>
    <w:rsid w:val="00F015FB"/>
    <w:rsid w:val="00F021B6"/>
    <w:rsid w:val="00F02F04"/>
    <w:rsid w:val="00F0459A"/>
    <w:rsid w:val="00F11D4D"/>
    <w:rsid w:val="00F12427"/>
    <w:rsid w:val="00F13A78"/>
    <w:rsid w:val="00F15806"/>
    <w:rsid w:val="00F218CB"/>
    <w:rsid w:val="00F21BD3"/>
    <w:rsid w:val="00F231B0"/>
    <w:rsid w:val="00F24316"/>
    <w:rsid w:val="00F26554"/>
    <w:rsid w:val="00F2729B"/>
    <w:rsid w:val="00F279A7"/>
    <w:rsid w:val="00F304F8"/>
    <w:rsid w:val="00F323B2"/>
    <w:rsid w:val="00F330D7"/>
    <w:rsid w:val="00F3420C"/>
    <w:rsid w:val="00F373F5"/>
    <w:rsid w:val="00F37B82"/>
    <w:rsid w:val="00F406FA"/>
    <w:rsid w:val="00F4224E"/>
    <w:rsid w:val="00F42E20"/>
    <w:rsid w:val="00F43D79"/>
    <w:rsid w:val="00F44363"/>
    <w:rsid w:val="00F44367"/>
    <w:rsid w:val="00F467DE"/>
    <w:rsid w:val="00F47807"/>
    <w:rsid w:val="00F47FA5"/>
    <w:rsid w:val="00F5158B"/>
    <w:rsid w:val="00F519A8"/>
    <w:rsid w:val="00F5231D"/>
    <w:rsid w:val="00F5265F"/>
    <w:rsid w:val="00F54A01"/>
    <w:rsid w:val="00F55E85"/>
    <w:rsid w:val="00F56B3D"/>
    <w:rsid w:val="00F57925"/>
    <w:rsid w:val="00F62433"/>
    <w:rsid w:val="00F6591C"/>
    <w:rsid w:val="00F666F9"/>
    <w:rsid w:val="00F6759F"/>
    <w:rsid w:val="00F676FA"/>
    <w:rsid w:val="00F745BE"/>
    <w:rsid w:val="00F76028"/>
    <w:rsid w:val="00F76E00"/>
    <w:rsid w:val="00F77E7E"/>
    <w:rsid w:val="00F80E1B"/>
    <w:rsid w:val="00F8178B"/>
    <w:rsid w:val="00F8178D"/>
    <w:rsid w:val="00F823B9"/>
    <w:rsid w:val="00F82AAC"/>
    <w:rsid w:val="00F82D46"/>
    <w:rsid w:val="00F83298"/>
    <w:rsid w:val="00F84AF9"/>
    <w:rsid w:val="00F8586D"/>
    <w:rsid w:val="00F86458"/>
    <w:rsid w:val="00F86D81"/>
    <w:rsid w:val="00F8745C"/>
    <w:rsid w:val="00F911C0"/>
    <w:rsid w:val="00F97410"/>
    <w:rsid w:val="00F97A60"/>
    <w:rsid w:val="00FA0CD2"/>
    <w:rsid w:val="00FA1305"/>
    <w:rsid w:val="00FA1E28"/>
    <w:rsid w:val="00FA31B9"/>
    <w:rsid w:val="00FA329B"/>
    <w:rsid w:val="00FA3DEF"/>
    <w:rsid w:val="00FA5446"/>
    <w:rsid w:val="00FA5C48"/>
    <w:rsid w:val="00FA7598"/>
    <w:rsid w:val="00FB2006"/>
    <w:rsid w:val="00FB24F4"/>
    <w:rsid w:val="00FB29A1"/>
    <w:rsid w:val="00FB2C1D"/>
    <w:rsid w:val="00FB2C51"/>
    <w:rsid w:val="00FB354A"/>
    <w:rsid w:val="00FB3FEB"/>
    <w:rsid w:val="00FB5E10"/>
    <w:rsid w:val="00FB727E"/>
    <w:rsid w:val="00FC35FF"/>
    <w:rsid w:val="00FC6977"/>
    <w:rsid w:val="00FC6B7C"/>
    <w:rsid w:val="00FC7B8E"/>
    <w:rsid w:val="00FD0291"/>
    <w:rsid w:val="00FD02DB"/>
    <w:rsid w:val="00FD0B6B"/>
    <w:rsid w:val="00FD4897"/>
    <w:rsid w:val="00FD4F01"/>
    <w:rsid w:val="00FD5998"/>
    <w:rsid w:val="00FD6381"/>
    <w:rsid w:val="00FD6EB9"/>
    <w:rsid w:val="00FE01ED"/>
    <w:rsid w:val="00FE0E0C"/>
    <w:rsid w:val="00FE189B"/>
    <w:rsid w:val="00FE1BDB"/>
    <w:rsid w:val="00FE2EC4"/>
    <w:rsid w:val="00FE3AA8"/>
    <w:rsid w:val="00FE5C80"/>
    <w:rsid w:val="00FE756C"/>
    <w:rsid w:val="00FF0765"/>
    <w:rsid w:val="00FF39B1"/>
    <w:rsid w:val="00FF5619"/>
    <w:rsid w:val="00FF6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FE50D6"/>
  <w15:docId w15:val="{6A59F45D-99AC-499A-9240-6FBEC2417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414C"/>
    <w:rPr>
      <w:sz w:val="24"/>
      <w:szCs w:val="24"/>
    </w:rPr>
  </w:style>
  <w:style w:type="paragraph" w:styleId="Heading1">
    <w:name w:val="heading 1"/>
    <w:basedOn w:val="Normal"/>
    <w:next w:val="Normal"/>
    <w:qFormat/>
    <w:rsid w:val="00EE52A0"/>
    <w:pPr>
      <w:outlineLvl w:val="0"/>
    </w:pPr>
    <w:rPr>
      <w:rFonts w:ascii="Franklin Gothic Medium" w:hAnsi="Franklin Gothic Medium" w:cs="Arial"/>
      <w:b/>
      <w:bCs/>
      <w:color w:val="000000"/>
      <w:kern w:val="32"/>
      <w:sz w:val="27"/>
      <w:szCs w:val="32"/>
    </w:rPr>
  </w:style>
  <w:style w:type="paragraph" w:styleId="Heading2">
    <w:name w:val="heading 2"/>
    <w:basedOn w:val="Normal"/>
    <w:next w:val="Normal"/>
    <w:qFormat/>
    <w:rsid w:val="00EE52A0"/>
    <w:pPr>
      <w:outlineLvl w:val="1"/>
    </w:pPr>
    <w:rPr>
      <w:rFonts w:ascii="Franklin Gothic Medium" w:hAnsi="Franklin Gothic Medium" w:cs="Arial"/>
      <w:b/>
      <w:bCs/>
      <w:color w:val="000000"/>
      <w:kern w:val="32"/>
      <w:sz w:val="23"/>
      <w:szCs w:val="32"/>
    </w:rPr>
  </w:style>
  <w:style w:type="paragraph" w:styleId="Heading3">
    <w:name w:val="heading 3"/>
    <w:basedOn w:val="Normal"/>
    <w:next w:val="Normal"/>
    <w:link w:val="Heading3Char"/>
    <w:qFormat/>
    <w:rsid w:val="00EE52A0"/>
    <w:pPr>
      <w:outlineLvl w:val="2"/>
    </w:pPr>
    <w:rPr>
      <w:b/>
      <w:color w:val="000000"/>
      <w:szCs w:val="22"/>
    </w:rPr>
  </w:style>
  <w:style w:type="paragraph" w:styleId="Heading4">
    <w:name w:val="heading 4"/>
    <w:basedOn w:val="Normal"/>
    <w:next w:val="Normal"/>
    <w:link w:val="Heading4Char"/>
    <w:qFormat/>
    <w:rsid w:val="00EE52A0"/>
    <w:pPr>
      <w:outlineLvl w:val="3"/>
    </w:pPr>
    <w:rPr>
      <w:b/>
      <w:i/>
      <w:color w:val="000000"/>
      <w:szCs w:val="22"/>
    </w:rPr>
  </w:style>
  <w:style w:type="paragraph" w:styleId="Heading5">
    <w:name w:val="heading 5"/>
    <w:basedOn w:val="Normal"/>
    <w:next w:val="Normal"/>
    <w:qFormat/>
    <w:rsid w:val="00EE52A0"/>
    <w:pPr>
      <w:ind w:left="720"/>
      <w:outlineLvl w:val="4"/>
    </w:pPr>
    <w:rPr>
      <w:i/>
      <w:color w:val="000000"/>
      <w:szCs w:val="22"/>
    </w:rPr>
  </w:style>
  <w:style w:type="paragraph" w:styleId="Heading6">
    <w:name w:val="heading 6"/>
    <w:basedOn w:val="Normal"/>
    <w:next w:val="Normal"/>
    <w:qFormat/>
    <w:rsid w:val="001D46E3"/>
    <w:pPr>
      <w:spacing w:before="240" w:after="60"/>
      <w:outlineLvl w:val="5"/>
    </w:pPr>
    <w:rPr>
      <w:b/>
      <w:bCs/>
      <w:sz w:val="22"/>
      <w:szCs w:val="22"/>
    </w:rPr>
  </w:style>
  <w:style w:type="paragraph" w:styleId="Heading7">
    <w:name w:val="heading 7"/>
    <w:basedOn w:val="Normal"/>
    <w:next w:val="Normal"/>
    <w:qFormat/>
    <w:rsid w:val="001D46E3"/>
    <w:pPr>
      <w:spacing w:before="240" w:after="60"/>
      <w:outlineLvl w:val="6"/>
    </w:pPr>
  </w:style>
  <w:style w:type="paragraph" w:styleId="Heading8">
    <w:name w:val="heading 8"/>
    <w:basedOn w:val="Normal"/>
    <w:next w:val="Normal"/>
    <w:qFormat/>
    <w:rsid w:val="001D46E3"/>
    <w:pPr>
      <w:spacing w:before="240" w:after="60"/>
      <w:outlineLvl w:val="7"/>
    </w:pPr>
    <w:rPr>
      <w:i/>
      <w:iCs/>
    </w:rPr>
  </w:style>
  <w:style w:type="paragraph" w:styleId="Heading9">
    <w:name w:val="heading 9"/>
    <w:basedOn w:val="Normal"/>
    <w:next w:val="Normal"/>
    <w:qFormat/>
    <w:rsid w:val="001D46E3"/>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1D46E3"/>
    <w:pPr>
      <w:numPr>
        <w:numId w:val="1"/>
      </w:numPr>
    </w:pPr>
  </w:style>
  <w:style w:type="numbering" w:styleId="1ai">
    <w:name w:val="Outline List 1"/>
    <w:basedOn w:val="NoList"/>
    <w:semiHidden/>
    <w:rsid w:val="001D46E3"/>
    <w:pPr>
      <w:numPr>
        <w:numId w:val="2"/>
      </w:numPr>
    </w:pPr>
  </w:style>
  <w:style w:type="numbering" w:styleId="ArticleSection">
    <w:name w:val="Outline List 3"/>
    <w:basedOn w:val="NoList"/>
    <w:semiHidden/>
    <w:rsid w:val="001D46E3"/>
    <w:pPr>
      <w:numPr>
        <w:numId w:val="3"/>
      </w:numPr>
    </w:pPr>
  </w:style>
  <w:style w:type="paragraph" w:styleId="BlockText">
    <w:name w:val="Block Text"/>
    <w:basedOn w:val="Normal"/>
    <w:rsid w:val="00EE52A0"/>
    <w:pPr>
      <w:autoSpaceDE w:val="0"/>
      <w:autoSpaceDN w:val="0"/>
      <w:adjustRightInd w:val="0"/>
      <w:textAlignment w:val="center"/>
    </w:pPr>
    <w:rPr>
      <w:color w:val="000000"/>
      <w:szCs w:val="22"/>
    </w:rPr>
  </w:style>
  <w:style w:type="character" w:customStyle="1" w:styleId="Heading3Char">
    <w:name w:val="Heading 3 Char"/>
    <w:basedOn w:val="DefaultParagraphFont"/>
    <w:link w:val="Heading3"/>
    <w:rsid w:val="001B2166"/>
    <w:rPr>
      <w:b/>
      <w:color w:val="000000"/>
      <w:sz w:val="24"/>
      <w:szCs w:val="22"/>
      <w:lang w:val="en-US" w:eastAsia="en-US" w:bidi="ar-SA"/>
    </w:rPr>
  </w:style>
  <w:style w:type="paragraph" w:styleId="BodyText">
    <w:name w:val="Body Text"/>
    <w:basedOn w:val="Normal"/>
    <w:semiHidden/>
    <w:rsid w:val="009B0A81"/>
    <w:pPr>
      <w:spacing w:after="120"/>
    </w:pPr>
    <w:rPr>
      <w:sz w:val="22"/>
    </w:rPr>
  </w:style>
  <w:style w:type="paragraph" w:styleId="BodyText2">
    <w:name w:val="Body Text 2"/>
    <w:basedOn w:val="Normal"/>
    <w:rsid w:val="00EE52A0"/>
    <w:pPr>
      <w:autoSpaceDE w:val="0"/>
      <w:autoSpaceDN w:val="0"/>
      <w:adjustRightInd w:val="0"/>
      <w:ind w:left="720"/>
      <w:textAlignment w:val="center"/>
    </w:pPr>
    <w:rPr>
      <w:color w:val="000000"/>
      <w:szCs w:val="22"/>
    </w:rPr>
  </w:style>
  <w:style w:type="paragraph" w:styleId="BodyText3">
    <w:name w:val="Body Text 3"/>
    <w:basedOn w:val="Normal"/>
    <w:semiHidden/>
    <w:rsid w:val="009B0A81"/>
    <w:pPr>
      <w:spacing w:after="120"/>
    </w:pPr>
    <w:rPr>
      <w:sz w:val="16"/>
      <w:szCs w:val="16"/>
    </w:rPr>
  </w:style>
  <w:style w:type="paragraph" w:styleId="BodyTextFirstIndent">
    <w:name w:val="Body Text First Indent"/>
    <w:basedOn w:val="BodyText"/>
    <w:semiHidden/>
    <w:rsid w:val="001D46E3"/>
    <w:pPr>
      <w:ind w:firstLine="210"/>
    </w:pPr>
  </w:style>
  <w:style w:type="paragraph" w:styleId="BodyTextIndent">
    <w:name w:val="Body Text Indent"/>
    <w:basedOn w:val="Normal"/>
    <w:semiHidden/>
    <w:rsid w:val="009B0A81"/>
    <w:pPr>
      <w:spacing w:after="120"/>
      <w:ind w:left="360"/>
    </w:pPr>
    <w:rPr>
      <w:sz w:val="22"/>
    </w:rPr>
  </w:style>
  <w:style w:type="paragraph" w:styleId="BodyTextFirstIndent2">
    <w:name w:val="Body Text First Indent 2"/>
    <w:basedOn w:val="BodyTextIndent"/>
    <w:semiHidden/>
    <w:rsid w:val="009B0A81"/>
    <w:pPr>
      <w:ind w:firstLine="210"/>
    </w:pPr>
  </w:style>
  <w:style w:type="paragraph" w:styleId="BodyTextIndent2">
    <w:name w:val="Body Text Indent 2"/>
    <w:basedOn w:val="Normal"/>
    <w:semiHidden/>
    <w:rsid w:val="009B0A81"/>
    <w:pPr>
      <w:spacing w:after="120" w:line="480" w:lineRule="auto"/>
      <w:ind w:left="360"/>
    </w:pPr>
    <w:rPr>
      <w:sz w:val="22"/>
    </w:rPr>
  </w:style>
  <w:style w:type="paragraph" w:styleId="BodyTextIndent3">
    <w:name w:val="Body Text Indent 3"/>
    <w:basedOn w:val="Normal"/>
    <w:semiHidden/>
    <w:rsid w:val="001D46E3"/>
    <w:pPr>
      <w:spacing w:after="120"/>
      <w:ind w:left="360"/>
    </w:pPr>
    <w:rPr>
      <w:sz w:val="16"/>
      <w:szCs w:val="16"/>
    </w:rPr>
  </w:style>
  <w:style w:type="paragraph" w:styleId="Closing">
    <w:name w:val="Closing"/>
    <w:basedOn w:val="Normal"/>
    <w:semiHidden/>
    <w:rsid w:val="009B0A81"/>
    <w:pPr>
      <w:ind w:left="4320"/>
    </w:pPr>
    <w:rPr>
      <w:sz w:val="22"/>
    </w:rPr>
  </w:style>
  <w:style w:type="paragraph" w:styleId="Date">
    <w:name w:val="Date"/>
    <w:basedOn w:val="Normal"/>
    <w:next w:val="Normal"/>
    <w:semiHidden/>
    <w:rsid w:val="009B0A81"/>
    <w:rPr>
      <w:sz w:val="22"/>
    </w:rPr>
  </w:style>
  <w:style w:type="paragraph" w:styleId="E-mailSignature">
    <w:name w:val="E-mail Signature"/>
    <w:basedOn w:val="Normal"/>
    <w:semiHidden/>
    <w:rsid w:val="001D46E3"/>
  </w:style>
  <w:style w:type="character" w:styleId="Emphasis">
    <w:name w:val="Emphasis"/>
    <w:basedOn w:val="DefaultParagraphFont"/>
    <w:uiPriority w:val="20"/>
    <w:qFormat/>
    <w:rsid w:val="001D46E3"/>
    <w:rPr>
      <w:i/>
      <w:iCs/>
    </w:rPr>
  </w:style>
  <w:style w:type="paragraph" w:styleId="EnvelopeAddress">
    <w:name w:val="envelope address"/>
    <w:basedOn w:val="Normal"/>
    <w:semiHidden/>
    <w:rsid w:val="001D46E3"/>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1D46E3"/>
    <w:rPr>
      <w:rFonts w:ascii="Arial" w:hAnsi="Arial" w:cs="Arial"/>
      <w:sz w:val="20"/>
      <w:szCs w:val="20"/>
    </w:rPr>
  </w:style>
  <w:style w:type="character" w:styleId="FollowedHyperlink">
    <w:name w:val="FollowedHyperlink"/>
    <w:basedOn w:val="DefaultParagraphFont"/>
    <w:semiHidden/>
    <w:rsid w:val="001D46E3"/>
    <w:rPr>
      <w:color w:val="800080"/>
      <w:u w:val="single"/>
    </w:rPr>
  </w:style>
  <w:style w:type="paragraph" w:styleId="Footer">
    <w:name w:val="footer"/>
    <w:basedOn w:val="Normal"/>
    <w:link w:val="FooterChar"/>
    <w:uiPriority w:val="99"/>
    <w:rsid w:val="001D46E3"/>
    <w:pPr>
      <w:tabs>
        <w:tab w:val="center" w:pos="4320"/>
        <w:tab w:val="right" w:pos="8640"/>
      </w:tabs>
    </w:pPr>
  </w:style>
  <w:style w:type="paragraph" w:styleId="Header">
    <w:name w:val="header"/>
    <w:basedOn w:val="Normal"/>
    <w:semiHidden/>
    <w:rsid w:val="001D46E3"/>
    <w:pPr>
      <w:tabs>
        <w:tab w:val="center" w:pos="4320"/>
        <w:tab w:val="right" w:pos="8640"/>
      </w:tabs>
    </w:pPr>
  </w:style>
  <w:style w:type="character" w:styleId="HTMLAcronym">
    <w:name w:val="HTML Acronym"/>
    <w:basedOn w:val="DefaultParagraphFont"/>
    <w:semiHidden/>
    <w:rsid w:val="001D46E3"/>
  </w:style>
  <w:style w:type="paragraph" w:styleId="HTMLAddress">
    <w:name w:val="HTML Address"/>
    <w:basedOn w:val="Normal"/>
    <w:semiHidden/>
    <w:rsid w:val="001D46E3"/>
    <w:rPr>
      <w:i/>
      <w:iCs/>
    </w:rPr>
  </w:style>
  <w:style w:type="character" w:styleId="HTMLCite">
    <w:name w:val="HTML Cite"/>
    <w:basedOn w:val="DefaultParagraphFont"/>
    <w:semiHidden/>
    <w:rsid w:val="001D46E3"/>
    <w:rPr>
      <w:i/>
      <w:iCs/>
    </w:rPr>
  </w:style>
  <w:style w:type="character" w:styleId="HTMLCode">
    <w:name w:val="HTML Code"/>
    <w:basedOn w:val="DefaultParagraphFont"/>
    <w:semiHidden/>
    <w:rsid w:val="001D46E3"/>
    <w:rPr>
      <w:rFonts w:ascii="Courier New" w:hAnsi="Courier New" w:cs="Courier New"/>
      <w:sz w:val="20"/>
      <w:szCs w:val="20"/>
    </w:rPr>
  </w:style>
  <w:style w:type="character" w:styleId="HTMLDefinition">
    <w:name w:val="HTML Definition"/>
    <w:basedOn w:val="DefaultParagraphFont"/>
    <w:semiHidden/>
    <w:rsid w:val="001D46E3"/>
    <w:rPr>
      <w:i/>
      <w:iCs/>
    </w:rPr>
  </w:style>
  <w:style w:type="character" w:styleId="HTMLKeyboard">
    <w:name w:val="HTML Keyboard"/>
    <w:basedOn w:val="DefaultParagraphFont"/>
    <w:semiHidden/>
    <w:rsid w:val="001D46E3"/>
    <w:rPr>
      <w:rFonts w:ascii="Courier New" w:hAnsi="Courier New" w:cs="Courier New"/>
      <w:sz w:val="20"/>
      <w:szCs w:val="20"/>
    </w:rPr>
  </w:style>
  <w:style w:type="paragraph" w:styleId="HTMLPreformatted">
    <w:name w:val="HTML Preformatted"/>
    <w:basedOn w:val="Normal"/>
    <w:semiHidden/>
    <w:rsid w:val="001D46E3"/>
    <w:rPr>
      <w:rFonts w:ascii="Courier New" w:hAnsi="Courier New" w:cs="Courier New"/>
      <w:sz w:val="20"/>
      <w:szCs w:val="20"/>
    </w:rPr>
  </w:style>
  <w:style w:type="character" w:styleId="HTMLSample">
    <w:name w:val="HTML Sample"/>
    <w:basedOn w:val="DefaultParagraphFont"/>
    <w:semiHidden/>
    <w:rsid w:val="001D46E3"/>
    <w:rPr>
      <w:rFonts w:ascii="Courier New" w:hAnsi="Courier New" w:cs="Courier New"/>
    </w:rPr>
  </w:style>
  <w:style w:type="character" w:styleId="HTMLTypewriter">
    <w:name w:val="HTML Typewriter"/>
    <w:basedOn w:val="DefaultParagraphFont"/>
    <w:semiHidden/>
    <w:rsid w:val="001D46E3"/>
    <w:rPr>
      <w:rFonts w:ascii="Courier New" w:hAnsi="Courier New" w:cs="Courier New"/>
      <w:sz w:val="20"/>
      <w:szCs w:val="20"/>
    </w:rPr>
  </w:style>
  <w:style w:type="character" w:styleId="HTMLVariable">
    <w:name w:val="HTML Variable"/>
    <w:basedOn w:val="DefaultParagraphFont"/>
    <w:semiHidden/>
    <w:rsid w:val="001D46E3"/>
    <w:rPr>
      <w:i/>
      <w:iCs/>
    </w:rPr>
  </w:style>
  <w:style w:type="character" w:styleId="Hyperlink">
    <w:name w:val="Hyperlink"/>
    <w:basedOn w:val="DefaultParagraphFont"/>
    <w:uiPriority w:val="99"/>
    <w:rsid w:val="001D46E3"/>
    <w:rPr>
      <w:color w:val="0000FF"/>
      <w:u w:val="single"/>
    </w:rPr>
  </w:style>
  <w:style w:type="character" w:styleId="LineNumber">
    <w:name w:val="line number"/>
    <w:basedOn w:val="DefaultParagraphFont"/>
    <w:semiHidden/>
    <w:rsid w:val="001D46E3"/>
  </w:style>
  <w:style w:type="paragraph" w:styleId="List">
    <w:name w:val="List"/>
    <w:basedOn w:val="Normal"/>
    <w:semiHidden/>
    <w:rsid w:val="001D46E3"/>
    <w:pPr>
      <w:ind w:left="360" w:hanging="360"/>
    </w:pPr>
  </w:style>
  <w:style w:type="paragraph" w:styleId="List2">
    <w:name w:val="List 2"/>
    <w:basedOn w:val="Normal"/>
    <w:semiHidden/>
    <w:rsid w:val="001D46E3"/>
    <w:pPr>
      <w:ind w:left="720" w:hanging="360"/>
    </w:pPr>
  </w:style>
  <w:style w:type="paragraph" w:styleId="List3">
    <w:name w:val="List 3"/>
    <w:basedOn w:val="Normal"/>
    <w:semiHidden/>
    <w:rsid w:val="001D46E3"/>
    <w:pPr>
      <w:ind w:left="1080" w:hanging="360"/>
    </w:pPr>
  </w:style>
  <w:style w:type="paragraph" w:styleId="List4">
    <w:name w:val="List 4"/>
    <w:basedOn w:val="Normal"/>
    <w:semiHidden/>
    <w:rsid w:val="001D46E3"/>
    <w:pPr>
      <w:ind w:left="1440" w:hanging="360"/>
    </w:pPr>
  </w:style>
  <w:style w:type="paragraph" w:styleId="List5">
    <w:name w:val="List 5"/>
    <w:basedOn w:val="Normal"/>
    <w:semiHidden/>
    <w:rsid w:val="001D46E3"/>
    <w:pPr>
      <w:ind w:left="1800" w:hanging="360"/>
    </w:pPr>
  </w:style>
  <w:style w:type="paragraph" w:styleId="ListBullet2">
    <w:name w:val="List Bullet 2"/>
    <w:basedOn w:val="Normal"/>
    <w:semiHidden/>
    <w:rsid w:val="001D46E3"/>
    <w:pPr>
      <w:numPr>
        <w:numId w:val="4"/>
      </w:numPr>
    </w:pPr>
  </w:style>
  <w:style w:type="paragraph" w:styleId="ListBullet3">
    <w:name w:val="List Bullet 3"/>
    <w:basedOn w:val="Normal"/>
    <w:semiHidden/>
    <w:rsid w:val="001D46E3"/>
    <w:pPr>
      <w:numPr>
        <w:numId w:val="5"/>
      </w:numPr>
    </w:pPr>
  </w:style>
  <w:style w:type="paragraph" w:styleId="ListBullet4">
    <w:name w:val="List Bullet 4"/>
    <w:basedOn w:val="Normal"/>
    <w:semiHidden/>
    <w:rsid w:val="001D46E3"/>
    <w:pPr>
      <w:numPr>
        <w:numId w:val="6"/>
      </w:numPr>
    </w:pPr>
  </w:style>
  <w:style w:type="paragraph" w:styleId="ListBullet5">
    <w:name w:val="List Bullet 5"/>
    <w:basedOn w:val="Normal"/>
    <w:semiHidden/>
    <w:rsid w:val="001D46E3"/>
    <w:pPr>
      <w:numPr>
        <w:numId w:val="7"/>
      </w:numPr>
    </w:pPr>
  </w:style>
  <w:style w:type="paragraph" w:styleId="ListContinue">
    <w:name w:val="List Continue"/>
    <w:basedOn w:val="Normal"/>
    <w:semiHidden/>
    <w:rsid w:val="001D46E3"/>
    <w:pPr>
      <w:spacing w:after="120"/>
      <w:ind w:left="360"/>
    </w:pPr>
  </w:style>
  <w:style w:type="paragraph" w:styleId="ListContinue2">
    <w:name w:val="List Continue 2"/>
    <w:basedOn w:val="Normal"/>
    <w:semiHidden/>
    <w:rsid w:val="001D46E3"/>
    <w:pPr>
      <w:spacing w:after="120"/>
      <w:ind w:left="720"/>
    </w:pPr>
  </w:style>
  <w:style w:type="paragraph" w:styleId="ListContinue3">
    <w:name w:val="List Continue 3"/>
    <w:basedOn w:val="Normal"/>
    <w:semiHidden/>
    <w:rsid w:val="001D46E3"/>
    <w:pPr>
      <w:spacing w:after="120"/>
      <w:ind w:left="1080"/>
    </w:pPr>
  </w:style>
  <w:style w:type="paragraph" w:styleId="ListContinue4">
    <w:name w:val="List Continue 4"/>
    <w:basedOn w:val="Normal"/>
    <w:semiHidden/>
    <w:rsid w:val="001D46E3"/>
    <w:pPr>
      <w:spacing w:after="120"/>
      <w:ind w:left="1440"/>
    </w:pPr>
  </w:style>
  <w:style w:type="paragraph" w:styleId="ListContinue5">
    <w:name w:val="List Continue 5"/>
    <w:basedOn w:val="Normal"/>
    <w:semiHidden/>
    <w:rsid w:val="001D46E3"/>
    <w:pPr>
      <w:spacing w:after="120"/>
      <w:ind w:left="1800"/>
    </w:pPr>
  </w:style>
  <w:style w:type="paragraph" w:styleId="ListNumber">
    <w:name w:val="List Number"/>
    <w:basedOn w:val="Normal"/>
    <w:semiHidden/>
    <w:rsid w:val="001D46E3"/>
    <w:pPr>
      <w:numPr>
        <w:numId w:val="8"/>
      </w:numPr>
    </w:pPr>
  </w:style>
  <w:style w:type="paragraph" w:styleId="ListNumber2">
    <w:name w:val="List Number 2"/>
    <w:basedOn w:val="Normal"/>
    <w:semiHidden/>
    <w:rsid w:val="001D46E3"/>
    <w:pPr>
      <w:numPr>
        <w:numId w:val="9"/>
      </w:numPr>
    </w:pPr>
  </w:style>
  <w:style w:type="paragraph" w:styleId="ListNumber3">
    <w:name w:val="List Number 3"/>
    <w:basedOn w:val="Normal"/>
    <w:semiHidden/>
    <w:rsid w:val="001D46E3"/>
    <w:pPr>
      <w:numPr>
        <w:numId w:val="10"/>
      </w:numPr>
    </w:pPr>
  </w:style>
  <w:style w:type="paragraph" w:styleId="ListNumber4">
    <w:name w:val="List Number 4"/>
    <w:basedOn w:val="Normal"/>
    <w:semiHidden/>
    <w:rsid w:val="001D46E3"/>
    <w:pPr>
      <w:numPr>
        <w:numId w:val="11"/>
      </w:numPr>
    </w:pPr>
  </w:style>
  <w:style w:type="paragraph" w:styleId="ListNumber5">
    <w:name w:val="List Number 5"/>
    <w:basedOn w:val="Normal"/>
    <w:semiHidden/>
    <w:rsid w:val="001D46E3"/>
    <w:pPr>
      <w:numPr>
        <w:numId w:val="12"/>
      </w:numPr>
    </w:pPr>
  </w:style>
  <w:style w:type="paragraph" w:styleId="MessageHeader">
    <w:name w:val="Message Header"/>
    <w:basedOn w:val="Normal"/>
    <w:semiHidden/>
    <w:rsid w:val="001D46E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semiHidden/>
    <w:rsid w:val="001D46E3"/>
  </w:style>
  <w:style w:type="paragraph" w:styleId="NormalIndent">
    <w:name w:val="Normal Indent"/>
    <w:basedOn w:val="Normal"/>
    <w:semiHidden/>
    <w:rsid w:val="001D46E3"/>
    <w:pPr>
      <w:ind w:left="720"/>
    </w:pPr>
  </w:style>
  <w:style w:type="paragraph" w:styleId="NoteHeading">
    <w:name w:val="Note Heading"/>
    <w:basedOn w:val="Normal"/>
    <w:next w:val="Normal"/>
    <w:semiHidden/>
    <w:rsid w:val="001D46E3"/>
  </w:style>
  <w:style w:type="character" w:styleId="PageNumber">
    <w:name w:val="page number"/>
    <w:basedOn w:val="DefaultParagraphFont"/>
    <w:semiHidden/>
    <w:rsid w:val="001D46E3"/>
  </w:style>
  <w:style w:type="paragraph" w:styleId="PlainText">
    <w:name w:val="Plain Text"/>
    <w:basedOn w:val="Normal"/>
    <w:link w:val="PlainTextChar"/>
    <w:uiPriority w:val="99"/>
    <w:semiHidden/>
    <w:rsid w:val="001D46E3"/>
    <w:rPr>
      <w:rFonts w:ascii="Courier New" w:hAnsi="Courier New" w:cs="Courier New"/>
      <w:sz w:val="20"/>
      <w:szCs w:val="20"/>
    </w:rPr>
  </w:style>
  <w:style w:type="paragraph" w:styleId="Salutation">
    <w:name w:val="Salutation"/>
    <w:basedOn w:val="Normal"/>
    <w:next w:val="Normal"/>
    <w:semiHidden/>
    <w:rsid w:val="001D46E3"/>
  </w:style>
  <w:style w:type="paragraph" w:styleId="Signature">
    <w:name w:val="Signature"/>
    <w:basedOn w:val="Normal"/>
    <w:semiHidden/>
    <w:rsid w:val="001D46E3"/>
    <w:pPr>
      <w:ind w:left="4320"/>
    </w:pPr>
  </w:style>
  <w:style w:type="character" w:styleId="Strong">
    <w:name w:val="Strong"/>
    <w:basedOn w:val="DefaultParagraphFont"/>
    <w:qFormat/>
    <w:rsid w:val="001D46E3"/>
    <w:rPr>
      <w:b/>
      <w:bCs/>
    </w:rPr>
  </w:style>
  <w:style w:type="paragraph" w:styleId="Subtitle">
    <w:name w:val="Subtitle"/>
    <w:basedOn w:val="Normal"/>
    <w:link w:val="SubtitleChar"/>
    <w:qFormat/>
    <w:rsid w:val="00FB3FEB"/>
    <w:pPr>
      <w:jc w:val="center"/>
    </w:pPr>
    <w:rPr>
      <w:rFonts w:ascii="Franklin Gothic Medium" w:hAnsi="Franklin Gothic Medium"/>
      <w:caps/>
      <w:color w:val="000000"/>
      <w:spacing w:val="10"/>
      <w:sz w:val="20"/>
      <w:szCs w:val="22"/>
    </w:rPr>
  </w:style>
  <w:style w:type="table" w:styleId="Table3Deffects1">
    <w:name w:val="Table 3D effects 1"/>
    <w:basedOn w:val="TableNormal"/>
    <w:semiHidden/>
    <w:rsid w:val="001D46E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1D46E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1D46E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1D46E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D46E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D46E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D46E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D46E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D46E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D46E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D46E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D46E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D46E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D46E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D46E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D46E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D46E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1D46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1D46E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D46E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D46E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D46E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D46E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D46E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D46E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D46E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D46E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D46E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D46E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D46E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D46E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D46E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D46E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D46E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D46E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D46E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D46E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D46E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D46E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D46E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D46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D46E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D46E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D46E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FB3FEB"/>
    <w:pPr>
      <w:jc w:val="center"/>
    </w:pPr>
    <w:rPr>
      <w:b/>
      <w:caps/>
      <w:color w:val="000000"/>
      <w:sz w:val="32"/>
      <w:szCs w:val="22"/>
    </w:rPr>
  </w:style>
  <w:style w:type="paragraph" w:styleId="ListBullet">
    <w:name w:val="List Bullet"/>
    <w:basedOn w:val="Normal"/>
    <w:rsid w:val="00EE52A0"/>
    <w:pPr>
      <w:numPr>
        <w:numId w:val="13"/>
      </w:numPr>
      <w:autoSpaceDE w:val="0"/>
      <w:autoSpaceDN w:val="0"/>
      <w:adjustRightInd w:val="0"/>
      <w:textAlignment w:val="center"/>
    </w:pPr>
    <w:rPr>
      <w:color w:val="000000"/>
      <w:szCs w:val="22"/>
    </w:rPr>
  </w:style>
  <w:style w:type="character" w:customStyle="1" w:styleId="Heading4Char">
    <w:name w:val="Heading 4 Char"/>
    <w:basedOn w:val="DefaultParagraphFont"/>
    <w:link w:val="Heading4"/>
    <w:rsid w:val="001B2166"/>
    <w:rPr>
      <w:b/>
      <w:i/>
      <w:color w:val="000000"/>
      <w:sz w:val="24"/>
      <w:szCs w:val="22"/>
      <w:lang w:val="en-US" w:eastAsia="en-US" w:bidi="ar-SA"/>
    </w:rPr>
  </w:style>
  <w:style w:type="paragraph" w:customStyle="1" w:styleId="Byline">
    <w:name w:val="Byline"/>
    <w:autoRedefine/>
    <w:rsid w:val="008F4574"/>
    <w:pPr>
      <w:jc w:val="center"/>
    </w:pPr>
    <w:rPr>
      <w:color w:val="000000"/>
      <w:sz w:val="24"/>
      <w:szCs w:val="22"/>
    </w:rPr>
  </w:style>
  <w:style w:type="paragraph" w:styleId="BalloonText">
    <w:name w:val="Balloon Text"/>
    <w:basedOn w:val="Normal"/>
    <w:link w:val="BalloonTextChar"/>
    <w:rsid w:val="00F76E00"/>
    <w:rPr>
      <w:rFonts w:ascii="Tahoma" w:hAnsi="Tahoma" w:cs="Tahoma"/>
      <w:sz w:val="16"/>
      <w:szCs w:val="16"/>
    </w:rPr>
  </w:style>
  <w:style w:type="character" w:customStyle="1" w:styleId="BalloonTextChar">
    <w:name w:val="Balloon Text Char"/>
    <w:basedOn w:val="DefaultParagraphFont"/>
    <w:link w:val="BalloonText"/>
    <w:rsid w:val="00F76E00"/>
    <w:rPr>
      <w:rFonts w:ascii="Tahoma" w:hAnsi="Tahoma" w:cs="Tahoma"/>
      <w:sz w:val="16"/>
      <w:szCs w:val="16"/>
    </w:rPr>
  </w:style>
  <w:style w:type="character" w:styleId="CommentReference">
    <w:name w:val="annotation reference"/>
    <w:basedOn w:val="DefaultParagraphFont"/>
    <w:rsid w:val="00B818E7"/>
    <w:rPr>
      <w:sz w:val="16"/>
      <w:szCs w:val="16"/>
    </w:rPr>
  </w:style>
  <w:style w:type="paragraph" w:styleId="CommentText">
    <w:name w:val="annotation text"/>
    <w:basedOn w:val="Normal"/>
    <w:link w:val="CommentTextChar"/>
    <w:rsid w:val="00B818E7"/>
    <w:rPr>
      <w:sz w:val="20"/>
      <w:szCs w:val="20"/>
    </w:rPr>
  </w:style>
  <w:style w:type="character" w:customStyle="1" w:styleId="CommentTextChar">
    <w:name w:val="Comment Text Char"/>
    <w:basedOn w:val="DefaultParagraphFont"/>
    <w:link w:val="CommentText"/>
    <w:rsid w:val="00B818E7"/>
  </w:style>
  <w:style w:type="paragraph" w:styleId="CommentSubject">
    <w:name w:val="annotation subject"/>
    <w:basedOn w:val="CommentText"/>
    <w:next w:val="CommentText"/>
    <w:link w:val="CommentSubjectChar"/>
    <w:rsid w:val="00B818E7"/>
    <w:rPr>
      <w:b/>
      <w:bCs/>
    </w:rPr>
  </w:style>
  <w:style w:type="character" w:customStyle="1" w:styleId="CommentSubjectChar">
    <w:name w:val="Comment Subject Char"/>
    <w:basedOn w:val="CommentTextChar"/>
    <w:link w:val="CommentSubject"/>
    <w:rsid w:val="00B818E7"/>
    <w:rPr>
      <w:b/>
      <w:bCs/>
    </w:rPr>
  </w:style>
  <w:style w:type="paragraph" w:styleId="ListParagraph">
    <w:name w:val="List Paragraph"/>
    <w:basedOn w:val="Normal"/>
    <w:uiPriority w:val="34"/>
    <w:qFormat/>
    <w:rsid w:val="00CD2869"/>
    <w:pPr>
      <w:ind w:left="720"/>
      <w:contextualSpacing/>
    </w:pPr>
  </w:style>
  <w:style w:type="paragraph" w:styleId="Revision">
    <w:name w:val="Revision"/>
    <w:hidden/>
    <w:uiPriority w:val="99"/>
    <w:semiHidden/>
    <w:rsid w:val="00F84AF9"/>
    <w:rPr>
      <w:sz w:val="24"/>
      <w:szCs w:val="24"/>
    </w:rPr>
  </w:style>
  <w:style w:type="paragraph" w:customStyle="1" w:styleId="Bullet">
    <w:name w:val="Bullet"/>
    <w:basedOn w:val="Normal"/>
    <w:uiPriority w:val="1"/>
    <w:qFormat/>
    <w:rsid w:val="00A904A3"/>
    <w:pPr>
      <w:widowControl w:val="0"/>
      <w:numPr>
        <w:numId w:val="14"/>
      </w:numPr>
      <w:spacing w:before="80" w:after="80"/>
      <w:contextualSpacing/>
    </w:pPr>
    <w:rPr>
      <w:szCs w:val="20"/>
    </w:rPr>
  </w:style>
  <w:style w:type="paragraph" w:customStyle="1" w:styleId="Default">
    <w:name w:val="Default"/>
    <w:rsid w:val="00360BE9"/>
    <w:pPr>
      <w:autoSpaceDE w:val="0"/>
      <w:autoSpaceDN w:val="0"/>
      <w:adjustRightInd w:val="0"/>
    </w:pPr>
    <w:rPr>
      <w:rFonts w:ascii="Symbol" w:hAnsi="Symbol" w:cs="Symbol"/>
      <w:color w:val="000000"/>
      <w:sz w:val="24"/>
      <w:szCs w:val="24"/>
    </w:rPr>
  </w:style>
  <w:style w:type="paragraph" w:styleId="FootnoteText">
    <w:name w:val="footnote text"/>
    <w:basedOn w:val="Normal"/>
    <w:link w:val="FootnoteTextChar"/>
    <w:semiHidden/>
    <w:unhideWhenUsed/>
    <w:rsid w:val="00E30009"/>
    <w:rPr>
      <w:sz w:val="20"/>
      <w:szCs w:val="20"/>
    </w:rPr>
  </w:style>
  <w:style w:type="character" w:customStyle="1" w:styleId="FootnoteTextChar">
    <w:name w:val="Footnote Text Char"/>
    <w:basedOn w:val="DefaultParagraphFont"/>
    <w:link w:val="FootnoteText"/>
    <w:semiHidden/>
    <w:rsid w:val="00E30009"/>
  </w:style>
  <w:style w:type="character" w:styleId="FootnoteReference">
    <w:name w:val="footnote reference"/>
    <w:basedOn w:val="DefaultParagraphFont"/>
    <w:semiHidden/>
    <w:unhideWhenUsed/>
    <w:rsid w:val="00E30009"/>
    <w:rPr>
      <w:vertAlign w:val="superscript"/>
    </w:rPr>
  </w:style>
  <w:style w:type="paragraph" w:styleId="TOCHeading">
    <w:name w:val="TOC Heading"/>
    <w:basedOn w:val="Heading1"/>
    <w:next w:val="Normal"/>
    <w:uiPriority w:val="39"/>
    <w:unhideWhenUsed/>
    <w:qFormat/>
    <w:rsid w:val="0013748F"/>
    <w:pPr>
      <w:keepNext/>
      <w:keepLines/>
      <w:spacing w:before="240" w:line="259" w:lineRule="auto"/>
      <w:outlineLvl w:val="9"/>
    </w:pPr>
    <w:rPr>
      <w:rFonts w:asciiTheme="majorHAnsi" w:eastAsiaTheme="majorEastAsia" w:hAnsiTheme="majorHAnsi" w:cstheme="majorBidi"/>
      <w:b w:val="0"/>
      <w:bCs w:val="0"/>
      <w:color w:val="365F91" w:themeColor="accent1" w:themeShade="BF"/>
      <w:kern w:val="0"/>
      <w:sz w:val="32"/>
    </w:rPr>
  </w:style>
  <w:style w:type="paragraph" w:styleId="TOC1">
    <w:name w:val="toc 1"/>
    <w:basedOn w:val="Normal"/>
    <w:next w:val="Normal"/>
    <w:autoRedefine/>
    <w:uiPriority w:val="39"/>
    <w:unhideWhenUsed/>
    <w:rsid w:val="0013748F"/>
    <w:pPr>
      <w:spacing w:after="100"/>
    </w:pPr>
  </w:style>
  <w:style w:type="paragraph" w:styleId="TOC2">
    <w:name w:val="toc 2"/>
    <w:basedOn w:val="Normal"/>
    <w:next w:val="Normal"/>
    <w:autoRedefine/>
    <w:uiPriority w:val="39"/>
    <w:unhideWhenUsed/>
    <w:rsid w:val="0013748F"/>
    <w:pPr>
      <w:spacing w:after="100"/>
      <w:ind w:left="240"/>
    </w:pPr>
  </w:style>
  <w:style w:type="paragraph" w:styleId="TOC3">
    <w:name w:val="toc 3"/>
    <w:basedOn w:val="Normal"/>
    <w:next w:val="Normal"/>
    <w:autoRedefine/>
    <w:uiPriority w:val="39"/>
    <w:unhideWhenUsed/>
    <w:rsid w:val="0013748F"/>
    <w:pPr>
      <w:spacing w:after="100"/>
      <w:ind w:left="480"/>
    </w:pPr>
  </w:style>
  <w:style w:type="paragraph" w:styleId="TOC4">
    <w:name w:val="toc 4"/>
    <w:basedOn w:val="Normal"/>
    <w:next w:val="Normal"/>
    <w:autoRedefine/>
    <w:uiPriority w:val="39"/>
    <w:unhideWhenUsed/>
    <w:rsid w:val="0013748F"/>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13748F"/>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13748F"/>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13748F"/>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13748F"/>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13748F"/>
    <w:pPr>
      <w:spacing w:after="100" w:line="259" w:lineRule="auto"/>
      <w:ind w:left="1760"/>
    </w:pPr>
    <w:rPr>
      <w:rFonts w:asciiTheme="minorHAnsi" w:eastAsiaTheme="minorEastAsia" w:hAnsiTheme="minorHAnsi" w:cstheme="minorBidi"/>
      <w:sz w:val="22"/>
      <w:szCs w:val="22"/>
    </w:rPr>
  </w:style>
  <w:style w:type="character" w:customStyle="1" w:styleId="SubtitleChar">
    <w:name w:val="Subtitle Char"/>
    <w:basedOn w:val="DefaultParagraphFont"/>
    <w:link w:val="Subtitle"/>
    <w:rsid w:val="00B14541"/>
    <w:rPr>
      <w:rFonts w:ascii="Franklin Gothic Medium" w:hAnsi="Franklin Gothic Medium"/>
      <w:caps/>
      <w:color w:val="000000"/>
      <w:spacing w:val="10"/>
      <w:szCs w:val="22"/>
    </w:rPr>
  </w:style>
  <w:style w:type="character" w:customStyle="1" w:styleId="TitleChar">
    <w:name w:val="Title Char"/>
    <w:basedOn w:val="DefaultParagraphFont"/>
    <w:link w:val="Title"/>
    <w:rsid w:val="00B14541"/>
    <w:rPr>
      <w:b/>
      <w:caps/>
      <w:color w:val="000000"/>
      <w:sz w:val="32"/>
      <w:szCs w:val="22"/>
    </w:rPr>
  </w:style>
  <w:style w:type="character" w:customStyle="1" w:styleId="UnresolvedMention">
    <w:name w:val="Unresolved Mention"/>
    <w:basedOn w:val="DefaultParagraphFont"/>
    <w:uiPriority w:val="99"/>
    <w:semiHidden/>
    <w:unhideWhenUsed/>
    <w:rsid w:val="00AD6686"/>
    <w:rPr>
      <w:color w:val="808080"/>
      <w:shd w:val="clear" w:color="auto" w:fill="E6E6E6"/>
    </w:rPr>
  </w:style>
  <w:style w:type="character" w:customStyle="1" w:styleId="FooterChar">
    <w:name w:val="Footer Char"/>
    <w:basedOn w:val="DefaultParagraphFont"/>
    <w:link w:val="Footer"/>
    <w:uiPriority w:val="99"/>
    <w:rsid w:val="00B25B6E"/>
    <w:rPr>
      <w:sz w:val="24"/>
      <w:szCs w:val="24"/>
    </w:rPr>
  </w:style>
  <w:style w:type="character" w:customStyle="1" w:styleId="PlainTextChar">
    <w:name w:val="Plain Text Char"/>
    <w:basedOn w:val="DefaultParagraphFont"/>
    <w:link w:val="PlainText"/>
    <w:uiPriority w:val="99"/>
    <w:semiHidden/>
    <w:rsid w:val="003040C7"/>
    <w:rPr>
      <w:rFonts w:ascii="Courier New" w:hAnsi="Courier New" w:cs="Courier New"/>
    </w:rPr>
  </w:style>
  <w:style w:type="paragraph" w:styleId="NoSpacing">
    <w:name w:val="No Spacing"/>
    <w:uiPriority w:val="1"/>
    <w:qFormat/>
    <w:rsid w:val="003040C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923544">
      <w:bodyDiv w:val="1"/>
      <w:marLeft w:val="0"/>
      <w:marRight w:val="0"/>
      <w:marTop w:val="0"/>
      <w:marBottom w:val="0"/>
      <w:divBdr>
        <w:top w:val="none" w:sz="0" w:space="0" w:color="auto"/>
        <w:left w:val="none" w:sz="0" w:space="0" w:color="auto"/>
        <w:bottom w:val="none" w:sz="0" w:space="0" w:color="auto"/>
        <w:right w:val="none" w:sz="0" w:space="0" w:color="auto"/>
      </w:divBdr>
      <w:divsChild>
        <w:div w:id="1418592777">
          <w:marLeft w:val="504"/>
          <w:marRight w:val="0"/>
          <w:marTop w:val="140"/>
          <w:marBottom w:val="0"/>
          <w:divBdr>
            <w:top w:val="none" w:sz="0" w:space="0" w:color="auto"/>
            <w:left w:val="none" w:sz="0" w:space="0" w:color="auto"/>
            <w:bottom w:val="none" w:sz="0" w:space="0" w:color="auto"/>
            <w:right w:val="none" w:sz="0" w:space="0" w:color="auto"/>
          </w:divBdr>
        </w:div>
      </w:divsChild>
    </w:div>
    <w:div w:id="818348231">
      <w:bodyDiv w:val="1"/>
      <w:marLeft w:val="0"/>
      <w:marRight w:val="0"/>
      <w:marTop w:val="0"/>
      <w:marBottom w:val="0"/>
      <w:divBdr>
        <w:top w:val="none" w:sz="0" w:space="0" w:color="auto"/>
        <w:left w:val="none" w:sz="0" w:space="0" w:color="auto"/>
        <w:bottom w:val="none" w:sz="0" w:space="0" w:color="auto"/>
        <w:right w:val="none" w:sz="0" w:space="0" w:color="auto"/>
      </w:divBdr>
    </w:div>
    <w:div w:id="1181119161">
      <w:bodyDiv w:val="1"/>
      <w:marLeft w:val="0"/>
      <w:marRight w:val="0"/>
      <w:marTop w:val="0"/>
      <w:marBottom w:val="0"/>
      <w:divBdr>
        <w:top w:val="none" w:sz="0" w:space="0" w:color="auto"/>
        <w:left w:val="none" w:sz="0" w:space="0" w:color="auto"/>
        <w:bottom w:val="none" w:sz="0" w:space="0" w:color="auto"/>
        <w:right w:val="none" w:sz="0" w:space="0" w:color="auto"/>
      </w:divBdr>
    </w:div>
    <w:div w:id="1521771651">
      <w:bodyDiv w:val="1"/>
      <w:marLeft w:val="0"/>
      <w:marRight w:val="0"/>
      <w:marTop w:val="0"/>
      <w:marBottom w:val="0"/>
      <w:divBdr>
        <w:top w:val="none" w:sz="0" w:space="0" w:color="auto"/>
        <w:left w:val="none" w:sz="0" w:space="0" w:color="auto"/>
        <w:bottom w:val="none" w:sz="0" w:space="0" w:color="auto"/>
        <w:right w:val="none" w:sz="0" w:space="0" w:color="auto"/>
      </w:divBdr>
    </w:div>
    <w:div w:id="2082680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Mikacev\Desktop\Memo%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65B61-6935-448A-8A1C-8FE9E00B5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 template</Template>
  <TotalTime>472</TotalTime>
  <Pages>3</Pages>
  <Words>789</Words>
  <Characters>4502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Personnel Policy Template</vt:lpstr>
    </vt:vector>
  </TitlesOfParts>
  <Company>League of Minnesota Cities</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Personnel Policy Template</dc:title>
  <dc:creator>Bauermeister, Jammie</dc:creator>
  <cp:lastModifiedBy>Banks, Sativa</cp:lastModifiedBy>
  <cp:revision>25</cp:revision>
  <cp:lastPrinted>2016-02-19T18:41:00Z</cp:lastPrinted>
  <dcterms:created xsi:type="dcterms:W3CDTF">2019-09-05T13:47:00Z</dcterms:created>
  <dcterms:modified xsi:type="dcterms:W3CDTF">2019-09-06T15:00:00Z</dcterms:modified>
</cp:coreProperties>
</file>